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77777777" w:rsidR="00454CDE" w:rsidRPr="00713EC9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695044B0" w:rsidR="00454CDE" w:rsidRPr="00CE78CA" w:rsidRDefault="005A2287" w:rsidP="005A2287">
      <w:pPr>
        <w:ind w:left="3600"/>
        <w:rPr>
          <w:lang w:val="bg-BG"/>
        </w:rPr>
      </w:pPr>
      <w:r w:rsidRPr="00CE78CA">
        <w:rPr>
          <w:lang w:val="bg-BG"/>
        </w:rPr>
        <w:t xml:space="preserve">   </w:t>
      </w:r>
      <w:r w:rsidR="00982978">
        <w:rPr>
          <w:lang w:val="bg-BG"/>
        </w:rPr>
        <w:t xml:space="preserve">    </w:t>
      </w:r>
      <w:r w:rsidR="00454CDE" w:rsidRPr="00CE78CA">
        <w:rPr>
          <w:lang w:val="bg-BG"/>
        </w:rPr>
        <w:t>№</w:t>
      </w:r>
      <w:r w:rsidR="00982978">
        <w:rPr>
          <w:lang w:val="bg-BG"/>
        </w:rPr>
        <w:t xml:space="preserve">  ПО-09-2861-3</w:t>
      </w:r>
    </w:p>
    <w:p w14:paraId="3795E67F" w14:textId="19A0F200" w:rsidR="00454CDE" w:rsidRPr="00CE78CA" w:rsidRDefault="00982978" w:rsidP="00BE4052">
      <w:pPr>
        <w:ind w:left="2880" w:firstLine="720"/>
        <w:rPr>
          <w:lang w:val="bg-BG"/>
        </w:rPr>
      </w:pPr>
      <w:r>
        <w:rPr>
          <w:lang w:val="bg-BG"/>
        </w:rPr>
        <w:t xml:space="preserve">       </w:t>
      </w:r>
      <w:r w:rsidR="00454CDE" w:rsidRPr="00CE78CA">
        <w:rPr>
          <w:lang w:val="bg-BG"/>
        </w:rPr>
        <w:t>София,</w:t>
      </w:r>
      <w:r>
        <w:rPr>
          <w:lang w:val="bg-BG"/>
        </w:rPr>
        <w:t xml:space="preserve"> 29.09.</w:t>
      </w:r>
      <w:r w:rsidR="0023186B" w:rsidRPr="00CE78CA">
        <w:rPr>
          <w:lang w:val="bg-BG"/>
        </w:rPr>
        <w:t>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23186B" w:rsidRPr="00CE78CA">
        <w:rPr>
          <w:lang w:val="bg-BG"/>
        </w:rPr>
        <w:t>г.</w:t>
      </w:r>
      <w:r w:rsidR="006727E9" w:rsidRPr="00CE78CA">
        <w:rPr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1C3F0964" w14:textId="6A92E699" w:rsidR="005E5F37" w:rsidRPr="00197F75" w:rsidRDefault="00576362" w:rsidP="005E5F3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</w:t>
      </w:r>
      <w:r w:rsidR="008A1BBB" w:rsidRPr="00CE78CA">
        <w:rPr>
          <w:lang w:val="bg-BG"/>
        </w:rPr>
        <w:t>ал.</w:t>
      </w:r>
      <w:r w:rsidRPr="00CE78CA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CE78CA">
        <w:rPr>
          <w:lang w:val="bg-BG"/>
        </w:rPr>
        <w:t xml:space="preserve">те, </w:t>
      </w:r>
      <w:r w:rsidR="007A06D3" w:rsidRPr="0083710E">
        <w:rPr>
          <w:lang w:val="bg-BG"/>
        </w:rPr>
        <w:t>обн.ДВ</w:t>
      </w:r>
      <w:r w:rsidR="0083710E" w:rsidRPr="0083710E">
        <w:rPr>
          <w:lang w:val="bg-BG"/>
        </w:rPr>
        <w:t>,</w:t>
      </w:r>
      <w:r w:rsidR="007A06D3" w:rsidRPr="0083710E">
        <w:rPr>
          <w:lang w:val="bg-BG"/>
        </w:rPr>
        <w:t xml:space="preserve"> бр.7/26.01.2010г.,</w:t>
      </w:r>
      <w:r w:rsidR="007A06D3" w:rsidRPr="0083710E">
        <w:rPr>
          <w:lang w:val="ru-RU"/>
        </w:rPr>
        <w:t xml:space="preserve"> </w:t>
      </w:r>
      <w:r w:rsidRPr="0083710E">
        <w:rPr>
          <w:lang w:val="bg-BG"/>
        </w:rPr>
        <w:t xml:space="preserve">посл. </w:t>
      </w:r>
      <w:r w:rsidR="00CA17DF" w:rsidRPr="0083710E">
        <w:rPr>
          <w:lang w:val="bg-BG"/>
        </w:rPr>
        <w:t>изм. ДВ</w:t>
      </w:r>
      <w:bookmarkStart w:id="0" w:name="_Hlk83647061"/>
      <w:r w:rsidR="0083710E" w:rsidRPr="0083710E">
        <w:rPr>
          <w:lang w:val="bg-BG"/>
        </w:rPr>
        <w:t xml:space="preserve">, </w:t>
      </w:r>
      <w:bookmarkStart w:id="1" w:name="_Hlk83647891"/>
      <w:r w:rsidR="0083710E" w:rsidRPr="00A10243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="00E1632B" w:rsidRPr="00A10243">
        <w:rPr>
          <w:lang w:val="bg-BG"/>
        </w:rPr>
        <w:t>41</w:t>
      </w:r>
      <w:r w:rsidR="0083710E" w:rsidRPr="00A10243">
        <w:rPr>
          <w:lang w:val="bg-BG"/>
        </w:rPr>
        <w:t xml:space="preserve"> от 0</w:t>
      </w:r>
      <w:r w:rsidR="00E1632B" w:rsidRPr="00A10243">
        <w:rPr>
          <w:lang w:val="bg-BG"/>
        </w:rPr>
        <w:t>3</w:t>
      </w:r>
      <w:r w:rsidR="0083710E" w:rsidRPr="00A10243">
        <w:rPr>
          <w:lang w:val="bg-BG"/>
        </w:rPr>
        <w:t xml:space="preserve"> </w:t>
      </w:r>
      <w:bookmarkEnd w:id="2"/>
      <w:bookmarkEnd w:id="3"/>
      <w:bookmarkEnd w:id="4"/>
      <w:r w:rsidR="00E1632B" w:rsidRPr="00A10243">
        <w:rPr>
          <w:lang w:val="bg-BG"/>
        </w:rPr>
        <w:t>юни</w:t>
      </w:r>
      <w:r w:rsidR="0083710E" w:rsidRPr="00A10243">
        <w:rPr>
          <w:lang w:val="bg-BG"/>
        </w:rPr>
        <w:t xml:space="preserve"> 202</w:t>
      </w:r>
      <w:r w:rsidR="00E1632B" w:rsidRPr="00A10243">
        <w:rPr>
          <w:lang w:val="bg-BG"/>
        </w:rPr>
        <w:t>2</w:t>
      </w:r>
      <w:r w:rsidR="00F23532">
        <w:rPr>
          <w:lang w:val="bg-BG"/>
        </w:rPr>
        <w:t xml:space="preserve"> </w:t>
      </w:r>
      <w:r w:rsidR="0083710E" w:rsidRPr="0083710E">
        <w:rPr>
          <w:lang w:val="bg-BG"/>
        </w:rPr>
        <w:t xml:space="preserve">г., </w:t>
      </w:r>
      <w:bookmarkEnd w:id="0"/>
      <w:bookmarkEnd w:id="1"/>
      <w:r w:rsidR="008F3A6E" w:rsidRPr="0083710E">
        <w:rPr>
          <w:lang w:val="bg-BG"/>
        </w:rPr>
        <w:t>чл.37в, ал.4 от Закона</w:t>
      </w:r>
      <w:r w:rsidR="008F3A6E"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 w:rsidR="00696516">
        <w:rPr>
          <w:lang w:val="bg-BG"/>
        </w:rPr>
        <w:t xml:space="preserve">Заповед </w:t>
      </w:r>
      <w:r w:rsidR="005E5F37">
        <w:rPr>
          <w:sz w:val="26"/>
          <w:szCs w:val="26"/>
          <w:lang w:val="bg-BG"/>
        </w:rPr>
        <w:t xml:space="preserve">№ </w:t>
      </w:r>
      <w:r w:rsidR="002E0A30" w:rsidRPr="002E0A30">
        <w:rPr>
          <w:sz w:val="26"/>
          <w:szCs w:val="26"/>
          <w:lang w:val="bg-BG"/>
        </w:rPr>
        <w:t>ПО-09-</w:t>
      </w:r>
      <w:r w:rsidR="006D6C03" w:rsidRPr="00A10243">
        <w:rPr>
          <w:sz w:val="26"/>
          <w:szCs w:val="26"/>
          <w:lang w:val="bg-BG"/>
        </w:rPr>
        <w:t>28</w:t>
      </w:r>
      <w:r w:rsidR="00143F31">
        <w:rPr>
          <w:sz w:val="26"/>
          <w:szCs w:val="26"/>
          <w:lang w:val="bg-BG"/>
        </w:rPr>
        <w:t>61</w:t>
      </w:r>
      <w:r w:rsidR="002E0A30" w:rsidRPr="002E0A30">
        <w:rPr>
          <w:sz w:val="26"/>
          <w:szCs w:val="26"/>
          <w:lang w:val="bg-BG"/>
        </w:rPr>
        <w:t>/</w:t>
      </w:r>
      <w:r w:rsidR="006D6C03" w:rsidRPr="00A10243">
        <w:rPr>
          <w:sz w:val="26"/>
          <w:szCs w:val="26"/>
          <w:lang w:val="bg-BG"/>
        </w:rPr>
        <w:t>19</w:t>
      </w:r>
      <w:r w:rsidR="002E0A30" w:rsidRPr="002E0A30">
        <w:rPr>
          <w:sz w:val="26"/>
          <w:szCs w:val="26"/>
          <w:lang w:val="bg-BG"/>
        </w:rPr>
        <w:t>.0</w:t>
      </w:r>
      <w:r w:rsidR="005A5B96">
        <w:rPr>
          <w:sz w:val="26"/>
          <w:szCs w:val="26"/>
          <w:lang w:val="bg-BG"/>
        </w:rPr>
        <w:t>7</w:t>
      </w:r>
      <w:r w:rsidR="002E0A30" w:rsidRPr="002E0A30">
        <w:rPr>
          <w:sz w:val="26"/>
          <w:szCs w:val="26"/>
          <w:lang w:val="bg-BG"/>
        </w:rPr>
        <w:t>.20</w:t>
      </w:r>
      <w:r w:rsidR="005A5B96">
        <w:rPr>
          <w:sz w:val="26"/>
          <w:szCs w:val="26"/>
          <w:lang w:val="bg-BG"/>
        </w:rPr>
        <w:t>2</w:t>
      </w:r>
      <w:r w:rsidR="00CC444F">
        <w:rPr>
          <w:sz w:val="26"/>
          <w:szCs w:val="26"/>
          <w:lang w:val="bg-BG"/>
        </w:rPr>
        <w:t>2</w:t>
      </w:r>
      <w:r w:rsidR="003D26C6">
        <w:rPr>
          <w:sz w:val="26"/>
          <w:szCs w:val="26"/>
          <w:lang w:val="bg-BG"/>
        </w:rPr>
        <w:t xml:space="preserve"> </w:t>
      </w:r>
      <w:r w:rsidR="002E0A30" w:rsidRPr="002E0A30">
        <w:rPr>
          <w:sz w:val="26"/>
          <w:szCs w:val="26"/>
          <w:lang w:val="bg-BG"/>
        </w:rPr>
        <w:t>г</w:t>
      </w:r>
      <w:r w:rsidR="003D26C6">
        <w:rPr>
          <w:sz w:val="26"/>
          <w:szCs w:val="26"/>
          <w:lang w:val="bg-BG"/>
        </w:rPr>
        <w:t>.</w:t>
      </w:r>
    </w:p>
    <w:p w14:paraId="3957F2DB" w14:textId="77777777" w:rsidR="00034F6D" w:rsidRPr="00197F75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790F0D27" w14:textId="08332CD5" w:rsidR="00E52E11" w:rsidRDefault="00E52E11" w:rsidP="005745ED">
      <w:pPr>
        <w:ind w:firstLine="720"/>
        <w:jc w:val="both"/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>за землището на с</w:t>
      </w:r>
      <w:r w:rsidR="0011621C" w:rsidRPr="00197F75">
        <w:rPr>
          <w:lang w:val="bg-BG"/>
        </w:rPr>
        <w:t>.</w:t>
      </w:r>
      <w:r w:rsidR="00143F31">
        <w:rPr>
          <w:lang w:val="bg-BG"/>
        </w:rPr>
        <w:t>Златуша</w:t>
      </w:r>
      <w:r w:rsidRPr="00CE78CA">
        <w:rPr>
          <w:lang w:val="bg-BG"/>
        </w:rPr>
        <w:t xml:space="preserve">, </w:t>
      </w:r>
      <w:r w:rsidR="00E1632B" w:rsidRPr="00CE78CA">
        <w:rPr>
          <w:lang w:val="bg-BG"/>
        </w:rPr>
        <w:t xml:space="preserve">ЕКАТТЕ </w:t>
      </w:r>
      <w:r w:rsidR="00143F31">
        <w:rPr>
          <w:lang w:val="bg-BG"/>
        </w:rPr>
        <w:t>31187</w:t>
      </w:r>
      <w:r w:rsidR="00E1632B"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 w:rsidR="0011621C">
        <w:rPr>
          <w:lang w:val="bg-BG"/>
        </w:rPr>
        <w:t>Бо</w:t>
      </w:r>
      <w:r w:rsidR="006D6C03">
        <w:rPr>
          <w:lang w:val="bg-BG"/>
        </w:rPr>
        <w:t>журище</w:t>
      </w:r>
      <w:r w:rsidRPr="00CE78CA">
        <w:rPr>
          <w:lang w:val="bg-BG"/>
        </w:rPr>
        <w:t xml:space="preserve">, област </w:t>
      </w:r>
      <w:r w:rsidR="00D66684"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EE2FF9" w:rsidRPr="00CE78CA">
        <w:rPr>
          <w:lang w:val="bg-BG"/>
        </w:rPr>
        <w:t xml:space="preserve"> – 20</w:t>
      </w:r>
      <w:r w:rsidR="002E0A30">
        <w:rPr>
          <w:lang w:val="bg-BG"/>
        </w:rPr>
        <w:t>2</w:t>
      </w:r>
      <w:r w:rsidR="00CC444F">
        <w:rPr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02D448C3" w14:textId="77777777" w:rsidR="00CF041D" w:rsidRPr="00CF041D" w:rsidRDefault="00CF041D" w:rsidP="005745ED">
      <w:pPr>
        <w:ind w:firstLine="720"/>
        <w:jc w:val="both"/>
      </w:pPr>
    </w:p>
    <w:tbl>
      <w:tblPr>
        <w:tblW w:w="10206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2157"/>
      </w:tblGrid>
      <w:tr w:rsidR="00CF041D" w:rsidRPr="00863EC1" w14:paraId="3FB170CB" w14:textId="77777777" w:rsidTr="00CF041D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051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18F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283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A8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  <w:tc>
          <w:tcPr>
            <w:tcW w:w="21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2B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Собственик</w:t>
            </w:r>
          </w:p>
        </w:tc>
      </w:tr>
      <w:tr w:rsidR="00CF041D" w:rsidRPr="00863EC1" w14:paraId="2ECA0E40" w14:textId="77777777" w:rsidTr="00CF041D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E8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63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650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A13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F7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E3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18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Дължимо рентно плащане в лв.</w:t>
            </w:r>
          </w:p>
        </w:tc>
        <w:tc>
          <w:tcPr>
            <w:tcW w:w="21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791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163B69A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17B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7E3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11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2F7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A9B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23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B1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65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АРП</w:t>
            </w:r>
          </w:p>
        </w:tc>
      </w:tr>
      <w:tr w:rsidR="00CF041D" w:rsidRPr="00863EC1" w14:paraId="690C990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30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8E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D1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9B4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D08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C9B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A0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680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332EFDE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88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C72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D6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B14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13A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526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BC0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7D6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ТАП</w:t>
            </w:r>
          </w:p>
        </w:tc>
      </w:tr>
      <w:tr w:rsidR="00CF041D" w:rsidRPr="00863EC1" w14:paraId="477589E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F3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B00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D6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47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414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6D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339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8D3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ТАП</w:t>
            </w:r>
          </w:p>
        </w:tc>
      </w:tr>
      <w:tr w:rsidR="00CF041D" w:rsidRPr="00863EC1" w14:paraId="12C383F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7C6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DC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659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162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0B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8FB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F91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FB8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ДОА и др.</w:t>
            </w:r>
          </w:p>
        </w:tc>
      </w:tr>
      <w:tr w:rsidR="00CF041D" w:rsidRPr="00863EC1" w14:paraId="13D437D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96C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BF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E25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ED6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BC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D17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D00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448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ДКП</w:t>
            </w:r>
          </w:p>
        </w:tc>
      </w:tr>
      <w:tr w:rsidR="00CF041D" w:rsidRPr="00863EC1" w14:paraId="2B3C555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EE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2B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513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CF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AE0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61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B1D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21B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БСГ и др.</w:t>
            </w:r>
          </w:p>
        </w:tc>
      </w:tr>
      <w:tr w:rsidR="00CF041D" w:rsidRPr="00863EC1" w14:paraId="49AB1EF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DF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A52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A6D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CCF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867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026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C5E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4.68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069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СТИ</w:t>
            </w:r>
          </w:p>
        </w:tc>
      </w:tr>
      <w:tr w:rsidR="00CF041D" w:rsidRPr="00863EC1" w14:paraId="534F4CE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106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FB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BA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7F8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0DC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8F8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09B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CF9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БАК</w:t>
            </w:r>
          </w:p>
        </w:tc>
      </w:tr>
      <w:tr w:rsidR="00CF041D" w:rsidRPr="00863EC1" w14:paraId="56A414F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0A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114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E05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C20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B57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586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173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576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CF041D" w:rsidRPr="00863EC1" w14:paraId="73BDB95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611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"ЛЕС АГРО ИНВЕСТ"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11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E54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3C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765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1F5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460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EAC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АМБ</w:t>
            </w:r>
          </w:p>
        </w:tc>
      </w:tr>
      <w:tr w:rsidR="00CF041D" w:rsidRPr="00863EC1" w14:paraId="2EACED9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C39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785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68D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A4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40.317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D0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ED0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1.052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016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5.26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1CD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7BF8630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3C8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8A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20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BC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C4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67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61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0C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CF041D" w:rsidRPr="00863EC1" w14:paraId="47C8EEF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02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503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9B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F6F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43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17D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C5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844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КРГ</w:t>
            </w:r>
          </w:p>
        </w:tc>
      </w:tr>
      <w:tr w:rsidR="00CF041D" w:rsidRPr="00863EC1" w14:paraId="25FD20F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54F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46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AA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5DF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F5A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381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47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2B4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1893DAD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656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FE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C15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A6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CE8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F08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B03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769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ДИГ</w:t>
            </w:r>
          </w:p>
        </w:tc>
      </w:tr>
      <w:tr w:rsidR="00CF041D" w:rsidRPr="00863EC1" w14:paraId="0AD6914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EDE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1B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953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CC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8E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6DA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A28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BB4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АФС</w:t>
            </w:r>
          </w:p>
        </w:tc>
      </w:tr>
      <w:tr w:rsidR="00CF041D" w:rsidRPr="00863EC1" w14:paraId="15A6F61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FA8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09A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F9F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51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3C6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4D1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E27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17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МИС</w:t>
            </w:r>
          </w:p>
        </w:tc>
      </w:tr>
      <w:tr w:rsidR="00CF041D" w:rsidRPr="00863EC1" w14:paraId="7BC2AD7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B3B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911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116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C52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96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1E9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8E2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81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ТВК и др.</w:t>
            </w:r>
          </w:p>
        </w:tc>
      </w:tr>
      <w:tr w:rsidR="00CF041D" w:rsidRPr="00863EC1" w14:paraId="279065A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666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84C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C2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DFD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FD3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E6B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F53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4A8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АРГ</w:t>
            </w:r>
          </w:p>
        </w:tc>
      </w:tr>
      <w:tr w:rsidR="00CF041D" w:rsidRPr="00863EC1" w14:paraId="4E0FBDE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91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159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9D7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34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29C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70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9E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C7B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1A52D9A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49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43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52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B2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47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D3C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39F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66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6B3EA88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3EE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A5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E98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9C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7A9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CC9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47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4C1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ГГР</w:t>
            </w:r>
          </w:p>
        </w:tc>
      </w:tr>
      <w:tr w:rsidR="00CF041D" w:rsidRPr="00863EC1" w14:paraId="4AE0E77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51D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00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EC7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562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038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4AC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0B5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51F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3451CFC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D8A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37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282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867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3A7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B72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63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49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НММ</w:t>
            </w:r>
          </w:p>
        </w:tc>
      </w:tr>
      <w:tr w:rsidR="00CF041D" w:rsidRPr="00863EC1" w14:paraId="19C00CD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D46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95B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98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8EE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EB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0DB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E86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C2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1DEAF33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B9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25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FC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EA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EAA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B0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A71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F5E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078CEBF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25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4F8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811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A90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A41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3F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B1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3B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CF041D" w:rsidRPr="00863EC1" w14:paraId="2743211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464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253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C62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441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13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8C4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95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CA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ИАС</w:t>
            </w:r>
          </w:p>
        </w:tc>
      </w:tr>
      <w:tr w:rsidR="00CF041D" w:rsidRPr="00863EC1" w14:paraId="42349CA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9D9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45C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AC4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7F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B0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B2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E47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16.38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F3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71A872D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9DE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F4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A74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E84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27A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C43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2F2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47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НСР</w:t>
            </w:r>
          </w:p>
        </w:tc>
      </w:tr>
      <w:tr w:rsidR="00CF041D" w:rsidRPr="00863EC1" w14:paraId="0763795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4B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09E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E85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B2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52C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2A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231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27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CF041D" w:rsidRPr="00863EC1" w14:paraId="23DFEC6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BA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412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DB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E75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FBB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E8F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6E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15.09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09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КСИ</w:t>
            </w:r>
          </w:p>
        </w:tc>
      </w:tr>
      <w:tr w:rsidR="00CF041D" w:rsidRPr="00863EC1" w14:paraId="30D7580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C3F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F3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E0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5CB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A57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298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CD0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C24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CF041D" w:rsidRPr="00863EC1" w14:paraId="7AE63F6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A02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86E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83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9A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FC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D9A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61A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ECD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ГГР</w:t>
            </w:r>
          </w:p>
        </w:tc>
      </w:tr>
      <w:tr w:rsidR="00CF041D" w:rsidRPr="00863EC1" w14:paraId="2822F07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A98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A6F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6B1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804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C1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BB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65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31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ТЗМ и др.</w:t>
            </w:r>
          </w:p>
        </w:tc>
      </w:tr>
      <w:tr w:rsidR="00CF041D" w:rsidRPr="00863EC1" w14:paraId="11A0A13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064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E40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E26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C81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0A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BA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C5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2FD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CF041D" w:rsidRPr="00863EC1" w14:paraId="6615FAF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600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54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3C3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D6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804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35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60D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17A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CF041D" w:rsidRPr="00863EC1" w14:paraId="0211549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78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8B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AA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AA7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13C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26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82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6.14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BCE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ДИБ</w:t>
            </w:r>
          </w:p>
        </w:tc>
      </w:tr>
      <w:tr w:rsidR="00CF041D" w:rsidRPr="00863EC1" w14:paraId="63F8E63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707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D4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540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D05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8F5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7F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F4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5.73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5FE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ВФЗ</w:t>
            </w:r>
          </w:p>
        </w:tc>
      </w:tr>
      <w:tr w:rsidR="00CF041D" w:rsidRPr="00863EC1" w14:paraId="237FE5F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F3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DA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E5B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6E0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CC8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6A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B4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84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РМБ</w:t>
            </w:r>
          </w:p>
        </w:tc>
      </w:tr>
      <w:tr w:rsidR="00CF041D" w:rsidRPr="00863EC1" w14:paraId="70BE612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F1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D4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8D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A1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BA2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B92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E0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46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ДКК</w:t>
            </w:r>
          </w:p>
        </w:tc>
      </w:tr>
      <w:tr w:rsidR="00CF041D" w:rsidRPr="00863EC1" w14:paraId="2385687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1D0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066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F8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46D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5A0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161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983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34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ВСГ и др.</w:t>
            </w:r>
          </w:p>
        </w:tc>
      </w:tr>
      <w:tr w:rsidR="00CF041D" w:rsidRPr="00863EC1" w14:paraId="105B680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6A3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78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C01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EC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50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C6F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34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2D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ВСГ и др.</w:t>
            </w:r>
          </w:p>
        </w:tc>
      </w:tr>
      <w:tr w:rsidR="00CF041D" w:rsidRPr="00863EC1" w14:paraId="0C0B64C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12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69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481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53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C04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CAB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ADF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3A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ИДМ</w:t>
            </w:r>
          </w:p>
        </w:tc>
      </w:tr>
      <w:tr w:rsidR="00CF041D" w:rsidRPr="00863EC1" w14:paraId="6E7E087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544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C6E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92F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2B0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BD5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418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A8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EC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ВДВ</w:t>
            </w:r>
          </w:p>
        </w:tc>
      </w:tr>
      <w:tr w:rsidR="00CF041D" w:rsidRPr="00863EC1" w14:paraId="358C727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6F5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735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603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EF4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0D9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747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AB7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DA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ИИЗ</w:t>
            </w:r>
          </w:p>
        </w:tc>
      </w:tr>
      <w:tr w:rsidR="00CF041D" w:rsidRPr="00863EC1" w14:paraId="47BB6B4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115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466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FE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7B3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F9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5FD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772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F2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ИСТ</w:t>
            </w:r>
          </w:p>
        </w:tc>
      </w:tr>
      <w:tr w:rsidR="00CF041D" w:rsidRPr="00863EC1" w14:paraId="28F136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FC5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F8F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5CC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D7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F98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19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50C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CA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ЛИГ</w:t>
            </w:r>
          </w:p>
        </w:tc>
      </w:tr>
      <w:tr w:rsidR="00CF041D" w:rsidRPr="00863EC1" w14:paraId="1FC466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292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381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AF3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F2F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D7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11C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69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EA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КСВ</w:t>
            </w:r>
          </w:p>
        </w:tc>
      </w:tr>
      <w:tr w:rsidR="00CF041D" w:rsidRPr="00863EC1" w14:paraId="3BE0BD4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AE6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882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F2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43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31C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844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23F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CDC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CF041D" w:rsidRPr="00863EC1" w14:paraId="64242DD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A4E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6A2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AE2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9F7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39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6AF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ABF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18.41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15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ВДП</w:t>
            </w:r>
          </w:p>
        </w:tc>
      </w:tr>
      <w:tr w:rsidR="00CF041D" w:rsidRPr="00863EC1" w14:paraId="031B246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019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AA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84C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19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D0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B97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D01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1CC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CF041D" w:rsidRPr="00863EC1" w14:paraId="404CB19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16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492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8D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972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D2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1B4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A28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802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ИДМ</w:t>
            </w:r>
          </w:p>
        </w:tc>
      </w:tr>
      <w:tr w:rsidR="00CF041D" w:rsidRPr="00863EC1" w14:paraId="0D9C04C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6C0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3B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4EB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84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3E9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812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B6A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16.12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1D0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НСР</w:t>
            </w:r>
          </w:p>
        </w:tc>
      </w:tr>
      <w:tr w:rsidR="00CF041D" w:rsidRPr="00863EC1" w14:paraId="272C8A8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EE8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1E4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54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E80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1AA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55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1D8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19F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БАК</w:t>
            </w:r>
          </w:p>
        </w:tc>
      </w:tr>
      <w:tr w:rsidR="00CF041D" w:rsidRPr="00863EC1" w14:paraId="77AC664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51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FE5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BA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5A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32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2F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F9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FDB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ТКЯ</w:t>
            </w:r>
          </w:p>
        </w:tc>
      </w:tr>
      <w:tr w:rsidR="00CF041D" w:rsidRPr="00863EC1" w14:paraId="4E37517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7C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92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29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3AB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256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018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302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444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ЛИН</w:t>
            </w:r>
          </w:p>
        </w:tc>
      </w:tr>
      <w:tr w:rsidR="00CF041D" w:rsidRPr="00863EC1" w14:paraId="6FD0A67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CF4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CF4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7A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6C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744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2B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14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861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ЖВТ</w:t>
            </w:r>
          </w:p>
        </w:tc>
      </w:tr>
      <w:tr w:rsidR="00CF041D" w:rsidRPr="00863EC1" w14:paraId="0C00B98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FFE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51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220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39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599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9C4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3A1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E95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РКН</w:t>
            </w:r>
          </w:p>
        </w:tc>
      </w:tr>
      <w:tr w:rsidR="00CF041D" w:rsidRPr="00863EC1" w14:paraId="060433C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4A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CE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D8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D58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B91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CD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68F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36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ИЗМ</w:t>
            </w:r>
          </w:p>
        </w:tc>
      </w:tr>
      <w:tr w:rsidR="00CF041D" w:rsidRPr="00863EC1" w14:paraId="58E667E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3A0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3D4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A3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A2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BCD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468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F31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00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ЙСВ</w:t>
            </w:r>
          </w:p>
        </w:tc>
      </w:tr>
      <w:tr w:rsidR="00CF041D" w:rsidRPr="00863EC1" w14:paraId="3426724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50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47A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0E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EE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EAA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3C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6A0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0CF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ИЗМ</w:t>
            </w:r>
          </w:p>
        </w:tc>
      </w:tr>
      <w:tr w:rsidR="00CF041D" w:rsidRPr="00863EC1" w14:paraId="5274D6C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4F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12A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619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765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42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09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D0C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BE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14FC583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15A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82C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FFE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A79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DAF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0E8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2B5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6B2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СИН</w:t>
            </w:r>
          </w:p>
        </w:tc>
      </w:tr>
      <w:tr w:rsidR="00CF041D" w:rsidRPr="00863EC1" w14:paraId="22513D6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1AA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131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68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7E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7E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64C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273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92C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7002367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85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1E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F76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EA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AB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D9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38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A2A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ГКП</w:t>
            </w:r>
          </w:p>
        </w:tc>
      </w:tr>
      <w:tr w:rsidR="00CF041D" w:rsidRPr="00863EC1" w14:paraId="38FD39B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DC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7E0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CEC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2DE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898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1D3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0B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41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РИН</w:t>
            </w:r>
          </w:p>
        </w:tc>
      </w:tr>
      <w:tr w:rsidR="00CF041D" w:rsidRPr="00863EC1" w14:paraId="2E88429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D08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D59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A9B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DC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937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0E2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81E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19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РИН</w:t>
            </w:r>
          </w:p>
        </w:tc>
      </w:tr>
      <w:tr w:rsidR="00CF041D" w:rsidRPr="00863EC1" w14:paraId="34BD147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93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86C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8A9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DE7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2B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66E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2.174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B2D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10.87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717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ИСТ</w:t>
            </w:r>
          </w:p>
        </w:tc>
      </w:tr>
      <w:tr w:rsidR="00CF041D" w:rsidRPr="00863EC1" w14:paraId="044D04C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71C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603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9AB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3B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39F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ACE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D74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64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КИС</w:t>
            </w:r>
          </w:p>
        </w:tc>
      </w:tr>
      <w:tr w:rsidR="00CF041D" w:rsidRPr="00863EC1" w14:paraId="66EB19C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8F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A3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5FA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15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61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985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4E1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04D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АИС</w:t>
            </w:r>
          </w:p>
        </w:tc>
      </w:tr>
      <w:tr w:rsidR="00CF041D" w:rsidRPr="00863EC1" w14:paraId="61428E8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974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C11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8E1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655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C35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2C5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9C5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AC0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ХИР</w:t>
            </w:r>
          </w:p>
        </w:tc>
      </w:tr>
      <w:tr w:rsidR="00CF041D" w:rsidRPr="00863EC1" w14:paraId="37CEEFA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8A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69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B5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6A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FE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BE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95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7B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ИДМ</w:t>
            </w:r>
          </w:p>
        </w:tc>
      </w:tr>
      <w:tr w:rsidR="00CF041D" w:rsidRPr="00863EC1" w14:paraId="254E0A1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C40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D3A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B5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2C5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F1B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5E9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442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A2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ГНГ</w:t>
            </w:r>
          </w:p>
        </w:tc>
      </w:tr>
      <w:tr w:rsidR="00CF041D" w:rsidRPr="00863EC1" w14:paraId="0A279DE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506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914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01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20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AE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A8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58E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79C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БСГ и др.</w:t>
            </w:r>
          </w:p>
        </w:tc>
      </w:tr>
      <w:tr w:rsidR="00CF041D" w:rsidRPr="00863EC1" w14:paraId="6546705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22F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56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B5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1D8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E1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6E3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E3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DA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ЛИМ</w:t>
            </w:r>
          </w:p>
        </w:tc>
      </w:tr>
      <w:tr w:rsidR="00CF041D" w:rsidRPr="00863EC1" w14:paraId="110C396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6D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215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29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EDA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BC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63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03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A18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CF041D" w:rsidRPr="00863EC1" w14:paraId="4CC79C3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332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00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2DE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61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02E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B05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FA8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E9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ХИР</w:t>
            </w:r>
          </w:p>
        </w:tc>
      </w:tr>
      <w:tr w:rsidR="00CF041D" w:rsidRPr="00863EC1" w14:paraId="27B6341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094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0F3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F44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BDD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69C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D3D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65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70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CF041D" w:rsidRPr="00863EC1" w14:paraId="4FDA34C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A3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2D2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90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70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10B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EC7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97B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7.42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6E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СТП</w:t>
            </w:r>
          </w:p>
        </w:tc>
      </w:tr>
      <w:tr w:rsidR="00CF041D" w:rsidRPr="00863EC1" w14:paraId="70A3B62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854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506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2C8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D6B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67E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F46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DC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CC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CF041D" w:rsidRPr="00863EC1" w14:paraId="38F4FE3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08C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C9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28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E8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76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78E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1DC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52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ИДМ</w:t>
            </w:r>
          </w:p>
        </w:tc>
      </w:tr>
      <w:tr w:rsidR="00CF041D" w:rsidRPr="00863EC1" w14:paraId="37D7025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9A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02F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EE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35A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007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F8E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DF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F6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CF041D" w:rsidRPr="00863EC1" w14:paraId="7BFFE90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077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9CB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FC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12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6FC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A19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69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6.21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A8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ЛИН</w:t>
            </w:r>
          </w:p>
        </w:tc>
      </w:tr>
      <w:tr w:rsidR="00CF041D" w:rsidRPr="00863EC1" w14:paraId="385A515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C46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5BD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A5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E8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B0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24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09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6.15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09A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</w:tr>
      <w:tr w:rsidR="00CF041D" w:rsidRPr="00863EC1" w14:paraId="00CE0F5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01B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D17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84F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184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C9B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F9C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0D5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015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5613D58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F01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597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28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EF1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901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8A1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B90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49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ГНГ</w:t>
            </w:r>
          </w:p>
        </w:tc>
      </w:tr>
      <w:tr w:rsidR="00CF041D" w:rsidRPr="00863EC1" w14:paraId="7189340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5D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37A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2E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C87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77B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87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9B2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E68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РМП</w:t>
            </w:r>
          </w:p>
        </w:tc>
      </w:tr>
      <w:tr w:rsidR="00CF041D" w:rsidRPr="00863EC1" w14:paraId="78E83A9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D0F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86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21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D4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D97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0A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13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4E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1BF9A5F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CDB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F3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D41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F1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025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88A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45D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637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</w:tr>
      <w:tr w:rsidR="00CF041D" w:rsidRPr="00863EC1" w14:paraId="7BE93F9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29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7E5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BB4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F75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D2F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EEA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00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AC4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ИЗМ</w:t>
            </w:r>
          </w:p>
        </w:tc>
      </w:tr>
      <w:tr w:rsidR="00CF041D" w:rsidRPr="00863EC1" w14:paraId="55C8A39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D2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DD7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2CF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16C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24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1CF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176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1A0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БВВ</w:t>
            </w:r>
          </w:p>
        </w:tc>
      </w:tr>
      <w:tr w:rsidR="00CF041D" w:rsidRPr="00863EC1" w14:paraId="426CA51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857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A7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5FB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EAE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20A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AF2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C7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5.04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55A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501C869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A9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4E3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D08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47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D25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AEB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C2E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18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</w:t>
            </w:r>
          </w:p>
        </w:tc>
      </w:tr>
      <w:tr w:rsidR="00CF041D" w:rsidRPr="00863EC1" w14:paraId="27A15E5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3F0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FC7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79F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56D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64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F17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78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CD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НИН</w:t>
            </w:r>
          </w:p>
        </w:tc>
      </w:tr>
      <w:tr w:rsidR="00CF041D" w:rsidRPr="00863EC1" w14:paraId="49EE5E5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37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9D6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51F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FA2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9A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6DB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D37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0F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CF041D" w:rsidRPr="00863EC1" w14:paraId="2F36E20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61B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AD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C55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1A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496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DD6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2B8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92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ВДВ</w:t>
            </w:r>
          </w:p>
        </w:tc>
      </w:tr>
      <w:tr w:rsidR="00CF041D" w:rsidRPr="00863EC1" w14:paraId="40692D7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13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46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750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526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9C5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4C1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E9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AB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СИН</w:t>
            </w:r>
          </w:p>
        </w:tc>
      </w:tr>
      <w:tr w:rsidR="00CF041D" w:rsidRPr="00863EC1" w14:paraId="000B6E9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2BA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5B8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0A0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16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E65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CAA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E1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409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КСВ</w:t>
            </w:r>
          </w:p>
        </w:tc>
      </w:tr>
      <w:tr w:rsidR="00CF041D" w:rsidRPr="00863EC1" w14:paraId="64EE1A1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F0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12A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40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F7D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AD1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79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3E6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A4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</w:tr>
      <w:tr w:rsidR="00CF041D" w:rsidRPr="00863EC1" w14:paraId="2C1F2B7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AB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3B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DD9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C5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21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F2E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75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AC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CF041D" w:rsidRPr="00863EC1" w14:paraId="78CA851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437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47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5E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C8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A5D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9C8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3F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B3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ГНГ</w:t>
            </w:r>
          </w:p>
        </w:tc>
      </w:tr>
      <w:tr w:rsidR="00CF041D" w:rsidRPr="00863EC1" w14:paraId="6DFC21D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0D9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F1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AB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669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D9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8F4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61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251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ЕДП</w:t>
            </w:r>
          </w:p>
        </w:tc>
      </w:tr>
      <w:tr w:rsidR="00CF041D" w:rsidRPr="00863EC1" w14:paraId="5E55330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28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85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343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23A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E06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C3E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64C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70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5530AD9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8F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505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CCB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24F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5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49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D6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CD7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ДПВ</w:t>
            </w:r>
          </w:p>
        </w:tc>
      </w:tr>
      <w:tr w:rsidR="00CF041D" w:rsidRPr="00863EC1" w14:paraId="601D1EA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F6D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52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193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2E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FC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305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0.472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F39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038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МИИ</w:t>
            </w:r>
          </w:p>
        </w:tc>
      </w:tr>
      <w:tr w:rsidR="00CF041D" w:rsidRPr="00863EC1" w14:paraId="2B14104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61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828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8A2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FFB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4E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46B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4BB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61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645D588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25A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21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FD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F76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8DF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EBF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826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23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КФА и др.</w:t>
            </w:r>
          </w:p>
        </w:tc>
      </w:tr>
      <w:tr w:rsidR="00CF041D" w:rsidRPr="00863EC1" w14:paraId="2367253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E1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57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7F4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4D5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945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BD9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1E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6E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ВСС и др.</w:t>
            </w:r>
          </w:p>
        </w:tc>
      </w:tr>
      <w:tr w:rsidR="00CF041D" w:rsidRPr="00863EC1" w14:paraId="3A0DDE4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B6A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86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E7E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15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6C7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FE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06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82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ГПН</w:t>
            </w:r>
          </w:p>
        </w:tc>
      </w:tr>
      <w:tr w:rsidR="00CF041D" w:rsidRPr="00863EC1" w14:paraId="3F8647E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4A6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2C6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36D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DDC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3D6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BC2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61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76A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РВА</w:t>
            </w:r>
          </w:p>
        </w:tc>
      </w:tr>
      <w:tr w:rsidR="00CF041D" w:rsidRPr="00863EC1" w14:paraId="54D6C11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207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CB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BE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E8D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B6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03F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15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42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CF041D" w:rsidRPr="00863EC1" w14:paraId="3AA49BA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9E9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BD0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1E1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1C0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FF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E2D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37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22.30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9CE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ХПН</w:t>
            </w:r>
          </w:p>
        </w:tc>
      </w:tr>
      <w:tr w:rsidR="00CF041D" w:rsidRPr="00863EC1" w14:paraId="12FC75B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438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D0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6CF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A10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FC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1B9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65D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8C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ИДМ</w:t>
            </w:r>
          </w:p>
        </w:tc>
      </w:tr>
      <w:tr w:rsidR="00CF041D" w:rsidRPr="00863EC1" w14:paraId="24361FC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D5E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798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88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75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65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5A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2A6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BFD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РМЖ</w:t>
            </w:r>
          </w:p>
        </w:tc>
      </w:tr>
      <w:tr w:rsidR="00CF041D" w:rsidRPr="00863EC1" w14:paraId="58318D2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E3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D2B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B7D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012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D4E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7E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1A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CA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CF041D" w:rsidRPr="00863EC1" w14:paraId="4DC5A0B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169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E62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96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7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387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F33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815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45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CF041D" w:rsidRPr="00863EC1" w14:paraId="65CA678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FC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41F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533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28D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39F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64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2C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AF3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1B8FFB3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98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24E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C38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51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E3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20A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F27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D62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ТВА</w:t>
            </w:r>
          </w:p>
        </w:tc>
      </w:tr>
      <w:tr w:rsidR="00CF041D" w:rsidRPr="00863EC1" w14:paraId="60B9D6E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604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F0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F85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AE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094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1C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9C8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A1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CF041D" w:rsidRPr="00863EC1" w14:paraId="7038204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656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CCC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F65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801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A41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B73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4EC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A57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CF041D" w:rsidRPr="00863EC1" w14:paraId="11CD211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B02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E8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AB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F11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244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74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490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75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ЙКП</w:t>
            </w:r>
          </w:p>
        </w:tc>
      </w:tr>
      <w:tr w:rsidR="00CF041D" w:rsidRPr="00863EC1" w14:paraId="2C0B44D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BA1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97B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D9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509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374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AC5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B54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DE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СММ</w:t>
            </w:r>
          </w:p>
        </w:tc>
      </w:tr>
      <w:tr w:rsidR="00CF041D" w:rsidRPr="00863EC1" w14:paraId="78C9292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B9C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68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D8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23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703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0F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EF6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C28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ЦАГ</w:t>
            </w:r>
          </w:p>
        </w:tc>
      </w:tr>
      <w:tr w:rsidR="00CF041D" w:rsidRPr="00863EC1" w14:paraId="40AA17C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BD7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E24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519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07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8C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E6C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9C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A0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НИН</w:t>
            </w:r>
          </w:p>
        </w:tc>
      </w:tr>
      <w:tr w:rsidR="00CF041D" w:rsidRPr="00863EC1" w14:paraId="30652A3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F1F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0A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C0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52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D6F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C6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00D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429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СЛН</w:t>
            </w:r>
          </w:p>
        </w:tc>
      </w:tr>
      <w:tr w:rsidR="00CF041D" w:rsidRPr="00863EC1" w14:paraId="675C167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54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00D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34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3E4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546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420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73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B6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КЯЧ</w:t>
            </w:r>
          </w:p>
        </w:tc>
      </w:tr>
      <w:tr w:rsidR="00CF041D" w:rsidRPr="00863EC1" w14:paraId="686B490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7FC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B5B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3AD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17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63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A6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5C1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54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ИКЯ</w:t>
            </w:r>
          </w:p>
        </w:tc>
      </w:tr>
      <w:tr w:rsidR="00CF041D" w:rsidRPr="00863EC1" w14:paraId="51D258F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DB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5E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AD7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834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9A6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98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55F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13.93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B9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ДКЯ</w:t>
            </w:r>
          </w:p>
        </w:tc>
      </w:tr>
      <w:tr w:rsidR="00CF041D" w:rsidRPr="00863EC1" w14:paraId="75E9B86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F9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2AF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52D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453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8E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2C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67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62D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ИЗГ</w:t>
            </w:r>
          </w:p>
        </w:tc>
      </w:tr>
      <w:tr w:rsidR="00CF041D" w:rsidRPr="00863EC1" w14:paraId="5763835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3AF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16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2A7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902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728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B40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863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1C0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АРП</w:t>
            </w:r>
          </w:p>
        </w:tc>
      </w:tr>
      <w:tr w:rsidR="00CF041D" w:rsidRPr="00863EC1" w14:paraId="499ADBA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340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D83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217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8B7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DA8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CA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75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92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ИКЯ</w:t>
            </w:r>
          </w:p>
        </w:tc>
      </w:tr>
      <w:tr w:rsidR="00CF041D" w:rsidRPr="00863EC1" w14:paraId="19C94AF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A2B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55C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9D2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74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39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616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0E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2D8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ДЦХ</w:t>
            </w:r>
          </w:p>
        </w:tc>
      </w:tr>
      <w:tr w:rsidR="00CF041D" w:rsidRPr="00863EC1" w14:paraId="36D56CA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CFD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904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D9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EC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5C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EE2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00D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720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СИГ</w:t>
            </w:r>
          </w:p>
        </w:tc>
      </w:tr>
      <w:tr w:rsidR="00CF041D" w:rsidRPr="00863EC1" w14:paraId="24A3204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6A4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34E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397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669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C9C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4DE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608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40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БНИ</w:t>
            </w:r>
          </w:p>
        </w:tc>
      </w:tr>
      <w:tr w:rsidR="00CF041D" w:rsidRPr="00863EC1" w14:paraId="7C900C7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24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FAF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E8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74D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716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4C1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9B5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4A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0FFC60B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C0F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A1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065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F14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D19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631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896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FD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БСГ и др.</w:t>
            </w:r>
          </w:p>
        </w:tc>
      </w:tr>
      <w:tr w:rsidR="00CF041D" w:rsidRPr="00863EC1" w14:paraId="3200892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A3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AD2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4B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FD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F2A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A11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E7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CFA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БАК</w:t>
            </w:r>
          </w:p>
        </w:tc>
      </w:tr>
      <w:tr w:rsidR="00CF041D" w:rsidRPr="00863EC1" w14:paraId="4EBF590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B6A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14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605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42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1F8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C8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FD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E5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КЯЧ</w:t>
            </w:r>
          </w:p>
        </w:tc>
      </w:tr>
      <w:tr w:rsidR="00CF041D" w:rsidRPr="00863EC1" w14:paraId="16091B3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6E7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01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99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BD0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17C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8D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217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8E4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CF041D" w:rsidRPr="00863EC1" w14:paraId="3F708F3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594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806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868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2BE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C66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6D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DA0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279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ЕГИ</w:t>
            </w:r>
          </w:p>
        </w:tc>
      </w:tr>
      <w:tr w:rsidR="00CF041D" w:rsidRPr="00863EC1" w14:paraId="71759A6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3FE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67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77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45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D04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7E5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ED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68F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ТМК</w:t>
            </w:r>
          </w:p>
        </w:tc>
      </w:tr>
      <w:tr w:rsidR="00CF041D" w:rsidRPr="00863EC1" w14:paraId="12B69E8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22C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8C4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569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4CB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02C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F35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226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28E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ДКЯ</w:t>
            </w:r>
          </w:p>
        </w:tc>
      </w:tr>
      <w:tr w:rsidR="00CF041D" w:rsidRPr="00863EC1" w14:paraId="22D37FC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BD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8AF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0C7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2C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23F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7E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97F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D6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ЛИГ</w:t>
            </w:r>
          </w:p>
        </w:tc>
      </w:tr>
      <w:tr w:rsidR="00CF041D" w:rsidRPr="00863EC1" w14:paraId="3C90540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25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A8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860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370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569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080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D4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703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ППР</w:t>
            </w:r>
          </w:p>
        </w:tc>
      </w:tr>
      <w:tr w:rsidR="00CF041D" w:rsidRPr="00863EC1" w14:paraId="5FB5F2B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34F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8B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DC8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BD2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66B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53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05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C6E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ПСИ</w:t>
            </w:r>
          </w:p>
        </w:tc>
      </w:tr>
      <w:tr w:rsidR="00CF041D" w:rsidRPr="00863EC1" w14:paraId="6ABD436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E29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7FE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E2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90E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F9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757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660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14.93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631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СТП</w:t>
            </w:r>
          </w:p>
        </w:tc>
      </w:tr>
      <w:tr w:rsidR="00CF041D" w:rsidRPr="00863EC1" w14:paraId="0C42278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49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D6B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49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41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A2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FE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11E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13.27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A48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CF041D" w:rsidRPr="00863EC1" w14:paraId="6026DC2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1D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2A8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3D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028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5D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7C1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0CD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13.04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69E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МСП и др.</w:t>
            </w:r>
          </w:p>
        </w:tc>
      </w:tr>
      <w:tr w:rsidR="00CF041D" w:rsidRPr="00863EC1" w14:paraId="5480BF6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D4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BAB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6AC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C0B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71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212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EB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DA0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СЛН</w:t>
            </w:r>
          </w:p>
        </w:tc>
      </w:tr>
      <w:tr w:rsidR="00CF041D" w:rsidRPr="00863EC1" w14:paraId="0A3590F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EE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65F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8C4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CB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59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28C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8C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6.83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1DA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ВФВ</w:t>
            </w:r>
          </w:p>
        </w:tc>
      </w:tr>
      <w:tr w:rsidR="00CF041D" w:rsidRPr="00863EC1" w14:paraId="3568CDA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802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69B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427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D70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52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F2B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CF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5.52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1CB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2DBF6A1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59B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0A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469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9B8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58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73C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11E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F1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СИН</w:t>
            </w:r>
          </w:p>
        </w:tc>
      </w:tr>
      <w:tr w:rsidR="00CF041D" w:rsidRPr="00863EC1" w14:paraId="052F8E0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5D7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56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12B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44A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B09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768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5D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53A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ЛИН</w:t>
            </w:r>
          </w:p>
        </w:tc>
      </w:tr>
      <w:tr w:rsidR="00CF041D" w:rsidRPr="00863EC1" w14:paraId="58B5DBE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7F3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C39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9B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E6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BB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8CC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B33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67E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286F5A0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1FC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323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ED4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51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76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23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A1C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605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РИН</w:t>
            </w:r>
          </w:p>
        </w:tc>
      </w:tr>
      <w:tr w:rsidR="00CF041D" w:rsidRPr="00863EC1" w14:paraId="7DCE8CB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58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207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E3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3E8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DD8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C8A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C5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62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ЕДГ</w:t>
            </w:r>
          </w:p>
        </w:tc>
      </w:tr>
      <w:tr w:rsidR="00CF041D" w:rsidRPr="00863EC1" w14:paraId="436FFF1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9B5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97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268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CE9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2A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0C6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A3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5B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МИИ</w:t>
            </w:r>
          </w:p>
        </w:tc>
      </w:tr>
      <w:tr w:rsidR="00CF041D" w:rsidRPr="00863EC1" w14:paraId="16CA190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8E0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D16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26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ACA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AC6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BCD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F15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1.96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9E3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15115D3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E95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820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440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BF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6C5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9A4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9E1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1.95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55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11D64B2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32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97D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5E7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9B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23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E0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04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852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КНА</w:t>
            </w:r>
          </w:p>
        </w:tc>
      </w:tr>
      <w:tr w:rsidR="00CF041D" w:rsidRPr="00863EC1" w14:paraId="1E06082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6B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012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7AC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56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DA7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23F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1D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CE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ИСТ</w:t>
            </w:r>
          </w:p>
        </w:tc>
      </w:tr>
      <w:tr w:rsidR="00CF041D" w:rsidRPr="00863EC1" w14:paraId="1B9FA90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10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E7A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533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BBB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3C7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100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B23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326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ПАТ</w:t>
            </w:r>
          </w:p>
        </w:tc>
      </w:tr>
      <w:tr w:rsidR="00CF041D" w:rsidRPr="00863EC1" w14:paraId="5CE49D0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4B0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6F2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B6D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EA5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CF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33B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94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BFF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ГНГ</w:t>
            </w:r>
          </w:p>
        </w:tc>
      </w:tr>
      <w:tr w:rsidR="00CF041D" w:rsidRPr="00863EC1" w14:paraId="095C357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8EF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94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07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BD8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E7C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D04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288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BB4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CF041D" w:rsidRPr="00863EC1" w14:paraId="4A6535E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CE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CE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6F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F1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83D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6E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35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32A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ВДП</w:t>
            </w:r>
          </w:p>
        </w:tc>
      </w:tr>
      <w:tr w:rsidR="00CF041D" w:rsidRPr="00863EC1" w14:paraId="5D2EB91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B5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0C8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CA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32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54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B3B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F3B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92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ДКП</w:t>
            </w:r>
          </w:p>
        </w:tc>
      </w:tr>
      <w:tr w:rsidR="00CF041D" w:rsidRPr="00863EC1" w14:paraId="0D9B46F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75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9E7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3C4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76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F54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6E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367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E42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ТКП</w:t>
            </w:r>
          </w:p>
        </w:tc>
      </w:tr>
      <w:tr w:rsidR="00CF041D" w:rsidRPr="00863EC1" w14:paraId="6B6BE7A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07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B47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3DA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35C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55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B22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3B5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70D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3D0C7C9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38C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45F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84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512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954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853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44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76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ССИ</w:t>
            </w:r>
          </w:p>
        </w:tc>
      </w:tr>
      <w:tr w:rsidR="00CF041D" w:rsidRPr="00863EC1" w14:paraId="2D31AAA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7B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65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8C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254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96A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0C8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B89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A01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КАИ</w:t>
            </w:r>
          </w:p>
        </w:tc>
      </w:tr>
      <w:tr w:rsidR="00CF041D" w:rsidRPr="00863EC1" w14:paraId="144C224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D09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674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148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70F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E4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97E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E3B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780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ТВК и др.</w:t>
            </w:r>
          </w:p>
        </w:tc>
      </w:tr>
      <w:tr w:rsidR="00CF041D" w:rsidRPr="00863EC1" w14:paraId="044C33D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BA3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E6D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7FB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744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8D6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EA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0B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566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ТЗМ и др.</w:t>
            </w:r>
          </w:p>
        </w:tc>
      </w:tr>
      <w:tr w:rsidR="00CF041D" w:rsidRPr="00863EC1" w14:paraId="6FED587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CB0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6DF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660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92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104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DA7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67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C3B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5DEB695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C9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54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64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C5A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76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F8D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3D6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2B0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РВА</w:t>
            </w:r>
          </w:p>
        </w:tc>
      </w:tr>
      <w:tr w:rsidR="00CF041D" w:rsidRPr="00863EC1" w14:paraId="2CEC883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18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4C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20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73D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2CC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4C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0B7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F7F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5DB05FD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342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7D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728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569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F8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1E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DDE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801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ХИР</w:t>
            </w:r>
          </w:p>
        </w:tc>
      </w:tr>
      <w:tr w:rsidR="00CF041D" w:rsidRPr="00863EC1" w14:paraId="69B628F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8FF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8BB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9C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70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946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636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EC0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31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КГК</w:t>
            </w:r>
          </w:p>
        </w:tc>
      </w:tr>
      <w:tr w:rsidR="00CF041D" w:rsidRPr="00863EC1" w14:paraId="14A174F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2B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8E7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00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85B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C06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43A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1C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D2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ДИГ</w:t>
            </w:r>
          </w:p>
        </w:tc>
      </w:tr>
      <w:tr w:rsidR="00CF041D" w:rsidRPr="00863EC1" w14:paraId="26C5B9E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0AC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43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F9D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0DC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6C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56C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05F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A3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ЙКП</w:t>
            </w:r>
          </w:p>
        </w:tc>
      </w:tr>
      <w:tr w:rsidR="00CF041D" w:rsidRPr="00863EC1" w14:paraId="56324B7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6E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D1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014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57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F7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B38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96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02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КНА</w:t>
            </w:r>
          </w:p>
        </w:tc>
      </w:tr>
      <w:tr w:rsidR="00CF041D" w:rsidRPr="00863EC1" w14:paraId="580B9F3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6CE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76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AA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AD2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0C4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AA2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B7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6B4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СЙС</w:t>
            </w:r>
          </w:p>
        </w:tc>
      </w:tr>
      <w:tr w:rsidR="00CF041D" w:rsidRPr="00863EC1" w14:paraId="7A3F8DD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875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10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361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A24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36D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5C5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CCF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D5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РМП</w:t>
            </w:r>
          </w:p>
        </w:tc>
      </w:tr>
      <w:tr w:rsidR="00CF041D" w:rsidRPr="00863EC1" w14:paraId="30E5D43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174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18F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1B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563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83C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EBD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B9B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E20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ПАТ</w:t>
            </w:r>
          </w:p>
        </w:tc>
      </w:tr>
      <w:tr w:rsidR="00CF041D" w:rsidRPr="00863EC1" w14:paraId="1F691FB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A0D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52A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784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65C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134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89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B3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02E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CF041D" w:rsidRPr="00863EC1" w14:paraId="7B94978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91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FB1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6A5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61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79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B6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E4C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D63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</w:tr>
      <w:tr w:rsidR="00CF041D" w:rsidRPr="00863EC1" w14:paraId="1C9AA12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596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7D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73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18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3BE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B0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C1C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765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БНИ</w:t>
            </w:r>
          </w:p>
        </w:tc>
      </w:tr>
      <w:tr w:rsidR="00CF041D" w:rsidRPr="00863EC1" w14:paraId="13ABBDA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29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5BA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4CF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728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FFB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F36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33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214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КИС</w:t>
            </w:r>
          </w:p>
        </w:tc>
      </w:tr>
      <w:tr w:rsidR="00CF041D" w:rsidRPr="00863EC1" w14:paraId="4AD32B3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742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84C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89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4DA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A7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171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203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1DE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5810E73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EDD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4CB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8F5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80B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794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28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342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53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БТН</w:t>
            </w:r>
          </w:p>
        </w:tc>
      </w:tr>
      <w:tr w:rsidR="00CF041D" w:rsidRPr="00863EC1" w14:paraId="1DE5AD9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13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CD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5E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D2A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E2C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CE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60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96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ДПВ</w:t>
            </w:r>
          </w:p>
        </w:tc>
      </w:tr>
      <w:tr w:rsidR="00CF041D" w:rsidRPr="00863EC1" w14:paraId="38CC5E4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C9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9A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D15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CC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F12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F7B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47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91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ДГП</w:t>
            </w:r>
          </w:p>
        </w:tc>
      </w:tr>
      <w:tr w:rsidR="00CF041D" w:rsidRPr="00863EC1" w14:paraId="4E8CEC3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8E1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C9E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27C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DF0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757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66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462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396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7C561E4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FDA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4AB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EF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76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FF5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D1A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75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14.42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F1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ПДГ</w:t>
            </w:r>
          </w:p>
        </w:tc>
      </w:tr>
      <w:tr w:rsidR="00CF041D" w:rsidRPr="00863EC1" w14:paraId="2EA5B4C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65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2B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FF3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47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288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F2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E2D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DA8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ПГР</w:t>
            </w:r>
          </w:p>
        </w:tc>
      </w:tr>
      <w:tr w:rsidR="00CF041D" w:rsidRPr="00863EC1" w14:paraId="6F1A7E2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520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9E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EA9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C8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9E0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950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95C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EE5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0922193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EB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A48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2EA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C6C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19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91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6A5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59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ТЙК</w:t>
            </w:r>
          </w:p>
        </w:tc>
      </w:tr>
      <w:tr w:rsidR="00CF041D" w:rsidRPr="00863EC1" w14:paraId="791BC4F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95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A8B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8C1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70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D2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94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DA0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0.46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F9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СНИ</w:t>
            </w:r>
          </w:p>
        </w:tc>
      </w:tr>
      <w:tr w:rsidR="00CF041D" w:rsidRPr="00863EC1" w14:paraId="6C6C0A4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6C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49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17C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557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47E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2D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A56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183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CF041D" w:rsidRPr="00863EC1" w14:paraId="37943D2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3B0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700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AC6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9B6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30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5A8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6B0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905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0A7D1D9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80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4CA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BA7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5C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46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56B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6.971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050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34.85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13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ЛВТ</w:t>
            </w:r>
          </w:p>
        </w:tc>
      </w:tr>
      <w:tr w:rsidR="00CF041D" w:rsidRPr="00863EC1" w14:paraId="00E1B98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CE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CF1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5B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60D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A5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19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6.077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61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30.39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1E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КРИСТАЛ КОРПОРЕЙШЪН ЕООД</w:t>
            </w:r>
          </w:p>
        </w:tc>
      </w:tr>
      <w:tr w:rsidR="00CF041D" w:rsidRPr="00863EC1" w14:paraId="6AD8AF5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63B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E67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FD1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7C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C9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C23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D7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13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ЦАГ</w:t>
            </w:r>
          </w:p>
        </w:tc>
      </w:tr>
      <w:tr w:rsidR="00CF041D" w:rsidRPr="00863EC1" w14:paraId="4F1C6FB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AB2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A76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B5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9A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47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EF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66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D64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БНИ</w:t>
            </w:r>
          </w:p>
        </w:tc>
      </w:tr>
      <w:tr w:rsidR="00CF041D" w:rsidRPr="00863EC1" w14:paraId="1C25AF1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730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8EA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D7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C4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F6C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6FC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6A9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B9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ГПН</w:t>
            </w:r>
          </w:p>
        </w:tc>
      </w:tr>
      <w:tr w:rsidR="00CF041D" w:rsidRPr="00863EC1" w14:paraId="766EFB7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BAB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1B2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59F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56F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67E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B1F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4E8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26A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CF041D" w:rsidRPr="00863EC1" w14:paraId="7083086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1E6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D5C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92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82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CB4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5A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B2B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000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ППР</w:t>
            </w:r>
          </w:p>
        </w:tc>
      </w:tr>
      <w:tr w:rsidR="00CF041D" w:rsidRPr="00863EC1" w14:paraId="461C49A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735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E81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8CB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6C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16D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1F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C2A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37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ХИР</w:t>
            </w:r>
          </w:p>
        </w:tc>
      </w:tr>
      <w:tr w:rsidR="00CF041D" w:rsidRPr="00863EC1" w14:paraId="6BB59CA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2F0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88E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47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0FE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68B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6D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0AF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C9C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CF041D" w:rsidRPr="00863EC1" w14:paraId="3EE3CE8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BF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8A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303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C9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F8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CC1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F9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BA2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CF041D" w:rsidRPr="00863EC1" w14:paraId="2E48A31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6ED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24D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4C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559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71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885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7DD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1D4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ХПН</w:t>
            </w:r>
          </w:p>
        </w:tc>
      </w:tr>
      <w:tr w:rsidR="00CF041D" w:rsidRPr="00863EC1" w14:paraId="4581848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5B5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6F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D9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B4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977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DA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40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19.96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A86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ТМК</w:t>
            </w:r>
          </w:p>
        </w:tc>
      </w:tr>
      <w:tr w:rsidR="00CF041D" w:rsidRPr="00863EC1" w14:paraId="10EA1F9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570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BE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F74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0B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628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AD1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8C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65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СТК</w:t>
            </w:r>
          </w:p>
        </w:tc>
      </w:tr>
      <w:tr w:rsidR="00CF041D" w:rsidRPr="00863EC1" w14:paraId="146E24C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08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5A0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BC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E81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15C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A0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28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18.76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FF2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ИВБ</w:t>
            </w:r>
          </w:p>
        </w:tc>
      </w:tr>
      <w:tr w:rsidR="00CF041D" w:rsidRPr="00863EC1" w14:paraId="77AFB4D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76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8E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5C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AAA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7BD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54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9C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CEA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СЙС</w:t>
            </w:r>
          </w:p>
        </w:tc>
      </w:tr>
      <w:tr w:rsidR="00CF041D" w:rsidRPr="00863EC1" w14:paraId="279BAB6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21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8A9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75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5D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5F1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8DB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C0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0A3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КЛС</w:t>
            </w:r>
          </w:p>
        </w:tc>
      </w:tr>
      <w:tr w:rsidR="00CF041D" w:rsidRPr="00863EC1" w14:paraId="5AD7F33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B57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79A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37B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A7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A87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67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B4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4CA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</w:tr>
      <w:tr w:rsidR="00CF041D" w:rsidRPr="00863EC1" w14:paraId="54AFA39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82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9D2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E83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3F6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1D2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F9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1DE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AD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КФА и др.</w:t>
            </w:r>
          </w:p>
        </w:tc>
      </w:tr>
      <w:tr w:rsidR="00CF041D" w:rsidRPr="00863EC1" w14:paraId="022487A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9A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219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D2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469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199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FF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979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A50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ДПВ</w:t>
            </w:r>
          </w:p>
        </w:tc>
      </w:tr>
      <w:tr w:rsidR="00CF041D" w:rsidRPr="00863EC1" w14:paraId="58C1FF7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4EF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6E4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8DD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C8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0B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C93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16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01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ИКЯ</w:t>
            </w:r>
          </w:p>
        </w:tc>
      </w:tr>
      <w:tr w:rsidR="00CF041D" w:rsidRPr="00863EC1" w14:paraId="62A0F2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384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FFD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0B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643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F68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C17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BA3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52E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ДКЯ</w:t>
            </w:r>
          </w:p>
        </w:tc>
      </w:tr>
      <w:tr w:rsidR="00CF041D" w:rsidRPr="00863EC1" w14:paraId="64ABD8B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E7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A0D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E91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3C5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92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EC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E9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9D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СКН</w:t>
            </w:r>
          </w:p>
        </w:tc>
      </w:tr>
      <w:tr w:rsidR="00CF041D" w:rsidRPr="00863EC1" w14:paraId="32FF822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12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8F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A19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167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A5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2D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CC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C73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CF041D" w:rsidRPr="00863EC1" w14:paraId="7F92EB4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C2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A2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B59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36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609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AA8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7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BF5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CF041D" w:rsidRPr="00863EC1" w14:paraId="3824ED7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8E1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B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262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9D2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22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CB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81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F3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ИДМ</w:t>
            </w:r>
          </w:p>
        </w:tc>
      </w:tr>
      <w:tr w:rsidR="00CF041D" w:rsidRPr="00863EC1" w14:paraId="711BD30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75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00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A8F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FCA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7F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35D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447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7C8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ПЗР</w:t>
            </w:r>
          </w:p>
        </w:tc>
      </w:tr>
      <w:tr w:rsidR="00CF041D" w:rsidRPr="00863EC1" w14:paraId="4F68052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1E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4DA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E7C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F1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589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3A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868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7BF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ДАВ</w:t>
            </w:r>
          </w:p>
        </w:tc>
      </w:tr>
      <w:tr w:rsidR="00CF041D" w:rsidRPr="00863EC1" w14:paraId="22C0AE0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BA0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E48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CAA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B9F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60B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4FD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C0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79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CF041D" w:rsidRPr="00863EC1" w14:paraId="3CC1184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040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48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4A6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3B7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7C8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B2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DE9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43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150F3B4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DC3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03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C1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C8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DF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E3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4A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D2E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КСВ</w:t>
            </w:r>
          </w:p>
        </w:tc>
      </w:tr>
      <w:tr w:rsidR="00CF041D" w:rsidRPr="00863EC1" w14:paraId="1489656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1CF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D26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3B2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6CC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7C7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F3F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32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7D5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ДГП</w:t>
            </w:r>
          </w:p>
        </w:tc>
      </w:tr>
      <w:tr w:rsidR="00CF041D" w:rsidRPr="00863EC1" w14:paraId="6EC1C54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39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54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4E6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AA5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17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5F3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F4A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DCD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СКН</w:t>
            </w:r>
          </w:p>
        </w:tc>
      </w:tr>
      <w:tr w:rsidR="00CF041D" w:rsidRPr="00863EC1" w14:paraId="6D30445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AE2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80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8C2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A5D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9F2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7FD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98E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46E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</w:t>
            </w:r>
          </w:p>
        </w:tc>
      </w:tr>
      <w:tr w:rsidR="00CF041D" w:rsidRPr="00863EC1" w14:paraId="6D85C21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0A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9B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F4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F1C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977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963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1B7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43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CF041D" w:rsidRPr="00863EC1" w14:paraId="6742E46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51C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1EF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70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B2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89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DDD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F13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02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ДКП</w:t>
            </w:r>
          </w:p>
        </w:tc>
      </w:tr>
      <w:tr w:rsidR="00CF041D" w:rsidRPr="00863EC1" w14:paraId="4157C76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1A5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613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83C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EE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C34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A7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1C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0F8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КБМ и др.</w:t>
            </w:r>
          </w:p>
        </w:tc>
      </w:tr>
      <w:tr w:rsidR="00CF041D" w:rsidRPr="00863EC1" w14:paraId="0EA1759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8E6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06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9CE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AE9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A98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58E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67B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B90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РБМ</w:t>
            </w:r>
          </w:p>
        </w:tc>
      </w:tr>
      <w:tr w:rsidR="00CF041D" w:rsidRPr="00863EC1" w14:paraId="3F6DE41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74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B16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62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08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BB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035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425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2F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ВГС</w:t>
            </w:r>
          </w:p>
        </w:tc>
      </w:tr>
      <w:tr w:rsidR="00CF041D" w:rsidRPr="00863EC1" w14:paraId="0EC1A25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400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45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241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327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4E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7CF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0A4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5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302AFD7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D57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DF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A27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DB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F37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F67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96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45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ТКП</w:t>
            </w:r>
          </w:p>
        </w:tc>
      </w:tr>
      <w:tr w:rsidR="00CF041D" w:rsidRPr="00863EC1" w14:paraId="0051E2D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A4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67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3F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04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1FD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4C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7.306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61B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36.53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A2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ИГВ</w:t>
            </w:r>
          </w:p>
        </w:tc>
      </w:tr>
      <w:tr w:rsidR="00CF041D" w:rsidRPr="00863EC1" w14:paraId="2653D58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914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23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2B2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583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151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5C0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959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415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ПДА</w:t>
            </w:r>
          </w:p>
        </w:tc>
      </w:tr>
      <w:tr w:rsidR="00CF041D" w:rsidRPr="00863EC1" w14:paraId="49C18CC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30F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C21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F47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E3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4EA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C01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EEE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A6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CF041D" w:rsidRPr="00863EC1" w14:paraId="5198731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2B2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28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11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17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22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724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8B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B5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CF041D" w:rsidRPr="00863EC1" w14:paraId="02B5B07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2F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060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804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B2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F61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CA0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F1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E57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РИН</w:t>
            </w:r>
          </w:p>
        </w:tc>
      </w:tr>
      <w:tr w:rsidR="00CF041D" w:rsidRPr="00863EC1" w14:paraId="460EF6B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040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5F0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DCB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B4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A87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93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43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600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СКН</w:t>
            </w:r>
          </w:p>
        </w:tc>
      </w:tr>
      <w:tr w:rsidR="00CF041D" w:rsidRPr="00863EC1" w14:paraId="4617B34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A87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C1A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CF2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3F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8EE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334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169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D6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ХИР</w:t>
            </w:r>
          </w:p>
        </w:tc>
      </w:tr>
      <w:tr w:rsidR="00CF041D" w:rsidRPr="00863EC1" w14:paraId="71E7D31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AD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C0B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98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87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FD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C3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D00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A5B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CF041D" w:rsidRPr="00863EC1" w14:paraId="203F6AF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A1E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0C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5D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8A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8C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AB9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E84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6BC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ЛИН</w:t>
            </w:r>
          </w:p>
        </w:tc>
      </w:tr>
      <w:tr w:rsidR="00CF041D" w:rsidRPr="00863EC1" w14:paraId="176C86C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654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B42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E01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E37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4A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220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467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AD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ГКП</w:t>
            </w:r>
          </w:p>
        </w:tc>
      </w:tr>
      <w:tr w:rsidR="00CF041D" w:rsidRPr="00863EC1" w14:paraId="0D4B5CA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AE8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F40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91B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AA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A8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5F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44A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C02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БВС</w:t>
            </w:r>
          </w:p>
        </w:tc>
      </w:tr>
      <w:tr w:rsidR="00CF041D" w:rsidRPr="00863EC1" w14:paraId="639FFF2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E14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08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1AE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FD3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D7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414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402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08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CF041D" w:rsidRPr="00863EC1" w14:paraId="78EE0E6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C06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86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48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20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7D8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39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053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2DD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ХВС</w:t>
            </w:r>
          </w:p>
        </w:tc>
      </w:tr>
      <w:tr w:rsidR="00CF041D" w:rsidRPr="00863EC1" w14:paraId="22D7C7E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5E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B00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EF5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884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6D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ED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A6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F4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ПАТ</w:t>
            </w:r>
          </w:p>
        </w:tc>
      </w:tr>
      <w:tr w:rsidR="00CF041D" w:rsidRPr="00863EC1" w14:paraId="0F11286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BFF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42F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46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47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ED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12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119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5AA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ПДП</w:t>
            </w:r>
          </w:p>
        </w:tc>
      </w:tr>
      <w:tr w:rsidR="00CF041D" w:rsidRPr="00863EC1" w14:paraId="5A4FB6E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BD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17E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166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4F7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FC5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5F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BDF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F0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ДАВ</w:t>
            </w:r>
          </w:p>
        </w:tc>
      </w:tr>
      <w:tr w:rsidR="00CF041D" w:rsidRPr="00863EC1" w14:paraId="323D57C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95C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A4E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AE8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041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DF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EA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E1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22.33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EBB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СТП</w:t>
            </w:r>
          </w:p>
        </w:tc>
      </w:tr>
      <w:tr w:rsidR="00CF041D" w:rsidRPr="00863EC1" w14:paraId="545A5C2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D13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ED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55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FD3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162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7D4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81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DD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КИС</w:t>
            </w:r>
          </w:p>
        </w:tc>
      </w:tr>
      <w:tr w:rsidR="00CF041D" w:rsidRPr="00863EC1" w14:paraId="0923B8B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35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35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EE7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DC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C9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BF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F7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997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РКН</w:t>
            </w:r>
          </w:p>
        </w:tc>
      </w:tr>
      <w:tr w:rsidR="00CF041D" w:rsidRPr="00863EC1" w14:paraId="512421B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12D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2C1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63A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206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FA3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58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57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42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ИНА</w:t>
            </w:r>
          </w:p>
        </w:tc>
      </w:tr>
      <w:tr w:rsidR="00CF041D" w:rsidRPr="00863EC1" w14:paraId="7E43D0B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F90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FB3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F24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A1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6C2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94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98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C5D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4DCEBEE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38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F0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72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0D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F4D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6C2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122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FD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РМЯ</w:t>
            </w:r>
          </w:p>
        </w:tc>
      </w:tr>
      <w:tr w:rsidR="00CF041D" w:rsidRPr="00863EC1" w14:paraId="22CD3C0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DB5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E6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D74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D82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6F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FD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D3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31F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ГГР</w:t>
            </w:r>
          </w:p>
        </w:tc>
      </w:tr>
      <w:tr w:rsidR="00CF041D" w:rsidRPr="00863EC1" w14:paraId="33D2813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51D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C52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864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B8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33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5F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A19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CED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СЙС</w:t>
            </w:r>
          </w:p>
        </w:tc>
      </w:tr>
      <w:tr w:rsidR="00CF041D" w:rsidRPr="00863EC1" w14:paraId="492EAFF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37C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CBC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6FE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5CF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D9D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A9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999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74B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МСП и др.</w:t>
            </w:r>
          </w:p>
        </w:tc>
      </w:tr>
      <w:tr w:rsidR="00CF041D" w:rsidRPr="00863EC1" w14:paraId="49CADBD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96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9C1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370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55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67B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E5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34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6EF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НММ и др.</w:t>
            </w:r>
          </w:p>
        </w:tc>
      </w:tr>
      <w:tr w:rsidR="00CF041D" w:rsidRPr="00863EC1" w14:paraId="7305680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FD0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CBC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0EA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16D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8D2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2E5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8F2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19.48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3F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КРИСТАЛ КОРПОРЕЙШЪН ЕООД</w:t>
            </w:r>
          </w:p>
        </w:tc>
      </w:tr>
      <w:tr w:rsidR="00CF041D" w:rsidRPr="00863EC1" w14:paraId="607E77A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586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A82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E72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C6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85D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490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8A8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E6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ДИГ</w:t>
            </w:r>
          </w:p>
        </w:tc>
      </w:tr>
      <w:tr w:rsidR="00CF041D" w:rsidRPr="00863EC1" w14:paraId="6FDB951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064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D97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06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145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A6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B6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9A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15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1158175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26D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5A2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F18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A2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20E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E1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56C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34A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ЕГИ</w:t>
            </w:r>
          </w:p>
        </w:tc>
      </w:tr>
      <w:tr w:rsidR="00CF041D" w:rsidRPr="00863EC1" w14:paraId="37C7AB5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44A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D7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94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AA4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1F4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F9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369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11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ПЗР</w:t>
            </w:r>
          </w:p>
        </w:tc>
      </w:tr>
      <w:tr w:rsidR="00CF041D" w:rsidRPr="00863EC1" w14:paraId="23DC039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601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08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E3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4D1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E6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5B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461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32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МЗМ</w:t>
            </w:r>
          </w:p>
        </w:tc>
      </w:tr>
      <w:tr w:rsidR="00CF041D" w:rsidRPr="00863EC1" w14:paraId="56DD198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ED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4C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E79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3C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49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FA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E1F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E32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РМП</w:t>
            </w:r>
          </w:p>
        </w:tc>
      </w:tr>
      <w:tr w:rsidR="00CF041D" w:rsidRPr="00863EC1" w14:paraId="113E265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867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44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E7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B7E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8B5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9CD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2C5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18.34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DBE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ЕДП</w:t>
            </w:r>
          </w:p>
        </w:tc>
      </w:tr>
      <w:tr w:rsidR="00CF041D" w:rsidRPr="00863EC1" w14:paraId="29261C5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1EF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4A9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349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3A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11A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91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3B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A2F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СИН</w:t>
            </w:r>
          </w:p>
        </w:tc>
      </w:tr>
      <w:tr w:rsidR="00CF041D" w:rsidRPr="00863EC1" w14:paraId="76843E6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9D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E1E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B1D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A64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307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B7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03F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E4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КСВ</w:t>
            </w:r>
          </w:p>
        </w:tc>
      </w:tr>
      <w:tr w:rsidR="00CF041D" w:rsidRPr="00863EC1" w14:paraId="422A34C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B7C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C5D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52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F1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45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F04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11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17.27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2C9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ИСТ</w:t>
            </w:r>
          </w:p>
        </w:tc>
      </w:tr>
      <w:tr w:rsidR="00CF041D" w:rsidRPr="00863EC1" w14:paraId="6FAF69E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694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6D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459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B2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093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A2B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8B3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15.47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D2C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ДПВ</w:t>
            </w:r>
          </w:p>
        </w:tc>
      </w:tr>
      <w:tr w:rsidR="00CF041D" w:rsidRPr="00863EC1" w14:paraId="14B17D7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F5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016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33E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D0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6EF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080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E74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9E7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CF041D" w:rsidRPr="00863EC1" w14:paraId="54D3F1D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25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86B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784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DC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8EC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DE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DB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8E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7C62837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2B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AC9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82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A41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FA4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4D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2.111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D82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10.56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F15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МДМ</w:t>
            </w:r>
          </w:p>
        </w:tc>
      </w:tr>
      <w:tr w:rsidR="00CF041D" w:rsidRPr="00863EC1" w14:paraId="663CE1E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B9F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11E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1B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79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58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C28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28A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04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08E5BBB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38D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4E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D6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3F4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667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F8A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4C7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8DE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ГАМ</w:t>
            </w:r>
          </w:p>
        </w:tc>
      </w:tr>
      <w:tr w:rsidR="00CF041D" w:rsidRPr="00863EC1" w14:paraId="4CE6ECA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71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194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F1A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9C8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CB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4B7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370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587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000266D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86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665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F3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252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E32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4BD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7B2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01A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ИЗМ</w:t>
            </w:r>
          </w:p>
        </w:tc>
      </w:tr>
      <w:tr w:rsidR="00CF041D" w:rsidRPr="00863EC1" w14:paraId="1D5DB56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3C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D87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F2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010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BCE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2C8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64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3B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ТИР</w:t>
            </w:r>
          </w:p>
        </w:tc>
      </w:tr>
      <w:tr w:rsidR="00CF041D" w:rsidRPr="00863EC1" w14:paraId="54C5A00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42F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C92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08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34D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4A2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A4A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9.691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81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48.46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109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ПДА</w:t>
            </w:r>
          </w:p>
        </w:tc>
      </w:tr>
      <w:tr w:rsidR="00CF041D" w:rsidRPr="00863EC1" w14:paraId="5922CBB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FD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F9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EA4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DD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1CC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DA4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D25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2BD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1D11A33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1F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05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8D8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E2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C9B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3E1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73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421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ТВК и др.</w:t>
            </w:r>
          </w:p>
        </w:tc>
      </w:tr>
      <w:tr w:rsidR="00CF041D" w:rsidRPr="00863EC1" w14:paraId="5C6668D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F3D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65E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71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D95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C3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A34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35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2F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РМП</w:t>
            </w:r>
          </w:p>
        </w:tc>
      </w:tr>
      <w:tr w:rsidR="00CF041D" w:rsidRPr="00863EC1" w14:paraId="341B5E5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E3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F14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A5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31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18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B12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2D4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77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CF041D" w:rsidRPr="00863EC1" w14:paraId="79B32E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F6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A2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AA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894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4A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1C6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E8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55B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ТКП</w:t>
            </w:r>
          </w:p>
        </w:tc>
      </w:tr>
      <w:tr w:rsidR="00CF041D" w:rsidRPr="00863EC1" w14:paraId="3FB743D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9C9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63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3CF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8F7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ED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F33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305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412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АСС</w:t>
            </w:r>
          </w:p>
        </w:tc>
      </w:tr>
      <w:tr w:rsidR="00CF041D" w:rsidRPr="00863EC1" w14:paraId="397BB9B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398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51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AA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8D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11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76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108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F09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4F4D3F9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113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4A4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A86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41E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94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195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AC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772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</w:t>
            </w:r>
          </w:p>
        </w:tc>
      </w:tr>
      <w:tr w:rsidR="00CF041D" w:rsidRPr="00863EC1" w14:paraId="26CC224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AA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C2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517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9EF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DE4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0B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F4C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CE6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БАК</w:t>
            </w:r>
          </w:p>
        </w:tc>
      </w:tr>
      <w:tr w:rsidR="00CF041D" w:rsidRPr="00863EC1" w14:paraId="6CAE232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C56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1AF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4A0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0C4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E64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019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2AE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15C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ВХС</w:t>
            </w:r>
          </w:p>
        </w:tc>
      </w:tr>
      <w:tr w:rsidR="00CF041D" w:rsidRPr="00863EC1" w14:paraId="3AB6033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9C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A4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4F3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479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C8A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D2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F5E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3B5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НИС</w:t>
            </w:r>
          </w:p>
        </w:tc>
      </w:tr>
      <w:tr w:rsidR="00CF041D" w:rsidRPr="00863EC1" w14:paraId="60534CB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B6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41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B96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B5D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FFC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F21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3D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C8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ИЗМ</w:t>
            </w:r>
          </w:p>
        </w:tc>
      </w:tr>
      <w:tr w:rsidR="00CF041D" w:rsidRPr="00863EC1" w14:paraId="2DA5932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E1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17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94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E4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DD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617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157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F2D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CF041D" w:rsidRPr="00863EC1" w14:paraId="49DAAAF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C38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383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31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EB2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61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AA6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FCA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9C1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МИС</w:t>
            </w:r>
          </w:p>
        </w:tc>
      </w:tr>
      <w:tr w:rsidR="00CF041D" w:rsidRPr="00863EC1" w14:paraId="6416FDB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D1A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9DA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EAA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642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91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CC9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90B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23.77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C8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РМБ</w:t>
            </w:r>
          </w:p>
        </w:tc>
      </w:tr>
      <w:tr w:rsidR="00CF041D" w:rsidRPr="00863EC1" w14:paraId="5042A64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F6B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B7F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07B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27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2DC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A5F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4.613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EB4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23.07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B5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ЕММ</w:t>
            </w:r>
          </w:p>
        </w:tc>
      </w:tr>
      <w:tr w:rsidR="00CF041D" w:rsidRPr="00863EC1" w14:paraId="4E08F79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07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6C9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34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23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374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87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37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CD7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CF041D" w:rsidRPr="00863EC1" w14:paraId="2EF785F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EDC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F19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7E5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586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0A1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060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4AE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B0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РИН</w:t>
            </w:r>
          </w:p>
        </w:tc>
      </w:tr>
      <w:tr w:rsidR="00CF041D" w:rsidRPr="00863EC1" w14:paraId="613EBF7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ABE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69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96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266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C8E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DF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CE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D95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7FDEC9A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4A5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EF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79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85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4CA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A82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5C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3C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БВС</w:t>
            </w:r>
          </w:p>
        </w:tc>
      </w:tr>
      <w:tr w:rsidR="00CF041D" w:rsidRPr="00863EC1" w14:paraId="11727F7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8B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5F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937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3F2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95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0C6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315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A0D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0E27181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0BB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0D5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72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58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6E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31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E4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E65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ЛИН</w:t>
            </w:r>
          </w:p>
        </w:tc>
      </w:tr>
      <w:tr w:rsidR="00CF041D" w:rsidRPr="00863EC1" w14:paraId="0C8E589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300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C4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D19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81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F4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EB5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879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4BC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730E78F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A9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16A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8E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EC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5DC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62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0C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19.41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EF0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КСИ</w:t>
            </w:r>
          </w:p>
        </w:tc>
      </w:tr>
      <w:tr w:rsidR="00CF041D" w:rsidRPr="00863EC1" w14:paraId="070DD93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4C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C1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A2D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646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C9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60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620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714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КСВ</w:t>
            </w:r>
          </w:p>
        </w:tc>
      </w:tr>
      <w:tr w:rsidR="00CF041D" w:rsidRPr="00863EC1" w14:paraId="0A57651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1F4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552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B80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ABB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99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82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08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D6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ЙСВ</w:t>
            </w:r>
          </w:p>
        </w:tc>
      </w:tr>
      <w:tr w:rsidR="00CF041D" w:rsidRPr="00863EC1" w14:paraId="052ED27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E42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181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A2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118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CC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90C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F70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D2B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СИН</w:t>
            </w:r>
          </w:p>
        </w:tc>
      </w:tr>
      <w:tr w:rsidR="00CF041D" w:rsidRPr="00863EC1" w14:paraId="00B14D6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D14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2A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960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B62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5F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D77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9AA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363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CF041D" w:rsidRPr="00863EC1" w14:paraId="1BD7C3B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90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E2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58B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7F1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DD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660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6B7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8BA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МЗМ</w:t>
            </w:r>
          </w:p>
        </w:tc>
      </w:tr>
      <w:tr w:rsidR="00CF041D" w:rsidRPr="00863EC1" w14:paraId="15B0E3F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CA8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14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793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65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B23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C7B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AAD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47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ИНА</w:t>
            </w:r>
          </w:p>
        </w:tc>
      </w:tr>
      <w:tr w:rsidR="00CF041D" w:rsidRPr="00863EC1" w14:paraId="0F30066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7C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6A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4C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74A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DF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B4B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C8D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16.49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8C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ИСТ</w:t>
            </w:r>
          </w:p>
        </w:tc>
      </w:tr>
      <w:tr w:rsidR="00CF041D" w:rsidRPr="00863EC1" w14:paraId="04F01BF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146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C9D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023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D8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AC4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7A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1A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33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CF041D" w:rsidRPr="00863EC1" w14:paraId="69DA50D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D19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AC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74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25C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A7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A3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61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66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ИММ</w:t>
            </w:r>
          </w:p>
        </w:tc>
      </w:tr>
      <w:tr w:rsidR="00CF041D" w:rsidRPr="00863EC1" w14:paraId="64A503C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C41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79B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513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6B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AC6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C70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B9A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CF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ХИР</w:t>
            </w:r>
          </w:p>
        </w:tc>
      </w:tr>
      <w:tr w:rsidR="00CF041D" w:rsidRPr="00863EC1" w14:paraId="126CDFE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91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4B6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A72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85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834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4D2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90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42F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ГПН</w:t>
            </w:r>
          </w:p>
        </w:tc>
      </w:tr>
      <w:tr w:rsidR="00CF041D" w:rsidRPr="00863EC1" w14:paraId="4F45780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6A2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11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25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72C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5A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E1E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50D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55A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БСГ и др.</w:t>
            </w:r>
          </w:p>
        </w:tc>
      </w:tr>
      <w:tr w:rsidR="00CF041D" w:rsidRPr="00863EC1" w14:paraId="6434BC9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10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5CA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33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910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C78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622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2D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207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CF041D" w:rsidRPr="00863EC1" w14:paraId="3424B4A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48C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F16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EF7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C44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22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398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A7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AD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ДЦХ</w:t>
            </w:r>
          </w:p>
        </w:tc>
      </w:tr>
      <w:tr w:rsidR="00CF041D" w:rsidRPr="00863EC1" w14:paraId="034CA2B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2BC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86C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E80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4B0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3B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2D0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6CE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79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АФС</w:t>
            </w:r>
          </w:p>
        </w:tc>
      </w:tr>
      <w:tr w:rsidR="00CF041D" w:rsidRPr="00863EC1" w14:paraId="50E0AA2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57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7B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8E3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A2C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BF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36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17C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34A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ИИЗ</w:t>
            </w:r>
          </w:p>
        </w:tc>
      </w:tr>
      <w:tr w:rsidR="00CF041D" w:rsidRPr="00863EC1" w14:paraId="551172A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BFE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00D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687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D1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AF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705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D0A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14.87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33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ВМЙ</w:t>
            </w:r>
          </w:p>
        </w:tc>
      </w:tr>
      <w:tr w:rsidR="00CF041D" w:rsidRPr="00863EC1" w14:paraId="7C56568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7DD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5EB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CC6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A18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A87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FDF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10E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4E8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ВИВ</w:t>
            </w:r>
          </w:p>
        </w:tc>
      </w:tr>
      <w:tr w:rsidR="00CF041D" w:rsidRPr="00863EC1" w14:paraId="6493290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F1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907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C5F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5C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53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05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96E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14.84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EF2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ЦДС</w:t>
            </w:r>
          </w:p>
        </w:tc>
      </w:tr>
      <w:tr w:rsidR="00CF041D" w:rsidRPr="00863EC1" w14:paraId="1D23293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FE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DE2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20E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F9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57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360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31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243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CF041D" w:rsidRPr="00863EC1" w14:paraId="002CD96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0D5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D99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F59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811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53E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1B2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58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49C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СКН</w:t>
            </w:r>
          </w:p>
        </w:tc>
      </w:tr>
      <w:tr w:rsidR="00CF041D" w:rsidRPr="00863EC1" w14:paraId="0799F15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D8E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23A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DA5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008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05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8AA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A13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A6D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ВБС</w:t>
            </w:r>
          </w:p>
        </w:tc>
      </w:tr>
      <w:tr w:rsidR="00CF041D" w:rsidRPr="00863EC1" w14:paraId="46255F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B98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ACC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D3F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A54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E06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982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45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8E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CF041D" w:rsidRPr="00863EC1" w14:paraId="557F299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7F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E4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40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1F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F56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DD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457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D01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ДИГ</w:t>
            </w:r>
          </w:p>
        </w:tc>
      </w:tr>
      <w:tr w:rsidR="00CF041D" w:rsidRPr="00863EC1" w14:paraId="4CCBF32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C93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36E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50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2B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E23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260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77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603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CF041D" w:rsidRPr="00863EC1" w14:paraId="203DFAF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2B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E35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00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DD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AF7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1D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7A6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461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CF041D" w:rsidRPr="00863EC1" w14:paraId="1FB0627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1B2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E0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7F9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732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C8F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F4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14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8D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ДЦХ</w:t>
            </w:r>
          </w:p>
        </w:tc>
      </w:tr>
      <w:tr w:rsidR="00CF041D" w:rsidRPr="00863EC1" w14:paraId="78B6E31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67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CAE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95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06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C7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69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A3A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934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НПТ</w:t>
            </w:r>
          </w:p>
        </w:tc>
      </w:tr>
      <w:tr w:rsidR="00CF041D" w:rsidRPr="00863EC1" w14:paraId="34FECEB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4F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2D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46D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AD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33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43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8D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E7A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CF041D" w:rsidRPr="00863EC1" w14:paraId="1B26A75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DC6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E1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EEE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546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960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C20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5B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C84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ЛВС</w:t>
            </w:r>
          </w:p>
        </w:tc>
      </w:tr>
      <w:tr w:rsidR="00CF041D" w:rsidRPr="00863EC1" w14:paraId="14CC534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D6C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731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C9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0A3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B1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BDC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18F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78E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6EDE76B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300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FE8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94F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BD6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3E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DEB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6D0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72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БНИ</w:t>
            </w:r>
          </w:p>
        </w:tc>
      </w:tr>
      <w:tr w:rsidR="00CF041D" w:rsidRPr="00863EC1" w14:paraId="56DA171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B6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6B3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53E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B6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F16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C2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4A4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0C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АЙК</w:t>
            </w:r>
          </w:p>
        </w:tc>
      </w:tr>
      <w:tr w:rsidR="00CF041D" w:rsidRPr="00863EC1" w14:paraId="481D7D0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94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61A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328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DD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549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A5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D5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CD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НТД</w:t>
            </w:r>
          </w:p>
        </w:tc>
      </w:tr>
      <w:tr w:rsidR="00CF041D" w:rsidRPr="00863EC1" w14:paraId="10C55C9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192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21A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BCC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048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B4D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85F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18C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67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CF041D" w:rsidRPr="00863EC1" w14:paraId="3CD23B3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C8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DBA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2E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E66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FDF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5B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6.579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C61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32.90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57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КРИСТАЛ КОРПОРЕЙШЪН ЕООД</w:t>
            </w:r>
          </w:p>
        </w:tc>
      </w:tr>
      <w:tr w:rsidR="00CF041D" w:rsidRPr="00863EC1" w14:paraId="514DFE3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6A8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DE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E56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7F8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EEC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3D0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57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2FB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ППР</w:t>
            </w:r>
          </w:p>
        </w:tc>
      </w:tr>
      <w:tr w:rsidR="00CF041D" w:rsidRPr="00863EC1" w14:paraId="007388A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C1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8C0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1D2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DE9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50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C1C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6.081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38F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30.40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32F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CF041D" w:rsidRPr="00863EC1" w14:paraId="0C981F9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E91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57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F8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97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7D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168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5.944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59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29.72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168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ВФЗ</w:t>
            </w:r>
          </w:p>
        </w:tc>
      </w:tr>
      <w:tr w:rsidR="00CF041D" w:rsidRPr="00863EC1" w14:paraId="7CB4575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1A1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11E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3B3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27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BEF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C2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03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2D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ЙКП</w:t>
            </w:r>
          </w:p>
        </w:tc>
      </w:tr>
      <w:tr w:rsidR="00CF041D" w:rsidRPr="00863EC1" w14:paraId="42E28A8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38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64C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739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70A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A2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27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F40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D98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536AA65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69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DF5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CC3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E7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B1E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80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9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A20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ТВА</w:t>
            </w:r>
          </w:p>
        </w:tc>
      </w:tr>
      <w:tr w:rsidR="00CF041D" w:rsidRPr="00863EC1" w14:paraId="51F0ED0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C71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A4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8AD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01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E3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079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4C1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B00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НКП</w:t>
            </w:r>
          </w:p>
        </w:tc>
      </w:tr>
      <w:tr w:rsidR="00CF041D" w:rsidRPr="00863EC1" w14:paraId="39FC0E9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2DE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22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0C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764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143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02F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65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4D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ГФП и др.</w:t>
            </w:r>
          </w:p>
        </w:tc>
      </w:tr>
      <w:tr w:rsidR="00CF041D" w:rsidRPr="00863EC1" w14:paraId="0BF26D7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70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726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677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577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C7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457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410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A38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508CD5B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EEC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11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F75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BEF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F2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A5D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CB2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24.04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1E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ПДА</w:t>
            </w:r>
          </w:p>
        </w:tc>
      </w:tr>
      <w:tr w:rsidR="00CF041D" w:rsidRPr="00863EC1" w14:paraId="0FA8307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2F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75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50F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9B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CAF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A2C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AC8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234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ИЙМ</w:t>
            </w:r>
          </w:p>
        </w:tc>
      </w:tr>
      <w:tr w:rsidR="00CF041D" w:rsidRPr="00863EC1" w14:paraId="6A26F37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F1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4F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C6B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677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F3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B4C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D44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9D9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CF041D" w:rsidRPr="00863EC1" w14:paraId="3359B70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749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472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97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70B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66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E12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4.576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D1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22.88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B41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CF041D" w:rsidRPr="00863EC1" w14:paraId="4401549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FBD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3F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28C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5C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DC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4CE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AE8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22.00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DC0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ИМИ</w:t>
            </w:r>
          </w:p>
        </w:tc>
      </w:tr>
      <w:tr w:rsidR="00CF041D" w:rsidRPr="00863EC1" w14:paraId="0C1D01F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FD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7C6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352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C58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DE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45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B3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377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СТП</w:t>
            </w:r>
          </w:p>
        </w:tc>
      </w:tr>
      <w:tr w:rsidR="00CF041D" w:rsidRPr="00863EC1" w14:paraId="0A4A119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E9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1F1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88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B84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529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71F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E4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C3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ИАС</w:t>
            </w:r>
          </w:p>
        </w:tc>
      </w:tr>
      <w:tr w:rsidR="00CF041D" w:rsidRPr="00863EC1" w14:paraId="4AAB3A7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85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E4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5B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E74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D7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6B3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0A1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16E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ССИ</w:t>
            </w:r>
          </w:p>
        </w:tc>
      </w:tr>
      <w:tr w:rsidR="00CF041D" w:rsidRPr="00863EC1" w14:paraId="7204CE9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EA3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234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D0B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350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1DD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0AE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805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C1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РВА</w:t>
            </w:r>
          </w:p>
        </w:tc>
      </w:tr>
      <w:tr w:rsidR="00CF041D" w:rsidRPr="00863EC1" w14:paraId="3F40C02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6CA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A3B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98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253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BA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B4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C7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028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НИЦ</w:t>
            </w:r>
          </w:p>
        </w:tc>
      </w:tr>
      <w:tr w:rsidR="00CF041D" w:rsidRPr="00863EC1" w14:paraId="7B194A6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A7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2C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60C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16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20E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378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488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9EE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ЛВС</w:t>
            </w:r>
          </w:p>
        </w:tc>
      </w:tr>
      <w:tr w:rsidR="00CF041D" w:rsidRPr="00863EC1" w14:paraId="497CD2B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776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CD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AF1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083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143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5C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62F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87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ЛИН</w:t>
            </w:r>
          </w:p>
        </w:tc>
      </w:tr>
      <w:tr w:rsidR="00CF041D" w:rsidRPr="00863EC1" w14:paraId="4DA0AB2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34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8A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875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164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0E6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341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52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0AB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КФС</w:t>
            </w:r>
          </w:p>
        </w:tc>
      </w:tr>
      <w:tr w:rsidR="00CF041D" w:rsidRPr="00863EC1" w14:paraId="056653F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365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0B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879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5F1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00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C4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92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D67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</w:t>
            </w:r>
          </w:p>
        </w:tc>
      </w:tr>
      <w:tr w:rsidR="00CF041D" w:rsidRPr="00863EC1" w14:paraId="792ECD2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EE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73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6E2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2B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06E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17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EBC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7A8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ИЗМ</w:t>
            </w:r>
          </w:p>
        </w:tc>
      </w:tr>
      <w:tr w:rsidR="00CF041D" w:rsidRPr="00863EC1" w14:paraId="3F4E0A0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167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CB4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C14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57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230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4B8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219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67D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НИН</w:t>
            </w:r>
          </w:p>
        </w:tc>
      </w:tr>
      <w:tr w:rsidR="00CF041D" w:rsidRPr="00863EC1" w14:paraId="52647CA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4B6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B1F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33E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A88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E10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EFD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975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F8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РМП</w:t>
            </w:r>
          </w:p>
        </w:tc>
      </w:tr>
      <w:tr w:rsidR="00CF041D" w:rsidRPr="00863EC1" w14:paraId="5CAE0DA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6F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72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5E1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7D6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4B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2C7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23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E4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ИММ</w:t>
            </w:r>
          </w:p>
        </w:tc>
      </w:tr>
      <w:tr w:rsidR="00CF041D" w:rsidRPr="00863EC1" w14:paraId="4B154B2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E36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AA4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37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BA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9E4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EBC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115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48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НАС</w:t>
            </w:r>
          </w:p>
        </w:tc>
      </w:tr>
      <w:tr w:rsidR="00CF041D" w:rsidRPr="00863EC1" w14:paraId="1F0D025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035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58E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C0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5F5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D1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8E6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CEF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2F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РИМ</w:t>
            </w:r>
          </w:p>
        </w:tc>
      </w:tr>
      <w:tr w:rsidR="00CF041D" w:rsidRPr="00863EC1" w14:paraId="0976C7A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E91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67E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800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AA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DF5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25B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D60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61A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БВС</w:t>
            </w:r>
          </w:p>
        </w:tc>
      </w:tr>
      <w:tr w:rsidR="00CF041D" w:rsidRPr="00863EC1" w14:paraId="115BDC1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73A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178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E26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791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B2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D9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33F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6B0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РМЖ</w:t>
            </w:r>
          </w:p>
        </w:tc>
      </w:tr>
      <w:tr w:rsidR="00CF041D" w:rsidRPr="00863EC1" w14:paraId="5AA53AD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7D7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74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137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64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66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0FE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297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8A0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ХВС</w:t>
            </w:r>
          </w:p>
        </w:tc>
      </w:tr>
      <w:tr w:rsidR="00CF041D" w:rsidRPr="00863EC1" w14:paraId="05962FA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38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C3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B9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611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53E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64D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A5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4BF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ЗАЖ</w:t>
            </w:r>
          </w:p>
        </w:tc>
      </w:tr>
      <w:tr w:rsidR="00CF041D" w:rsidRPr="00863EC1" w14:paraId="7D438FE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F76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FF2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45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4E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CE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8D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C4D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ACC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ГГР</w:t>
            </w:r>
          </w:p>
        </w:tc>
      </w:tr>
      <w:tr w:rsidR="00CF041D" w:rsidRPr="00863EC1" w14:paraId="3B6D882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8F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0E6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527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CE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10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22A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6.109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723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30.54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769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ТЛС</w:t>
            </w:r>
          </w:p>
        </w:tc>
      </w:tr>
      <w:tr w:rsidR="00CF041D" w:rsidRPr="00863EC1" w14:paraId="022B096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E3C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E3B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48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B2F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FBD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58F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A0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6AD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ЦАГ</w:t>
            </w:r>
          </w:p>
        </w:tc>
      </w:tr>
      <w:tr w:rsidR="00CF041D" w:rsidRPr="00863EC1" w14:paraId="1B4F482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573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00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04D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4D6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905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B4E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BE2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85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04C6321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5C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34E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FFD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BF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E2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924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B20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20.04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BE6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ПМТ</w:t>
            </w:r>
          </w:p>
        </w:tc>
      </w:tr>
      <w:tr w:rsidR="00CF041D" w:rsidRPr="00863EC1" w14:paraId="45592DD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68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2B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A60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21A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7A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93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66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7B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ВАВ и др.</w:t>
            </w:r>
          </w:p>
        </w:tc>
      </w:tr>
      <w:tr w:rsidR="00CF041D" w:rsidRPr="00863EC1" w14:paraId="4BEC50C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A1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FA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D3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C94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264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61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209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F53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АФС</w:t>
            </w:r>
          </w:p>
        </w:tc>
      </w:tr>
      <w:tr w:rsidR="00CF041D" w:rsidRPr="00863EC1" w14:paraId="4446F97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AB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0B8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95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EB0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D9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42A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8F5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BCA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ЕГИ</w:t>
            </w:r>
          </w:p>
        </w:tc>
      </w:tr>
      <w:tr w:rsidR="00CF041D" w:rsidRPr="00863EC1" w14:paraId="204236C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34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17B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D0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EED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B45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BD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DFF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85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ПИП</w:t>
            </w:r>
          </w:p>
        </w:tc>
      </w:tr>
      <w:tr w:rsidR="00CF041D" w:rsidRPr="00863EC1" w14:paraId="6F6E208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BE5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D9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7FF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BE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A07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99A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1.926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2D6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9.63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548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ИТЦ</w:t>
            </w:r>
          </w:p>
        </w:tc>
      </w:tr>
      <w:tr w:rsidR="00CF041D" w:rsidRPr="00863EC1" w14:paraId="6D88ACE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236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96D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FBC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B08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DC9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2D5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B8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BF9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АРГ</w:t>
            </w:r>
          </w:p>
        </w:tc>
      </w:tr>
      <w:tr w:rsidR="00CF041D" w:rsidRPr="00863EC1" w14:paraId="3AD9F24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D69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B9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9C1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75C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3D2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693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71F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47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</w:tr>
      <w:tr w:rsidR="00CF041D" w:rsidRPr="00863EC1" w14:paraId="0E8C0E8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0AC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48C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CB8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4D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70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C5B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055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D0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CF041D" w:rsidRPr="00863EC1" w14:paraId="1D8BB66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526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1D3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D34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10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DBB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7DA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FE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16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ИДМ</w:t>
            </w:r>
          </w:p>
        </w:tc>
      </w:tr>
      <w:tr w:rsidR="00CF041D" w:rsidRPr="00863EC1" w14:paraId="2A55590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F2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36A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96C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BD2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164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43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CC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90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СИВ</w:t>
            </w:r>
          </w:p>
        </w:tc>
      </w:tr>
      <w:tr w:rsidR="00CF041D" w:rsidRPr="00863EC1" w14:paraId="44A0168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22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D5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591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A7B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97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B7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B81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BA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НИН</w:t>
            </w:r>
          </w:p>
        </w:tc>
      </w:tr>
      <w:tr w:rsidR="00CF041D" w:rsidRPr="00863EC1" w14:paraId="04166F0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6B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5D9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5A5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B26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45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21C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608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E9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АРГ</w:t>
            </w:r>
          </w:p>
        </w:tc>
      </w:tr>
      <w:tr w:rsidR="00CF041D" w:rsidRPr="00863EC1" w14:paraId="1F92471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B4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1A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A6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C3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51C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12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DC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94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CF041D" w:rsidRPr="00863EC1" w14:paraId="153B596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F7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62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A3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A8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44A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4AA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B67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РБМ</w:t>
            </w:r>
          </w:p>
        </w:tc>
      </w:tr>
      <w:tr w:rsidR="00CF041D" w:rsidRPr="00863EC1" w14:paraId="4812911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7C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675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CF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37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953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97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D7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710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КРГ</w:t>
            </w:r>
          </w:p>
        </w:tc>
      </w:tr>
      <w:tr w:rsidR="00CF041D" w:rsidRPr="00863EC1" w14:paraId="7175563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D8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343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319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F85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168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393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1.676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819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8.38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A1F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ИСТ</w:t>
            </w:r>
          </w:p>
        </w:tc>
      </w:tr>
      <w:tr w:rsidR="00CF041D" w:rsidRPr="00863EC1" w14:paraId="14F8857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858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BF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F3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9C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86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96F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0A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00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НТГ</w:t>
            </w:r>
          </w:p>
        </w:tc>
      </w:tr>
      <w:tr w:rsidR="00CF041D" w:rsidRPr="00863EC1" w14:paraId="5459763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52D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D5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BA0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B7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2A1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7ED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48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74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0E8D968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13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ED6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9E0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20A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EAF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EE7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E0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6AD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КБМ и др.</w:t>
            </w:r>
          </w:p>
        </w:tc>
      </w:tr>
      <w:tr w:rsidR="00CF041D" w:rsidRPr="00863EC1" w14:paraId="5107422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49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0DE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8C1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228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5D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CD3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04F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14.88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F95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АТМ</w:t>
            </w:r>
          </w:p>
        </w:tc>
      </w:tr>
      <w:tr w:rsidR="00CF041D" w:rsidRPr="00863EC1" w14:paraId="3127EA4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57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CF1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C21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B38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EC4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4B0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0D6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13.79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01B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ПДА</w:t>
            </w:r>
          </w:p>
        </w:tc>
      </w:tr>
      <w:tr w:rsidR="00CF041D" w:rsidRPr="00863EC1" w14:paraId="6955E0B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27D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459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E8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1E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829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FB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66A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13.59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1C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ДКП</w:t>
            </w:r>
          </w:p>
        </w:tc>
      </w:tr>
      <w:tr w:rsidR="00CF041D" w:rsidRPr="00863EC1" w14:paraId="28AEA28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3A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C3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948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A57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28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296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48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575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CF041D" w:rsidRPr="00863EC1" w14:paraId="6631297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D73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BA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1E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C8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81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9E4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7E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AC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РМП</w:t>
            </w:r>
          </w:p>
        </w:tc>
      </w:tr>
      <w:tr w:rsidR="00CF041D" w:rsidRPr="00863EC1" w14:paraId="2924FF6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132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57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48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8B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063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FF9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6BB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349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ВДП</w:t>
            </w:r>
          </w:p>
        </w:tc>
      </w:tr>
      <w:tr w:rsidR="00CF041D" w:rsidRPr="00863EC1" w14:paraId="3624505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69F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D36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A62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F8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D75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F69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1EC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11.69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7B9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ГНГ</w:t>
            </w:r>
          </w:p>
        </w:tc>
      </w:tr>
      <w:tr w:rsidR="00CF041D" w:rsidRPr="00863EC1" w14:paraId="006A0DD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B01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16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F7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B2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B8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24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58A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05D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ОКЯ</w:t>
            </w:r>
          </w:p>
        </w:tc>
      </w:tr>
      <w:tr w:rsidR="00CF041D" w:rsidRPr="00863EC1" w14:paraId="409895D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23B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FB6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69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5D8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C57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B2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2E7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7.43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334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ВДП</w:t>
            </w:r>
          </w:p>
        </w:tc>
      </w:tr>
      <w:tr w:rsidR="00CF041D" w:rsidRPr="00863EC1" w14:paraId="6174695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8B5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298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F6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136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45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7CF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9F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EE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КФА и др.</w:t>
            </w:r>
          </w:p>
        </w:tc>
      </w:tr>
      <w:tr w:rsidR="00CF041D" w:rsidRPr="00863EC1" w14:paraId="78A048B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A1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80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97D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E0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30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FF6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A8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6.43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9FD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ИЗМ</w:t>
            </w:r>
          </w:p>
        </w:tc>
      </w:tr>
      <w:tr w:rsidR="00CF041D" w:rsidRPr="00863EC1" w14:paraId="134AAE0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7A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37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421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888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16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123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3B9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36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МЗМ</w:t>
            </w:r>
          </w:p>
        </w:tc>
      </w:tr>
      <w:tr w:rsidR="00CF041D" w:rsidRPr="00863EC1" w14:paraId="5EDC29E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1EA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BC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8D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11E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457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D4B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047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A0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ИЗМ</w:t>
            </w:r>
          </w:p>
        </w:tc>
      </w:tr>
      <w:tr w:rsidR="00CF041D" w:rsidRPr="00863EC1" w14:paraId="7159319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2C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682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44B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69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82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B4B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14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705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ТКЯ</w:t>
            </w:r>
          </w:p>
        </w:tc>
      </w:tr>
      <w:tr w:rsidR="00CF041D" w:rsidRPr="00863EC1" w14:paraId="5E46B47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16B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A51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A7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2B1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16A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C1F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45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A69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ИММ</w:t>
            </w:r>
          </w:p>
        </w:tc>
      </w:tr>
      <w:tr w:rsidR="00CF041D" w:rsidRPr="00863EC1" w14:paraId="1ED95B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57C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C0F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2A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502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89C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CBA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E4D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61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ИКЯ</w:t>
            </w:r>
          </w:p>
        </w:tc>
      </w:tr>
      <w:tr w:rsidR="00CF041D" w:rsidRPr="00863EC1" w14:paraId="1D559C1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FD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78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44E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E26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5C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02B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027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93A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</w:t>
            </w:r>
          </w:p>
        </w:tc>
      </w:tr>
      <w:tr w:rsidR="00CF041D" w:rsidRPr="00863EC1" w14:paraId="25773EF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C7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7C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8D1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40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8BA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6F0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050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0B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ДКЯ</w:t>
            </w:r>
          </w:p>
        </w:tc>
      </w:tr>
      <w:tr w:rsidR="00CF041D" w:rsidRPr="00863EC1" w14:paraId="30C88B8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896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D8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F0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DB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08F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056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559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4D1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КЯЧ</w:t>
            </w:r>
          </w:p>
        </w:tc>
      </w:tr>
      <w:tr w:rsidR="00CF041D" w:rsidRPr="00863EC1" w14:paraId="71C63FF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B0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EB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27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D1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889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18A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B0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383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CF041D" w:rsidRPr="00863EC1" w14:paraId="6AE11B1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18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0C0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9F0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75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E98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A0E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802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35D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ОКЯ</w:t>
            </w:r>
          </w:p>
        </w:tc>
      </w:tr>
      <w:tr w:rsidR="00CF041D" w:rsidRPr="00863EC1" w14:paraId="196F76D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04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0C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D45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3F3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7A7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6DA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2DC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44B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CF041D" w:rsidRPr="00863EC1" w14:paraId="08542B6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DEA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50C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9B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47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7A4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6D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EBB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26F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ГНГ</w:t>
            </w:r>
          </w:p>
        </w:tc>
      </w:tr>
      <w:tr w:rsidR="00CF041D" w:rsidRPr="00863EC1" w14:paraId="573B747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CE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FAA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2B0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34E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B6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97E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000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BF1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ЕГИ</w:t>
            </w:r>
          </w:p>
        </w:tc>
      </w:tr>
      <w:tr w:rsidR="00CF041D" w:rsidRPr="00863EC1" w14:paraId="6C0C9F6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0CE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78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160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14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696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BA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14C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69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ЙСВ</w:t>
            </w:r>
          </w:p>
        </w:tc>
      </w:tr>
      <w:tr w:rsidR="00CF041D" w:rsidRPr="00863EC1" w14:paraId="4E81E3A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32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8A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44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24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35C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78D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5B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B4C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ХИР</w:t>
            </w:r>
          </w:p>
        </w:tc>
      </w:tr>
      <w:tr w:rsidR="00CF041D" w:rsidRPr="00863EC1" w14:paraId="4661876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75E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4BC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0C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63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8AD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186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61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12.14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D19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ПДА</w:t>
            </w:r>
          </w:p>
        </w:tc>
      </w:tr>
      <w:tr w:rsidR="00CF041D" w:rsidRPr="00863EC1" w14:paraId="6B0F87B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484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C66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D0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633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170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ABD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246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11.30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A77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АПС</w:t>
            </w:r>
          </w:p>
        </w:tc>
      </w:tr>
      <w:tr w:rsidR="00CF041D" w:rsidRPr="00863EC1" w14:paraId="6BA7B7B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0B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068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316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45C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2DC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D09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ADD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2B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26218FF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073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744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B07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2BF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61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68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D05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7.38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D0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CF041D" w:rsidRPr="00863EC1" w14:paraId="73731FB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DDE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0B1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5C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498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B25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07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1.335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02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6.68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90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ГЗА</w:t>
            </w:r>
          </w:p>
        </w:tc>
      </w:tr>
      <w:tr w:rsidR="00CF041D" w:rsidRPr="00863EC1" w14:paraId="51E7445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572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0D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AD7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FFB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07B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DFF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0B5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1F1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АФС</w:t>
            </w:r>
          </w:p>
        </w:tc>
      </w:tr>
      <w:tr w:rsidR="00CF041D" w:rsidRPr="00863EC1" w14:paraId="45740D1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637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CED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FA1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53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DD9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B3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3D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5.88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AA9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ЕДП</w:t>
            </w:r>
          </w:p>
        </w:tc>
      </w:tr>
      <w:tr w:rsidR="00CF041D" w:rsidRPr="00863EC1" w14:paraId="3EA25CB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651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56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20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800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A4F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754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498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B2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CF041D" w:rsidRPr="00863EC1" w14:paraId="452AF8A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B4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7E8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D6B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B0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28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5E4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9C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D1D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4291D8A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30A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CB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560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EC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548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150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76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F6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НМК</w:t>
            </w:r>
          </w:p>
        </w:tc>
      </w:tr>
      <w:tr w:rsidR="00CF041D" w:rsidRPr="00863EC1" w14:paraId="683E153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65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35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050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FD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B8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B93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3F6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D4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РМЯ</w:t>
            </w:r>
          </w:p>
        </w:tc>
      </w:tr>
      <w:tr w:rsidR="00CF041D" w:rsidRPr="00863EC1" w14:paraId="531780A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FFC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8C6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B7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57B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A96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EF0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A5B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206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CF041D" w:rsidRPr="00863EC1" w14:paraId="35E3612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F64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46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2BD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867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DF1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0E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C1C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A9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МИИ</w:t>
            </w:r>
          </w:p>
        </w:tc>
      </w:tr>
      <w:tr w:rsidR="00CF041D" w:rsidRPr="00863EC1" w14:paraId="1AB9966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ED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CE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5D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4C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ACA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B0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E03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255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ВДП</w:t>
            </w:r>
          </w:p>
        </w:tc>
      </w:tr>
      <w:tr w:rsidR="00CF041D" w:rsidRPr="00863EC1" w14:paraId="04A380F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DF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010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6C3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0FD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28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34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490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24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БАК</w:t>
            </w:r>
          </w:p>
        </w:tc>
      </w:tr>
      <w:tr w:rsidR="00CF041D" w:rsidRPr="00863EC1" w14:paraId="52EA7A6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6E2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50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22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DD1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00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217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6CC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B7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ДГП</w:t>
            </w:r>
          </w:p>
        </w:tc>
      </w:tr>
      <w:tr w:rsidR="00CF041D" w:rsidRPr="00863EC1" w14:paraId="131D6FD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765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D47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094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167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F55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005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8E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2FF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ЛИН</w:t>
            </w:r>
          </w:p>
        </w:tc>
      </w:tr>
      <w:tr w:rsidR="00CF041D" w:rsidRPr="00863EC1" w14:paraId="2C9E33E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0E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1E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8D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EA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87F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1A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E9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91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0B5CCE7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90B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6D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8D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23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60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12F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D3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D01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13159A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A06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75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EBC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9B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C3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05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E0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DA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408976C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2D5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83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02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5B5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E72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18C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D3A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79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ДПВ</w:t>
            </w:r>
          </w:p>
        </w:tc>
      </w:tr>
      <w:tr w:rsidR="00CF041D" w:rsidRPr="00863EC1" w14:paraId="6428782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D9A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0A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93B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E4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689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C1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1A1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52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72DA9D4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3D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850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02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E5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FD4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AD4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866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C3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НПА и др.</w:t>
            </w:r>
          </w:p>
        </w:tc>
      </w:tr>
      <w:tr w:rsidR="00CF041D" w:rsidRPr="00863EC1" w14:paraId="3F1ED66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F91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2D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825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25F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C2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04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16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4AB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ПВД</w:t>
            </w:r>
          </w:p>
        </w:tc>
      </w:tr>
      <w:tr w:rsidR="00CF041D" w:rsidRPr="00863EC1" w14:paraId="6794B32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493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0CF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4A5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2A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D4E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5A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17E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3F0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CF041D" w:rsidRPr="00863EC1" w14:paraId="1F82035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981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B2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D9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6D3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F7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558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947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2D1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МХЛ</w:t>
            </w:r>
          </w:p>
        </w:tc>
      </w:tr>
      <w:tr w:rsidR="00CF041D" w:rsidRPr="00863EC1" w14:paraId="1320AA3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766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97E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A4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394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74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ED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3FC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74B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РИН</w:t>
            </w:r>
          </w:p>
        </w:tc>
      </w:tr>
      <w:tr w:rsidR="00CF041D" w:rsidRPr="00863EC1" w14:paraId="50F7FD6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DAC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F26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E73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F5E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507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3C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481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71E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СИН</w:t>
            </w:r>
          </w:p>
        </w:tc>
      </w:tr>
      <w:tr w:rsidR="00CF041D" w:rsidRPr="00863EC1" w14:paraId="057F2C3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1AA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8AF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1A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97D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234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FE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6.104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5C9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30.52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DD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CF041D" w:rsidRPr="00863EC1" w14:paraId="3B01F43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0D0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C6A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02A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C2E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636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CCE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4AC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F75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ЦТВ</w:t>
            </w:r>
          </w:p>
        </w:tc>
      </w:tr>
      <w:tr w:rsidR="00CF041D" w:rsidRPr="00863EC1" w14:paraId="2FB7669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1AA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30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6B3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C2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349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140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B76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BDF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CF041D" w:rsidRPr="00863EC1" w14:paraId="2CE8604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6A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BA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2C4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914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5CD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60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03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0C0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4668E2F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147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82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C5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0CD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08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BE5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D0E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69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ЦСИ</w:t>
            </w:r>
          </w:p>
        </w:tc>
      </w:tr>
      <w:tr w:rsidR="00CF041D" w:rsidRPr="00863EC1" w14:paraId="451C691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88D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DCB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2C0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2C6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136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2B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13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33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ДПВ</w:t>
            </w:r>
          </w:p>
        </w:tc>
      </w:tr>
      <w:tr w:rsidR="00CF041D" w:rsidRPr="00863EC1" w14:paraId="07FE7AD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820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0A8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371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2C6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8EE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BBB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78F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DB9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ИИЗ</w:t>
            </w:r>
          </w:p>
        </w:tc>
      </w:tr>
      <w:tr w:rsidR="00CF041D" w:rsidRPr="00863EC1" w14:paraId="0F306D0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41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361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D9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F3D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4A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275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D4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091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43CEBEC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BB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BC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17A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2B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20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FB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F95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0B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3248034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E2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47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D0B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D9D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59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68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900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2.27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62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РМБ</w:t>
            </w:r>
          </w:p>
        </w:tc>
      </w:tr>
      <w:tr w:rsidR="00CF041D" w:rsidRPr="00863EC1" w14:paraId="55D0613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2A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D3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51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73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3E3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3ED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B0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6F1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ПДА</w:t>
            </w:r>
          </w:p>
        </w:tc>
      </w:tr>
      <w:tr w:rsidR="00CF041D" w:rsidRPr="00863EC1" w14:paraId="1CE0C63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D55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347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A09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5F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FE6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70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361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D9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CF041D" w:rsidRPr="00863EC1" w14:paraId="296C65E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CC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AEE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B1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E44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7C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D72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46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15.45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35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ИМИ</w:t>
            </w:r>
          </w:p>
        </w:tc>
      </w:tr>
      <w:tr w:rsidR="00CF041D" w:rsidRPr="00863EC1" w14:paraId="525DE7D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F4A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D8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2D3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736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9D6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13E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B7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86B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CF041D" w:rsidRPr="00863EC1" w14:paraId="01ACB79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52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F8D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AB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1A4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CD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D41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18F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335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ТЙЙ</w:t>
            </w:r>
          </w:p>
        </w:tc>
      </w:tr>
      <w:tr w:rsidR="00CF041D" w:rsidRPr="00863EC1" w14:paraId="3FDD5A4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B58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62F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7EA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56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C03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1D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53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14.52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576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СНИ</w:t>
            </w:r>
          </w:p>
        </w:tc>
      </w:tr>
      <w:tr w:rsidR="00CF041D" w:rsidRPr="00863EC1" w14:paraId="75B3947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CD1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8E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8B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859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AC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A32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F0C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19E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ТВК и др.</w:t>
            </w:r>
          </w:p>
        </w:tc>
      </w:tr>
      <w:tr w:rsidR="00CF041D" w:rsidRPr="00863EC1" w14:paraId="0A1FCFC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C6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D4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33D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648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61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FF1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ABA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3A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CF041D" w:rsidRPr="00863EC1" w14:paraId="31BFE08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31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97E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15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1C2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AE3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0E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44B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2BE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CF041D" w:rsidRPr="00863EC1" w14:paraId="21DA513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450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8EC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0ED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BAC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71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6C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61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9D1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НИС</w:t>
            </w:r>
          </w:p>
        </w:tc>
      </w:tr>
      <w:tr w:rsidR="00CF041D" w:rsidRPr="00863EC1" w14:paraId="0C198B2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6D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7F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E8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80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F21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01E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821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0F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692B3DE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D31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7B1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223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36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031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09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2D1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ACD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ЦАГ</w:t>
            </w:r>
          </w:p>
        </w:tc>
      </w:tr>
      <w:tr w:rsidR="00CF041D" w:rsidRPr="00863EC1" w14:paraId="46A5DB9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2B0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68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1B0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5A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9F5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4A8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7B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E6F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МИМ</w:t>
            </w:r>
          </w:p>
        </w:tc>
      </w:tr>
      <w:tr w:rsidR="00CF041D" w:rsidRPr="00863EC1" w14:paraId="531C865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558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15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EAC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24B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D5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C81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6C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B0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221C309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8E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93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D8F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C5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FA0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5DA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BE0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21.80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8EB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ЙКА</w:t>
            </w:r>
          </w:p>
        </w:tc>
      </w:tr>
      <w:tr w:rsidR="00CF041D" w:rsidRPr="00863EC1" w14:paraId="20B0E17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130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B68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CD9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AC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B8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B4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EE2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2D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КБМ и др.</w:t>
            </w:r>
          </w:p>
        </w:tc>
      </w:tr>
      <w:tr w:rsidR="00CF041D" w:rsidRPr="00863EC1" w14:paraId="2131D2C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551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988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337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BA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BAD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F71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74F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B56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ПРБ</w:t>
            </w:r>
          </w:p>
        </w:tc>
      </w:tr>
      <w:tr w:rsidR="00CF041D" w:rsidRPr="00863EC1" w14:paraId="6F6B606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F13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C8F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896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53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D6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3E3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D5D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B27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НГР</w:t>
            </w:r>
          </w:p>
        </w:tc>
      </w:tr>
      <w:tr w:rsidR="00CF041D" w:rsidRPr="00863EC1" w14:paraId="605274B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D8A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0C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D4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FD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FF9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2AF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C9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4F8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БФП</w:t>
            </w:r>
          </w:p>
        </w:tc>
      </w:tr>
      <w:tr w:rsidR="00CF041D" w:rsidRPr="00863EC1" w14:paraId="367BBAB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C0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809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1C4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FC7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87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97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8BA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F4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ДИГ</w:t>
            </w:r>
          </w:p>
        </w:tc>
      </w:tr>
      <w:tr w:rsidR="00CF041D" w:rsidRPr="00863EC1" w14:paraId="5FCF0CE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6AE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7B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8A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B04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F4F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ADE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72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AF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ППР</w:t>
            </w:r>
          </w:p>
        </w:tc>
      </w:tr>
      <w:tr w:rsidR="00CF041D" w:rsidRPr="00863EC1" w14:paraId="6262EF9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EBE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C8F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FA2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185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86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18C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FEB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17.46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AF4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ДПВ</w:t>
            </w:r>
          </w:p>
        </w:tc>
      </w:tr>
      <w:tr w:rsidR="00CF041D" w:rsidRPr="00863EC1" w14:paraId="5A4BE1F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DE5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AA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D7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AF6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4A6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1D8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68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E9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АСС</w:t>
            </w:r>
          </w:p>
        </w:tc>
      </w:tr>
      <w:tr w:rsidR="00CF041D" w:rsidRPr="00863EC1" w14:paraId="759F3CE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67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D02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A3C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1B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AAE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DC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CC7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5CA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CF041D" w:rsidRPr="00863EC1" w14:paraId="0EE01A4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05A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F4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ED3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00A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F4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ED6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1DF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D1B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CF041D" w:rsidRPr="00863EC1" w14:paraId="5BF4260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D06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E4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CA1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67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08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5F6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37D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7F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47FB3A5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48A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B3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B5A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AF5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8A2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453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1D0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848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5D96A0D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A51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3C9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5F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CF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FA7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D8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C5E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FB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CF041D" w:rsidRPr="00863EC1" w14:paraId="4069852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B5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337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2C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BD4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FB8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D1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13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128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307D126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64F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50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E31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09A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91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7E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A3B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B12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ВРК</w:t>
            </w:r>
          </w:p>
        </w:tc>
      </w:tr>
      <w:tr w:rsidR="00CF041D" w:rsidRPr="00863EC1" w14:paraId="6A1F38F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88B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3E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3EE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D8F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F6B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B7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B06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95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28F7E62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9F2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BAC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12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58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58D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78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369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3D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ИДМ</w:t>
            </w:r>
          </w:p>
        </w:tc>
      </w:tr>
      <w:tr w:rsidR="00CF041D" w:rsidRPr="00863EC1" w14:paraId="24CD8A6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5E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A9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5B3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1F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8FA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5C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28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957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СИВ</w:t>
            </w:r>
          </w:p>
        </w:tc>
      </w:tr>
      <w:tr w:rsidR="00CF041D" w:rsidRPr="00863EC1" w14:paraId="7CB6901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D9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FB0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6F8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569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88A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0B4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0C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48B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ЛХВ</w:t>
            </w:r>
          </w:p>
        </w:tc>
      </w:tr>
      <w:tr w:rsidR="00CF041D" w:rsidRPr="00863EC1" w14:paraId="643844D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2A8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46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5A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21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00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A6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AE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DA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КРГ</w:t>
            </w:r>
          </w:p>
        </w:tc>
      </w:tr>
      <w:tr w:rsidR="00CF041D" w:rsidRPr="00863EC1" w14:paraId="33794CA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ED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842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F72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E4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C51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E2F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0E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6C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CF041D" w:rsidRPr="00863EC1" w14:paraId="624504E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F33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11D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8E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DA8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4FF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E65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49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4AE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ТВК и др.</w:t>
            </w:r>
          </w:p>
        </w:tc>
      </w:tr>
      <w:tr w:rsidR="00CF041D" w:rsidRPr="00863EC1" w14:paraId="3F42E76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938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C19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D66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970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46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18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DE5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91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CF041D" w:rsidRPr="00863EC1" w14:paraId="229E919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55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7F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733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BDB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94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A1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47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7C5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НТГ</w:t>
            </w:r>
          </w:p>
        </w:tc>
      </w:tr>
      <w:tr w:rsidR="00CF041D" w:rsidRPr="00863EC1" w14:paraId="01F0512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11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FC9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7E3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781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AC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72C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1B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1.90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D77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ДКК</w:t>
            </w:r>
          </w:p>
        </w:tc>
      </w:tr>
      <w:tr w:rsidR="00CF041D" w:rsidRPr="00863EC1" w14:paraId="02EA557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A9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EC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66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9F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A4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941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559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9A0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ДИГ</w:t>
            </w:r>
          </w:p>
        </w:tc>
      </w:tr>
      <w:tr w:rsidR="00CF041D" w:rsidRPr="00863EC1" w14:paraId="2ACF634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DF8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51F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923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10F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F5E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FC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47C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01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ЦАГ</w:t>
            </w:r>
          </w:p>
        </w:tc>
      </w:tr>
      <w:tr w:rsidR="00CF041D" w:rsidRPr="00863EC1" w14:paraId="711DE18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15A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AF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6A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41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F6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667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95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F56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ВГС</w:t>
            </w:r>
          </w:p>
        </w:tc>
      </w:tr>
      <w:tr w:rsidR="00CF041D" w:rsidRPr="00863EC1" w14:paraId="4CF34B6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286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EC5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4FC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25C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9E0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C9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35A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EAB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РИН</w:t>
            </w:r>
          </w:p>
        </w:tc>
      </w:tr>
      <w:tr w:rsidR="00CF041D" w:rsidRPr="00863EC1" w14:paraId="1228B19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0D3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7C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4F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F0F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03A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2F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51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2E0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ДКК</w:t>
            </w:r>
          </w:p>
        </w:tc>
      </w:tr>
      <w:tr w:rsidR="00CF041D" w:rsidRPr="00863EC1" w14:paraId="385CC77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94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8DB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881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BF3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B0D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60C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AF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10.57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6B7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CF041D" w:rsidRPr="00863EC1" w14:paraId="1AE93AF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EB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C0F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B2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876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3F9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212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9F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7D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КФА и др.</w:t>
            </w:r>
          </w:p>
        </w:tc>
      </w:tr>
      <w:tr w:rsidR="00CF041D" w:rsidRPr="00863EC1" w14:paraId="7C81F4D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08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34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C07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3C4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6F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A05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960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D71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CF041D" w:rsidRPr="00863EC1" w14:paraId="1073968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F1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49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55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CA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33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FD6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99E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18C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CF041D" w:rsidRPr="00863EC1" w14:paraId="417A9D0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5F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B58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20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53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E2D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0E1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A5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AE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4C9BF42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72D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A88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B3D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11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CA4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C5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8C9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4F5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ДКК</w:t>
            </w:r>
          </w:p>
        </w:tc>
      </w:tr>
      <w:tr w:rsidR="00CF041D" w:rsidRPr="00863EC1" w14:paraId="395E496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1A8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A7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D1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FD4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6F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88A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E9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6.46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76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ЗТИ</w:t>
            </w:r>
          </w:p>
        </w:tc>
      </w:tr>
      <w:tr w:rsidR="00CF041D" w:rsidRPr="00863EC1" w14:paraId="2AC920D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1EB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3B2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DA1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3E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424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23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11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C19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0CC7026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EF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18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159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2A7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90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50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7D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5.37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FB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1B71A96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4DF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7C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216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4D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FD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3CE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F88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1B2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5985065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E3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1AF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E31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BD2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B1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DE2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231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05E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МИИ</w:t>
            </w:r>
          </w:p>
        </w:tc>
      </w:tr>
      <w:tr w:rsidR="00CF041D" w:rsidRPr="00863EC1" w14:paraId="252F8C6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12D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883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2D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5F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743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E1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CD6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0AB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CF041D" w:rsidRPr="00863EC1" w14:paraId="536A6B0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91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45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714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CA6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CA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050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65B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394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CF041D" w:rsidRPr="00863EC1" w14:paraId="284D986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18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1C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46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23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666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6C3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4B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DA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ЦАГ</w:t>
            </w:r>
          </w:p>
        </w:tc>
      </w:tr>
      <w:tr w:rsidR="00CF041D" w:rsidRPr="00863EC1" w14:paraId="6F42356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24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D78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924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8C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C1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E2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99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65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CF041D" w:rsidRPr="00863EC1" w14:paraId="075F7D1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710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54A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6C4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EF8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E8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55C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F2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307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СГА</w:t>
            </w:r>
          </w:p>
        </w:tc>
      </w:tr>
      <w:tr w:rsidR="00CF041D" w:rsidRPr="00863EC1" w14:paraId="42320C8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FB0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DF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595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A7C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CD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0F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AED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EA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ХИР</w:t>
            </w:r>
          </w:p>
        </w:tc>
      </w:tr>
      <w:tr w:rsidR="00CF041D" w:rsidRPr="00863EC1" w14:paraId="1C3DADF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D6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229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B6C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D7F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265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9C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0F1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CBD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ТДР</w:t>
            </w:r>
          </w:p>
        </w:tc>
      </w:tr>
      <w:tr w:rsidR="00CF041D" w:rsidRPr="00863EC1" w14:paraId="7061DB1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CA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CE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78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41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5B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EE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E5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DC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ВИС</w:t>
            </w:r>
          </w:p>
        </w:tc>
      </w:tr>
      <w:tr w:rsidR="00CF041D" w:rsidRPr="00863EC1" w14:paraId="0CA0E3F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E3A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A33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316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00B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26F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3FB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60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26.50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32B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СТП</w:t>
            </w:r>
          </w:p>
        </w:tc>
      </w:tr>
      <w:tr w:rsidR="00CF041D" w:rsidRPr="00863EC1" w14:paraId="562BC5D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8E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392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8C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0B0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77C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37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E32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288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CF041D" w:rsidRPr="00863EC1" w14:paraId="0078AE6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79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EBC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F49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3A0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31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79C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CCD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7DA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КРГ</w:t>
            </w:r>
          </w:p>
        </w:tc>
      </w:tr>
      <w:tr w:rsidR="00CF041D" w:rsidRPr="00863EC1" w14:paraId="58755C1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F1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2AD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66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7D3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393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2DB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AC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64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CF041D" w:rsidRPr="00863EC1" w14:paraId="644A4E0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A7F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7EA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7B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CD9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E6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C9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EF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33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CF041D" w:rsidRPr="00863EC1" w14:paraId="3DB3468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FD6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6DD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2E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335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9BA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AA5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7B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16.49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65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CF041D" w:rsidRPr="00863EC1" w14:paraId="1F0E9B8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5A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036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7F4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C0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F1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39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AC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2FC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</w:t>
            </w:r>
          </w:p>
        </w:tc>
      </w:tr>
      <w:tr w:rsidR="00CF041D" w:rsidRPr="00863EC1" w14:paraId="50D2805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FB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7C6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09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232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347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41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F0E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881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ЙКП</w:t>
            </w:r>
          </w:p>
        </w:tc>
      </w:tr>
      <w:tr w:rsidR="00CF041D" w:rsidRPr="00863EC1" w14:paraId="0336CC6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3D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00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06D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C25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77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630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CF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58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КЯЧ</w:t>
            </w:r>
          </w:p>
        </w:tc>
      </w:tr>
      <w:tr w:rsidR="00CF041D" w:rsidRPr="00863EC1" w14:paraId="01CB1C5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6C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A0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8E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B86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1B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838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F0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260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CF041D" w:rsidRPr="00863EC1" w14:paraId="6A1D7D0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A7A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B1A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11B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91F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617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3FB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15E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3BD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</w:tr>
      <w:tr w:rsidR="00CF041D" w:rsidRPr="00863EC1" w14:paraId="6792746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358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1AA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B53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06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B6C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25D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D9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E32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CF041D" w:rsidRPr="00863EC1" w14:paraId="4C64236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8C4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BF7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5C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E3A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FFF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50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67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88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ВГС</w:t>
            </w:r>
          </w:p>
        </w:tc>
      </w:tr>
      <w:tr w:rsidR="00CF041D" w:rsidRPr="00863EC1" w14:paraId="24D3A19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07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368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F03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880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084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146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B3D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C3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СКН</w:t>
            </w:r>
          </w:p>
        </w:tc>
      </w:tr>
      <w:tr w:rsidR="00CF041D" w:rsidRPr="00863EC1" w14:paraId="25EA329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AB7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C27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506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235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3E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BA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CA5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BC1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CF041D" w:rsidRPr="00863EC1" w14:paraId="2311D09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411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B6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D49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3B9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7C5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3E4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5E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17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НИН</w:t>
            </w:r>
          </w:p>
        </w:tc>
      </w:tr>
      <w:tr w:rsidR="00CF041D" w:rsidRPr="00863EC1" w14:paraId="3A36553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CFE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FB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81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14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57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1F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558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72B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АРГ</w:t>
            </w:r>
          </w:p>
        </w:tc>
      </w:tr>
      <w:tr w:rsidR="00CF041D" w:rsidRPr="00863EC1" w14:paraId="5DD283B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11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17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E09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A3A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FB8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83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E7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DA0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НГР</w:t>
            </w:r>
          </w:p>
        </w:tc>
      </w:tr>
      <w:tr w:rsidR="00CF041D" w:rsidRPr="00863EC1" w14:paraId="7CD7DEA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41F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B2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9AF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AF1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E00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695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4D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F69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ИАТ</w:t>
            </w:r>
          </w:p>
        </w:tc>
      </w:tr>
      <w:tr w:rsidR="00CF041D" w:rsidRPr="00863EC1" w14:paraId="4524F6A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91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8E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470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AD8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AC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79E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E53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3C5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БВС</w:t>
            </w:r>
          </w:p>
        </w:tc>
      </w:tr>
      <w:tr w:rsidR="00CF041D" w:rsidRPr="00863EC1" w14:paraId="53EC561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7E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AB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C58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4E4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7E2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EB4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C55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AAC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ПИП</w:t>
            </w:r>
          </w:p>
        </w:tc>
      </w:tr>
      <w:tr w:rsidR="00CF041D" w:rsidRPr="00863EC1" w14:paraId="49FFA97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0D5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3D6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2D2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6E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3E3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C88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B11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1E4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33678F4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590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B1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A67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A20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FC9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BD4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F1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AF3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2F01CB0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0A3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90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571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CB8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AC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2A8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550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F0F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ИАТ</w:t>
            </w:r>
          </w:p>
        </w:tc>
      </w:tr>
      <w:tr w:rsidR="00CF041D" w:rsidRPr="00863EC1" w14:paraId="314ACB8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6DA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C56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6F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76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111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98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BC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E93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0BA4908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5F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00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E7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982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A7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AA2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928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719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ХИР</w:t>
            </w:r>
          </w:p>
        </w:tc>
      </w:tr>
      <w:tr w:rsidR="00CF041D" w:rsidRPr="00863EC1" w14:paraId="30B33D5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7B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797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311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14B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5C9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0E6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A0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20.01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BB1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ДПВ</w:t>
            </w:r>
          </w:p>
        </w:tc>
      </w:tr>
      <w:tr w:rsidR="00CF041D" w:rsidRPr="00863EC1" w14:paraId="4C6ABB1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4BB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6E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E00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81F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B45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98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1E2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32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CF041D" w:rsidRPr="00863EC1" w14:paraId="3081BC9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889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138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B1F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46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8B0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48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010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FF6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ППР</w:t>
            </w:r>
          </w:p>
        </w:tc>
      </w:tr>
      <w:tr w:rsidR="00CF041D" w:rsidRPr="00863EC1" w14:paraId="3D1493F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9A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9E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51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BA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7BD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E32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02B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17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СИВ</w:t>
            </w:r>
          </w:p>
        </w:tc>
      </w:tr>
      <w:tr w:rsidR="00CF041D" w:rsidRPr="00863EC1" w14:paraId="671FFCC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D5A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80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C9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BBE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75E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C7E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07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72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ВСМ</w:t>
            </w:r>
          </w:p>
        </w:tc>
      </w:tr>
      <w:tr w:rsidR="00CF041D" w:rsidRPr="00863EC1" w14:paraId="05A9A89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6A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5B0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D52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5E1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B5A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59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7B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A1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ГНГ</w:t>
            </w:r>
          </w:p>
        </w:tc>
      </w:tr>
      <w:tr w:rsidR="00CF041D" w:rsidRPr="00863EC1" w14:paraId="3DF26DB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67E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846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491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E2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589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95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AAC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3F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ДКК</w:t>
            </w:r>
          </w:p>
        </w:tc>
      </w:tr>
      <w:tr w:rsidR="00CF041D" w:rsidRPr="00863EC1" w14:paraId="52D6B07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746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585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AE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1B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B9A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11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FC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432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CF041D" w:rsidRPr="00863EC1" w14:paraId="1E33BDF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D84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29B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37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222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E47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2D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4E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5AF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СКН</w:t>
            </w:r>
          </w:p>
        </w:tc>
      </w:tr>
      <w:tr w:rsidR="00CF041D" w:rsidRPr="00863EC1" w14:paraId="06A31FA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C3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57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748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A1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E0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93D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A0A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70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</w:tr>
      <w:tr w:rsidR="00CF041D" w:rsidRPr="00863EC1" w14:paraId="717DA82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0EC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45D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52A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E12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5E7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A3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29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EE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ДЦХ</w:t>
            </w:r>
          </w:p>
        </w:tc>
      </w:tr>
      <w:tr w:rsidR="00CF041D" w:rsidRPr="00863EC1" w14:paraId="52BAB79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92B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6C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E04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4AA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21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3A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EA4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BAD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ИАС</w:t>
            </w:r>
          </w:p>
        </w:tc>
      </w:tr>
      <w:tr w:rsidR="00CF041D" w:rsidRPr="00863EC1" w14:paraId="386957A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7C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B6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300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7B4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FB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4F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0FC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73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АФС</w:t>
            </w:r>
          </w:p>
        </w:tc>
      </w:tr>
      <w:tr w:rsidR="00CF041D" w:rsidRPr="00863EC1" w14:paraId="724E20D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4E7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F80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9D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43A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EF1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FAF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C17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62B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НАС</w:t>
            </w:r>
          </w:p>
        </w:tc>
      </w:tr>
      <w:tr w:rsidR="00CF041D" w:rsidRPr="00863EC1" w14:paraId="5D9EC3D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ECA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1F7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4D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92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DE3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380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6FE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81D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77F4135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B62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85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50D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1CC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96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F76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0D2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327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CF041D" w:rsidRPr="00863EC1" w14:paraId="383D3FC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D5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DCF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F9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BFA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A56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4C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635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ADE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14E975D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59B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B0E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A31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CEC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446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408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CA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2EE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636A15F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AAC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93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CF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35F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2D6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50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476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C6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КИИ</w:t>
            </w:r>
          </w:p>
        </w:tc>
      </w:tr>
      <w:tr w:rsidR="00CF041D" w:rsidRPr="00863EC1" w14:paraId="3A1B0A0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9DA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DA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301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9FC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6D1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449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C0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6C4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1439C2C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92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D92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F3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5A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EF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EDB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1FD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8A0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52F707F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2E1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2B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7BC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71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7AB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79F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05F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942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CF041D" w:rsidRPr="00863EC1" w14:paraId="411A322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BF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E24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C6E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721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3A1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BA1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C11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04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КИИ</w:t>
            </w:r>
          </w:p>
        </w:tc>
      </w:tr>
      <w:tr w:rsidR="00CF041D" w:rsidRPr="00863EC1" w14:paraId="13B8F29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02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61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FB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9B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47A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E65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724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EB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ГАМ</w:t>
            </w:r>
          </w:p>
        </w:tc>
      </w:tr>
      <w:tr w:rsidR="00CF041D" w:rsidRPr="00863EC1" w14:paraId="2ABC3CD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F39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1C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C5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6CE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1660.055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48D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5B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327.762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24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1638.81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14A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2B04013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1D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4A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80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B09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DF9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4D2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D4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BD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ТДР</w:t>
            </w:r>
          </w:p>
        </w:tc>
      </w:tr>
      <w:tr w:rsidR="00CF041D" w:rsidRPr="00863EC1" w14:paraId="741F81D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F5B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439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C92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40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B06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C4B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1D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A1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ММА</w:t>
            </w:r>
          </w:p>
        </w:tc>
      </w:tr>
      <w:tr w:rsidR="00CF041D" w:rsidRPr="00863EC1" w14:paraId="20CB800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414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2C4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04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92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56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380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3D6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D2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CF041D" w:rsidRPr="00863EC1" w14:paraId="5835EE5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AF4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3F4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77E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F06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15C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25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FC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6B5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CF041D" w:rsidRPr="00863EC1" w14:paraId="70AF68F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671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3D8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1F0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2C1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99A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4F1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6A6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CFE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CF041D" w:rsidRPr="00863EC1" w14:paraId="0344746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BF3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483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DD5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12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FC6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78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649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B95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БНИ</w:t>
            </w:r>
          </w:p>
        </w:tc>
      </w:tr>
      <w:tr w:rsidR="00CF041D" w:rsidRPr="00863EC1" w14:paraId="316E43F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02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44D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1C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59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4C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CAF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A5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9B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ЯАТ</w:t>
            </w:r>
          </w:p>
        </w:tc>
      </w:tr>
      <w:tr w:rsidR="00CF041D" w:rsidRPr="00863EC1" w14:paraId="74E2A19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346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4BD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DD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F77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888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FA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78D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809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МИС</w:t>
            </w:r>
          </w:p>
        </w:tc>
      </w:tr>
      <w:tr w:rsidR="00CF041D" w:rsidRPr="00863EC1" w14:paraId="43C0F4B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F0B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9D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0AB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AD5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6B4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316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1D3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098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НПТ</w:t>
            </w:r>
          </w:p>
        </w:tc>
      </w:tr>
      <w:tr w:rsidR="00CF041D" w:rsidRPr="00863EC1" w14:paraId="56F0452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99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629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AF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43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9CC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0E2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A7B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CF041D" w:rsidRPr="00863EC1" w14:paraId="57033DA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99B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A59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53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BDF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547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6B4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A1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676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ИДМ</w:t>
            </w:r>
          </w:p>
        </w:tc>
      </w:tr>
      <w:tr w:rsidR="00CF041D" w:rsidRPr="00863EC1" w14:paraId="059B4BB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035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00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493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BC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DA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13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2E0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C1C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КИС</w:t>
            </w:r>
          </w:p>
        </w:tc>
      </w:tr>
      <w:tr w:rsidR="00CF041D" w:rsidRPr="00863EC1" w14:paraId="653512A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26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F5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26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0B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1C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B1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4A4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464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ГФП и др.</w:t>
            </w:r>
          </w:p>
        </w:tc>
      </w:tr>
      <w:tr w:rsidR="00CF041D" w:rsidRPr="00863EC1" w14:paraId="176C49A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A5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CF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01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F63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1F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73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397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33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СИВ</w:t>
            </w:r>
          </w:p>
        </w:tc>
      </w:tr>
      <w:tr w:rsidR="00CF041D" w:rsidRPr="00863EC1" w14:paraId="3AB863F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315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ECE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C9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B22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754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66C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4C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DCA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ИАТ</w:t>
            </w:r>
          </w:p>
        </w:tc>
      </w:tr>
      <w:tr w:rsidR="00CF041D" w:rsidRPr="00863EC1" w14:paraId="392C02D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E3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896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29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45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56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5EF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7F9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F8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6FB2B5E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57E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33A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993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C4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9D4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EC4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12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45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БКГ</w:t>
            </w:r>
          </w:p>
        </w:tc>
      </w:tr>
      <w:tr w:rsidR="00CF041D" w:rsidRPr="00863EC1" w14:paraId="46896F7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E6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49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E86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933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4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4A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A37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23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НЦИ</w:t>
            </w:r>
          </w:p>
        </w:tc>
      </w:tr>
      <w:tr w:rsidR="00CF041D" w:rsidRPr="00863EC1" w14:paraId="3338DF1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72D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77A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DE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95E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DF7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3E4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CC4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312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СИН</w:t>
            </w:r>
          </w:p>
        </w:tc>
      </w:tr>
      <w:tr w:rsidR="00CF041D" w:rsidRPr="00863EC1" w14:paraId="15303AB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F8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78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A3D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3BC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607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F5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CDB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A88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ДГП</w:t>
            </w:r>
          </w:p>
        </w:tc>
      </w:tr>
      <w:tr w:rsidR="00CF041D" w:rsidRPr="00863EC1" w14:paraId="29D27EF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F7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4DA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242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0F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66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05E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78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4B5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CF041D" w:rsidRPr="00863EC1" w14:paraId="1EBE334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D18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65A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67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AC4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9CC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97D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482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41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23852DB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3E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F28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C5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17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693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902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C2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EFF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ВСГ и др.</w:t>
            </w:r>
          </w:p>
        </w:tc>
      </w:tr>
      <w:tr w:rsidR="00CF041D" w:rsidRPr="00863EC1" w14:paraId="602DE13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708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23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F76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2F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5A8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B59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F7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6A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ХПН</w:t>
            </w:r>
          </w:p>
        </w:tc>
      </w:tr>
      <w:tr w:rsidR="00CF041D" w:rsidRPr="00863EC1" w14:paraId="77CC470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3E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17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5BD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ED2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71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3B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D4A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38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ТКЯ</w:t>
            </w:r>
          </w:p>
        </w:tc>
      </w:tr>
      <w:tr w:rsidR="00CF041D" w:rsidRPr="00863EC1" w14:paraId="7E1AE26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DBE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1D7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4F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C9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2D1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4A0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C86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91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ГПН</w:t>
            </w:r>
          </w:p>
        </w:tc>
      </w:tr>
      <w:tr w:rsidR="00CF041D" w:rsidRPr="00863EC1" w14:paraId="0A55312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CE7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E9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8B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A4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158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B8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2F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45B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БВВ</w:t>
            </w:r>
          </w:p>
        </w:tc>
      </w:tr>
      <w:tr w:rsidR="00CF041D" w:rsidRPr="00863EC1" w14:paraId="57C01ED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BF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7D1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320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01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78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1A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283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97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404549E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BF9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AE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2EC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582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232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B2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664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31C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11F81BA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103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A3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F1C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2E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3CB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CFD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4C5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CAF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1498C93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DB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CD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691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FB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B92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06D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C5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F4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РМП</w:t>
            </w:r>
          </w:p>
        </w:tc>
      </w:tr>
      <w:tr w:rsidR="00CF041D" w:rsidRPr="00863EC1" w14:paraId="1247307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CC0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33B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A02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C66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89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9E9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8A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45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ДКЯ</w:t>
            </w:r>
          </w:p>
        </w:tc>
      </w:tr>
      <w:tr w:rsidR="00CF041D" w:rsidRPr="00863EC1" w14:paraId="54D5A5E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C25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1C1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70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4D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E76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3E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14E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19.55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E84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РМБ</w:t>
            </w:r>
          </w:p>
        </w:tc>
      </w:tr>
      <w:tr w:rsidR="00CF041D" w:rsidRPr="00863EC1" w14:paraId="4F315BF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B8B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A16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7B1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979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8C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8C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763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CA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ИКЯ</w:t>
            </w:r>
          </w:p>
        </w:tc>
      </w:tr>
      <w:tr w:rsidR="00CF041D" w:rsidRPr="00863EC1" w14:paraId="327EB22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9D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FD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17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AE9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58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F8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70E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465C2E0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61F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F8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DB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948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CFB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5BC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3B7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58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ОКЯ</w:t>
            </w:r>
          </w:p>
        </w:tc>
      </w:tr>
      <w:tr w:rsidR="00CF041D" w:rsidRPr="00863EC1" w14:paraId="74843AC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22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3F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1D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36F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57A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1BD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D72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4EA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7867701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023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F38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ED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7CA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0F7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98C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B3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3B0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CF041D" w:rsidRPr="00863EC1" w14:paraId="01C9758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486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78C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9DD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F3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B29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499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F2C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81C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CF041D" w:rsidRPr="00863EC1" w14:paraId="52F99BB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68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58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5B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C2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9F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C39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A24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04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НИС</w:t>
            </w:r>
          </w:p>
        </w:tc>
      </w:tr>
      <w:tr w:rsidR="00CF041D" w:rsidRPr="00863EC1" w14:paraId="5AC29F5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72C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31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469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FA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99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168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534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8C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ТКП</w:t>
            </w:r>
          </w:p>
        </w:tc>
      </w:tr>
      <w:tr w:rsidR="00CF041D" w:rsidRPr="00863EC1" w14:paraId="0AA35A0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7DB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C59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341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1B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B84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82E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AD9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66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КЯЧ</w:t>
            </w:r>
          </w:p>
        </w:tc>
      </w:tr>
      <w:tr w:rsidR="00CF041D" w:rsidRPr="00863EC1" w14:paraId="56370B5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1AA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39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A0F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7E6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D93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B82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CAF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E3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РИН</w:t>
            </w:r>
          </w:p>
        </w:tc>
      </w:tr>
      <w:tr w:rsidR="00CF041D" w:rsidRPr="00863EC1" w14:paraId="0942EAE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ABE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30F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5E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0C2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48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A1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0BC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14.40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AA3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ПСИ</w:t>
            </w:r>
          </w:p>
        </w:tc>
      </w:tr>
      <w:tr w:rsidR="00CF041D" w:rsidRPr="00863EC1" w14:paraId="34205E8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AC6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4B5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4B2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30B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9B7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DC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953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003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</w:t>
            </w:r>
          </w:p>
        </w:tc>
      </w:tr>
      <w:tr w:rsidR="00CF041D" w:rsidRPr="00863EC1" w14:paraId="032CEDA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77C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F0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490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13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C6F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E1F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62F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CB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CF041D" w:rsidRPr="00863EC1" w14:paraId="552CAA9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29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2F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AC3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2A3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516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D9B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305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83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CF041D" w:rsidRPr="00863EC1" w14:paraId="7F50593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8CA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EE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44E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C97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90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DE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46B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A07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ЛВС</w:t>
            </w:r>
          </w:p>
        </w:tc>
      </w:tr>
      <w:tr w:rsidR="00CF041D" w:rsidRPr="00863EC1" w14:paraId="06916D5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35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A5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DFC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5F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CB8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D6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99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D53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CF041D" w:rsidRPr="00863EC1" w14:paraId="6C80622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BB4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6EC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6E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A8C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261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355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A8A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22D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CF041D" w:rsidRPr="00863EC1" w14:paraId="25274EB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25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DDC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56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C30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44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3D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85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ADC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70EF6E1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4E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13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47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4BB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E1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0F4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5A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250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СГА</w:t>
            </w:r>
          </w:p>
        </w:tc>
      </w:tr>
      <w:tr w:rsidR="00CF041D" w:rsidRPr="00863EC1" w14:paraId="169C06F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04E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F9B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EE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76F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3B0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6FA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70D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61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CF041D" w:rsidRPr="00863EC1" w14:paraId="0EAA510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B1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ED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9FE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EE0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29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45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D26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47C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ПХМ</w:t>
            </w:r>
          </w:p>
        </w:tc>
      </w:tr>
      <w:tr w:rsidR="00CF041D" w:rsidRPr="00863EC1" w14:paraId="493742E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2DF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291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5FE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5E1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4B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C3D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E1D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19.20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C1C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ИТЦ</w:t>
            </w:r>
          </w:p>
        </w:tc>
      </w:tr>
      <w:tr w:rsidR="00CF041D" w:rsidRPr="00863EC1" w14:paraId="3947680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F1D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48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225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15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75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0C3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C26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94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CF041D" w:rsidRPr="00863EC1" w14:paraId="16E5925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C2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FB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95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DCD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31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E2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28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AD1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CF041D" w:rsidRPr="00863EC1" w14:paraId="015292A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C13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25E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DB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2D4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C76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6C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8D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DD4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41DE742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108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DB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AB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89C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ED1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76F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E03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FA8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ВДВ</w:t>
            </w:r>
          </w:p>
        </w:tc>
      </w:tr>
      <w:tr w:rsidR="00CF041D" w:rsidRPr="00863EC1" w14:paraId="2F6A742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12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33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F19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0BD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145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93F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1.604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86B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8.02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E7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ДКК</w:t>
            </w:r>
          </w:p>
        </w:tc>
      </w:tr>
      <w:tr w:rsidR="00CF041D" w:rsidRPr="00863EC1" w14:paraId="5FC6A4E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5D4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6D9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52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89F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700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C62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C0A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7E3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18701DF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46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C1E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3B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14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52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FE7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986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A35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РМЖ</w:t>
            </w:r>
          </w:p>
        </w:tc>
      </w:tr>
      <w:tr w:rsidR="00CF041D" w:rsidRPr="00863EC1" w14:paraId="71031F8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978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FDA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ED2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789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3B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71E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AC2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705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ЛФП и др.</w:t>
            </w:r>
          </w:p>
        </w:tc>
      </w:tr>
      <w:tr w:rsidR="00CF041D" w:rsidRPr="00863EC1" w14:paraId="4343381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85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91B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89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03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00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B3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62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6.20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90C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БЕТ и др.</w:t>
            </w:r>
          </w:p>
        </w:tc>
      </w:tr>
      <w:tr w:rsidR="00CF041D" w:rsidRPr="00863EC1" w14:paraId="4BBA278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AEA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44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727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F39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3F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44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71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35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ЦАГ</w:t>
            </w:r>
          </w:p>
        </w:tc>
      </w:tr>
      <w:tr w:rsidR="00CF041D" w:rsidRPr="00863EC1" w14:paraId="477CD35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B69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9EA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920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EB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A4E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F1E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A7B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0D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КБМ и др.</w:t>
            </w:r>
          </w:p>
        </w:tc>
      </w:tr>
      <w:tr w:rsidR="00CF041D" w:rsidRPr="00863EC1" w14:paraId="3A86DFD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501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FA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C0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63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35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471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A3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36E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ТЙК</w:t>
            </w:r>
          </w:p>
        </w:tc>
      </w:tr>
      <w:tr w:rsidR="00CF041D" w:rsidRPr="00863EC1" w14:paraId="32714A3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6CC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7D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FF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B4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B7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813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8ED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18.96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000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ПДП</w:t>
            </w:r>
          </w:p>
        </w:tc>
      </w:tr>
      <w:tr w:rsidR="00CF041D" w:rsidRPr="00863EC1" w14:paraId="7341728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875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D83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D7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96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2F3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278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65D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395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ТДР</w:t>
            </w:r>
          </w:p>
        </w:tc>
      </w:tr>
      <w:tr w:rsidR="00CF041D" w:rsidRPr="00863EC1" w14:paraId="2DB5BAA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424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18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F08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10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60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D2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524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8E4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ИАС</w:t>
            </w:r>
          </w:p>
        </w:tc>
      </w:tr>
      <w:tr w:rsidR="00CF041D" w:rsidRPr="00863EC1" w14:paraId="757E75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91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07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A8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F0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038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46B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A6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17.60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C7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ИВБ</w:t>
            </w:r>
          </w:p>
        </w:tc>
      </w:tr>
      <w:tr w:rsidR="00CF041D" w:rsidRPr="00863EC1" w14:paraId="0978792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92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F45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0FB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AF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150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EA2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3B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357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CF041D" w:rsidRPr="00863EC1" w14:paraId="11FDCFF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D4C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20C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C38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DBD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2C7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0C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33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F08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58006B4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B2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CE5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57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3E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6E0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4B0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A03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822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65DB0DB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F85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37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67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9B5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FD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A5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79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FD7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КРГ</w:t>
            </w:r>
          </w:p>
        </w:tc>
      </w:tr>
      <w:tr w:rsidR="00CF041D" w:rsidRPr="00863EC1" w14:paraId="6616A82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A95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C9B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3D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2E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0E7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757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42C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9E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CF041D" w:rsidRPr="00863EC1" w14:paraId="575F588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C3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59F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204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187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87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E7E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36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5B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НГР</w:t>
            </w:r>
          </w:p>
        </w:tc>
      </w:tr>
      <w:tr w:rsidR="00CF041D" w:rsidRPr="00863EC1" w14:paraId="66C931E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408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293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2B3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AFF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C1A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48C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43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02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ПАТ</w:t>
            </w:r>
          </w:p>
        </w:tc>
      </w:tr>
      <w:tr w:rsidR="00CF041D" w:rsidRPr="00863EC1" w14:paraId="63A706B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D99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7CB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8F9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8FD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4A9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B7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31D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15.20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B85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ВПМ</w:t>
            </w:r>
          </w:p>
        </w:tc>
      </w:tr>
      <w:tr w:rsidR="00CF041D" w:rsidRPr="00863EC1" w14:paraId="12D5D03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A59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A93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936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ECE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CD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E9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C9D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3F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МРБ</w:t>
            </w:r>
          </w:p>
        </w:tc>
      </w:tr>
      <w:tr w:rsidR="00CF041D" w:rsidRPr="00863EC1" w14:paraId="6EB0CDF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23E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51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B1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7B9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055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561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A1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C5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ПИП</w:t>
            </w:r>
          </w:p>
        </w:tc>
      </w:tr>
      <w:tr w:rsidR="00CF041D" w:rsidRPr="00863EC1" w14:paraId="0258A7E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9EB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4E9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357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8A5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65D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D79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BC2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0AC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КФА и др.</w:t>
            </w:r>
          </w:p>
        </w:tc>
      </w:tr>
      <w:tr w:rsidR="00CF041D" w:rsidRPr="00863EC1" w14:paraId="4B52DD3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CE0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FEA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A86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0C9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32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F7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BB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890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ЖВТ</w:t>
            </w:r>
          </w:p>
        </w:tc>
      </w:tr>
      <w:tr w:rsidR="00CF041D" w:rsidRPr="00863EC1" w14:paraId="6067579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C50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A3F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75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AE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39D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0D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4B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AF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297483E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779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6D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380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7F0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59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88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03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221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ИНА</w:t>
            </w:r>
          </w:p>
        </w:tc>
      </w:tr>
      <w:tr w:rsidR="00CF041D" w:rsidRPr="00863EC1" w14:paraId="5114058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542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80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6AB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D52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33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590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1C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C53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CF041D" w:rsidRPr="00863EC1" w14:paraId="6525B5E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87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09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385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05E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968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7F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BC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17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323156B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5D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936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4DF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D96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99C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526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D2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C08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КНА</w:t>
            </w:r>
          </w:p>
        </w:tc>
      </w:tr>
      <w:tr w:rsidR="00CF041D" w:rsidRPr="00863EC1" w14:paraId="6B6D646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8C4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880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77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65F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C0E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7B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79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C7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ППР</w:t>
            </w:r>
          </w:p>
        </w:tc>
      </w:tr>
      <w:tr w:rsidR="00CF041D" w:rsidRPr="00863EC1" w14:paraId="3F95A03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2F4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08E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830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82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37C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C7A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38D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3AC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ВСГ и др.</w:t>
            </w:r>
          </w:p>
        </w:tc>
      </w:tr>
      <w:tr w:rsidR="00CF041D" w:rsidRPr="00863EC1" w14:paraId="1F894E3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B0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75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D8A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28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028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1B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14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7B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ГПН</w:t>
            </w:r>
          </w:p>
        </w:tc>
      </w:tr>
      <w:tr w:rsidR="00CF041D" w:rsidRPr="00863EC1" w14:paraId="6852FF5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943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226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A10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A8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E18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17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47A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C86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СЛН</w:t>
            </w:r>
          </w:p>
        </w:tc>
      </w:tr>
      <w:tr w:rsidR="00CF041D" w:rsidRPr="00863EC1" w14:paraId="01D7086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AE5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8D1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986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3C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29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2C1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A4C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DE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ДКП</w:t>
            </w:r>
          </w:p>
        </w:tc>
      </w:tr>
      <w:tr w:rsidR="00CF041D" w:rsidRPr="00863EC1" w14:paraId="190B728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90F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76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2C1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9AA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656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656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F69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1C3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ДГП</w:t>
            </w:r>
          </w:p>
        </w:tc>
      </w:tr>
      <w:tr w:rsidR="00CF041D" w:rsidRPr="00863EC1" w14:paraId="482DCCF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61C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45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CBA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EC0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BA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8A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E11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37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СТП</w:t>
            </w:r>
          </w:p>
        </w:tc>
      </w:tr>
      <w:tr w:rsidR="00CF041D" w:rsidRPr="00863EC1" w14:paraId="64D6C06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CD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B9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B4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569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51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660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BD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36A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БТН</w:t>
            </w:r>
          </w:p>
        </w:tc>
      </w:tr>
      <w:tr w:rsidR="00CF041D" w:rsidRPr="00863EC1" w14:paraId="2AF0E5B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0CD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27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345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CD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96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1BE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04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091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ДДЛ</w:t>
            </w:r>
          </w:p>
        </w:tc>
      </w:tr>
      <w:tr w:rsidR="00CF041D" w:rsidRPr="00863EC1" w14:paraId="6FD4384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A8B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E25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6D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49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E0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3CF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729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8AD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СДИ</w:t>
            </w:r>
          </w:p>
        </w:tc>
      </w:tr>
      <w:tr w:rsidR="00CF041D" w:rsidRPr="00863EC1" w14:paraId="0F1196D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F99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C0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64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AA5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5B6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E1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8C9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CFC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СДИ</w:t>
            </w:r>
          </w:p>
        </w:tc>
      </w:tr>
      <w:tr w:rsidR="00CF041D" w:rsidRPr="00863EC1" w14:paraId="6D7D8D1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4A4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E4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0D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6D4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C0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01D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8C2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A16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ИЗГ</w:t>
            </w:r>
          </w:p>
        </w:tc>
      </w:tr>
      <w:tr w:rsidR="00CF041D" w:rsidRPr="00863EC1" w14:paraId="3B3B7BA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B1A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7F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96B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49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ED8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4DC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9D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0C4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СДИ</w:t>
            </w:r>
          </w:p>
        </w:tc>
      </w:tr>
      <w:tr w:rsidR="00CF041D" w:rsidRPr="00863EC1" w14:paraId="493E2AD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4C1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AEF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5A9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974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26.083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C5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48A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F2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38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5119904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DC4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834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F1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29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AC4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38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861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063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7A4885D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14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5D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00E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3C3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C5E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CCC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D5E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22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4EA9794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365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C4B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20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D05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346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DEF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1BD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CC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CF041D" w:rsidRPr="00863EC1" w14:paraId="656EF73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E75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51E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CA2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8FF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84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32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01F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37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743087D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72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540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828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B9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DA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C08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107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30C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1670A30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41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288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21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3F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F0B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34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19A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1C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КСВ</w:t>
            </w:r>
          </w:p>
        </w:tc>
      </w:tr>
      <w:tr w:rsidR="00CF041D" w:rsidRPr="00863EC1" w14:paraId="645153A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17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E1A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EAF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23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EF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A86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40A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F95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ПДП</w:t>
            </w:r>
          </w:p>
        </w:tc>
      </w:tr>
      <w:tr w:rsidR="00CF041D" w:rsidRPr="00863EC1" w14:paraId="149FDDD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D4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235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F4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1BC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0E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3F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45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B47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БНИ</w:t>
            </w:r>
          </w:p>
        </w:tc>
      </w:tr>
      <w:tr w:rsidR="00CF041D" w:rsidRPr="00863EC1" w14:paraId="6F907C8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E80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A7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35E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726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5B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3D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16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DAE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CF041D" w:rsidRPr="00863EC1" w14:paraId="77D1D55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CC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368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AA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D09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92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A9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002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584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ПЗР</w:t>
            </w:r>
          </w:p>
        </w:tc>
      </w:tr>
      <w:tr w:rsidR="00CF041D" w:rsidRPr="00863EC1" w14:paraId="5E3D19D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15F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DE6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216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940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15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95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AC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F1D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НТГ</w:t>
            </w:r>
          </w:p>
        </w:tc>
      </w:tr>
      <w:tr w:rsidR="00CF041D" w:rsidRPr="00863EC1" w14:paraId="0F94333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45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A4F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77C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C50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81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20E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CF4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E45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</w:t>
            </w:r>
          </w:p>
        </w:tc>
      </w:tr>
      <w:tr w:rsidR="00CF041D" w:rsidRPr="00863EC1" w14:paraId="359A1FA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CC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81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A5D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D90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81F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ED9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FC8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26.30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E6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МСП и др.</w:t>
            </w:r>
          </w:p>
        </w:tc>
      </w:tr>
      <w:tr w:rsidR="00CF041D" w:rsidRPr="00863EC1" w14:paraId="7F3C2A2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DB5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BA7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510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DD9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ABA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28E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A45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E52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ПДП</w:t>
            </w:r>
          </w:p>
        </w:tc>
      </w:tr>
      <w:tr w:rsidR="00CF041D" w:rsidRPr="00863EC1" w14:paraId="4DF3556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B35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F8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09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104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3A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E38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5.141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BD2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25.70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F3F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ИРМ</w:t>
            </w:r>
          </w:p>
        </w:tc>
      </w:tr>
      <w:tr w:rsidR="00CF041D" w:rsidRPr="00863EC1" w14:paraId="09ACE02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3A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F14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47A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E56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9D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43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BA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476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2FC5B40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8F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30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85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C08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DEB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44B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92C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25.01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2A6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ИТЦ</w:t>
            </w:r>
          </w:p>
        </w:tc>
      </w:tr>
      <w:tr w:rsidR="00CF041D" w:rsidRPr="00863EC1" w14:paraId="3821D22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738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7B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D88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9BB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C5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D9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38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304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ЛИМ</w:t>
            </w:r>
          </w:p>
        </w:tc>
      </w:tr>
      <w:tr w:rsidR="00CF041D" w:rsidRPr="00863EC1" w14:paraId="453FCCD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737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97E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DDB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562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AF4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6E4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1AE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4D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ДИГ</w:t>
            </w:r>
          </w:p>
        </w:tc>
      </w:tr>
      <w:tr w:rsidR="00CF041D" w:rsidRPr="00863EC1" w14:paraId="6EF8505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EA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E29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357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62E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C5E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404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62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9AD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БАК</w:t>
            </w:r>
          </w:p>
        </w:tc>
      </w:tr>
      <w:tr w:rsidR="00CF041D" w:rsidRPr="00863EC1" w14:paraId="35B2AFF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DD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D3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CF3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9FB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55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347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98E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95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ИФМ</w:t>
            </w:r>
          </w:p>
        </w:tc>
      </w:tr>
      <w:tr w:rsidR="00CF041D" w:rsidRPr="00863EC1" w14:paraId="6609462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63B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24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F17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D4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AD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EB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A89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B1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1D3E435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558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C9C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B1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E5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4CF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893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0D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46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4724402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6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89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5A5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B5A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92A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E3B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6CA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22.50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9FE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CF041D" w:rsidRPr="00863EC1" w14:paraId="75C402E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C3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6B8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F00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98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EE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B1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EAA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C86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КФС</w:t>
            </w:r>
          </w:p>
        </w:tc>
      </w:tr>
      <w:tr w:rsidR="00CF041D" w:rsidRPr="00863EC1" w14:paraId="3746C59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025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1A6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C4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52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E7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3F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97A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C91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CF041D" w:rsidRPr="00863EC1" w14:paraId="379DDB5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760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2EB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FBA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EA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E71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4F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7A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202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ДКП</w:t>
            </w:r>
          </w:p>
        </w:tc>
      </w:tr>
      <w:tr w:rsidR="00CF041D" w:rsidRPr="00863EC1" w14:paraId="6515A51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3B2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13B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EE7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71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71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758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8A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8A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CF041D" w:rsidRPr="00863EC1" w14:paraId="1B1E3E7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A8A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6C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3B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3A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71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C9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B2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3A1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0E352E5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51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28D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E89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CD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6A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05C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D62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19.36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F17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АНГ</w:t>
            </w:r>
          </w:p>
        </w:tc>
      </w:tr>
      <w:tr w:rsidR="00CF041D" w:rsidRPr="00863EC1" w14:paraId="6735900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F6B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4B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60C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28E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AA0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895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8F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7B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ПАТ</w:t>
            </w:r>
          </w:p>
        </w:tc>
      </w:tr>
      <w:tr w:rsidR="00CF041D" w:rsidRPr="00863EC1" w14:paraId="524EAA4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EE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F20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CF8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2E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61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8B9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CF4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16.27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CEA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CF041D" w:rsidRPr="00863EC1" w14:paraId="3592F33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88C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59C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460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BDF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50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78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BB8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3EA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2EB02A9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968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BE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40D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BD0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6DA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76B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8C9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058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СТК</w:t>
            </w:r>
          </w:p>
        </w:tc>
      </w:tr>
      <w:tr w:rsidR="00CF041D" w:rsidRPr="00863EC1" w14:paraId="70B0267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DF0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8B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7B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61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E6D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9C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6.776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2F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33.88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6D9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АМЦ</w:t>
            </w:r>
          </w:p>
        </w:tc>
      </w:tr>
      <w:tr w:rsidR="00CF041D" w:rsidRPr="00863EC1" w14:paraId="04735B8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1D1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22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BD1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07F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467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59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DF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66D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3B3988B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0E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191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A41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019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5C1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2E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08C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51E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ППР</w:t>
            </w:r>
          </w:p>
        </w:tc>
      </w:tr>
      <w:tr w:rsidR="00CF041D" w:rsidRPr="00863EC1" w14:paraId="1E2E7C9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5B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5F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CF5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414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633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11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7E4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B2A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ОАМ</w:t>
            </w:r>
          </w:p>
        </w:tc>
      </w:tr>
      <w:tr w:rsidR="00CF041D" w:rsidRPr="00863EC1" w14:paraId="05A8154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5F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470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52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41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284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401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2C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06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ПДА</w:t>
            </w:r>
          </w:p>
        </w:tc>
      </w:tr>
      <w:tr w:rsidR="00CF041D" w:rsidRPr="00863EC1" w14:paraId="0F27C6D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D2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7C8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ED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B4B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94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88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18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A95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ПДП</w:t>
            </w:r>
          </w:p>
        </w:tc>
      </w:tr>
      <w:tr w:rsidR="00CF041D" w:rsidRPr="00863EC1" w14:paraId="71B1C9F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359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A58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A97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247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03F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54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D4E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A1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3CD6E1D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ECA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5DC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8D6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670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AE1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604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69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D0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КСВ</w:t>
            </w:r>
          </w:p>
        </w:tc>
      </w:tr>
      <w:tr w:rsidR="00CF041D" w:rsidRPr="00863EC1" w14:paraId="4472AAF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2F3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64D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97C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9A8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8F7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B7E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E68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B17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6D42DC5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5DA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AD0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BE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7A8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492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553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636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11.24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3F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РМБ</w:t>
            </w:r>
          </w:p>
        </w:tc>
      </w:tr>
      <w:tr w:rsidR="00CF041D" w:rsidRPr="00863EC1" w14:paraId="3279AE9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BC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37A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0E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F70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986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23A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386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241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7087B38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B86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77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94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F77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88F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88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19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7AA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49A3F74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D4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DF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7B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D0F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614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0E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919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53A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ПИП</w:t>
            </w:r>
          </w:p>
        </w:tc>
      </w:tr>
      <w:tr w:rsidR="00CF041D" w:rsidRPr="00863EC1" w14:paraId="4B6CC67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98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0B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53E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49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E2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51D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C49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874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CF041D" w:rsidRPr="00863EC1" w14:paraId="52215D8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619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FD0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23B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89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53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E9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FAF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25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ИИЗ</w:t>
            </w:r>
          </w:p>
        </w:tc>
      </w:tr>
      <w:tr w:rsidR="00CF041D" w:rsidRPr="00863EC1" w14:paraId="00B1639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EF0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9F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785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BC7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37C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E4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88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861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ПДП</w:t>
            </w:r>
          </w:p>
        </w:tc>
      </w:tr>
      <w:tr w:rsidR="00CF041D" w:rsidRPr="00863EC1" w14:paraId="63BEEEA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738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D55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32B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108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FAF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A9E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76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98A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0693161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6D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368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D4F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10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13B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5C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DB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EF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ЦСИ</w:t>
            </w:r>
          </w:p>
        </w:tc>
      </w:tr>
      <w:tr w:rsidR="00CF041D" w:rsidRPr="00863EC1" w14:paraId="015155D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307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05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C2B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F9A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29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253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BD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85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ИЗМ</w:t>
            </w:r>
          </w:p>
        </w:tc>
      </w:tr>
      <w:tr w:rsidR="00CF041D" w:rsidRPr="00863EC1" w14:paraId="4ECF58B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13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2C0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833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F4A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F29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AEE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A04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2A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057E2F5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B13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AB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98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AE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247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DA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F1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9AA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CF041D" w:rsidRPr="00863EC1" w14:paraId="27BF156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9E8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6D6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F3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3E2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C6E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97B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70D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331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ТЗМ и др.</w:t>
            </w:r>
          </w:p>
        </w:tc>
      </w:tr>
      <w:tr w:rsidR="00CF041D" w:rsidRPr="00863EC1" w14:paraId="365962D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4ED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F1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83B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C8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ECF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D51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AEF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93F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ТЙК</w:t>
            </w:r>
          </w:p>
        </w:tc>
      </w:tr>
      <w:tr w:rsidR="00CF041D" w:rsidRPr="00863EC1" w14:paraId="195FDD0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17C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06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25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966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BDE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0D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60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12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ЙКП</w:t>
            </w:r>
          </w:p>
        </w:tc>
      </w:tr>
      <w:tr w:rsidR="00CF041D" w:rsidRPr="00863EC1" w14:paraId="7FF4B7B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E0B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BCB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10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03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D2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20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4F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19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CF041D" w:rsidRPr="00863EC1" w14:paraId="2E56041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6D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89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C4E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739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1E2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CC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75F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CBB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ЛФП</w:t>
            </w:r>
          </w:p>
        </w:tc>
      </w:tr>
      <w:tr w:rsidR="00CF041D" w:rsidRPr="00863EC1" w14:paraId="797A539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D6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DA9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A1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669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709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37D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1B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1AA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ОЙК</w:t>
            </w:r>
          </w:p>
        </w:tc>
      </w:tr>
      <w:tr w:rsidR="00CF041D" w:rsidRPr="00863EC1" w14:paraId="32B8111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6E2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631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59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CE8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0D7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B44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6.478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C8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32.39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DCE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ПДА</w:t>
            </w:r>
          </w:p>
        </w:tc>
      </w:tr>
      <w:tr w:rsidR="00CF041D" w:rsidRPr="00863EC1" w14:paraId="202A4B0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89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62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A4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61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9F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97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690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B6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ВФЗ</w:t>
            </w:r>
          </w:p>
        </w:tc>
      </w:tr>
      <w:tr w:rsidR="00CF041D" w:rsidRPr="00863EC1" w14:paraId="72F3133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72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846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BB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52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CA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34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1E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76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НЦИ</w:t>
            </w:r>
          </w:p>
        </w:tc>
      </w:tr>
      <w:tr w:rsidR="00CF041D" w:rsidRPr="00863EC1" w14:paraId="0E2D1CF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5CB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92E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E3E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BA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F51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0C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E1F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D63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ГАМ</w:t>
            </w:r>
          </w:p>
        </w:tc>
      </w:tr>
      <w:tr w:rsidR="00CF041D" w:rsidRPr="00863EC1" w14:paraId="1A6ABC3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C7E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C47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036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974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40E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55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E4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D97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ПВД</w:t>
            </w:r>
          </w:p>
        </w:tc>
      </w:tr>
      <w:tr w:rsidR="00CF041D" w:rsidRPr="00863EC1" w14:paraId="3506D85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3D9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FF5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032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CBD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AB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2D9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4AA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DE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ДИГ</w:t>
            </w:r>
          </w:p>
        </w:tc>
      </w:tr>
      <w:tr w:rsidR="00CF041D" w:rsidRPr="00863EC1" w14:paraId="6A98DFB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5F1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E6C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6A1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116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A41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287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0F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5A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CF041D" w:rsidRPr="00863EC1" w14:paraId="1CD8631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C8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7E4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B14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43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DE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A23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D8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1AA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40142F1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BE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D2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795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B68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FD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80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35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9A8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ЗАЖ</w:t>
            </w:r>
          </w:p>
        </w:tc>
      </w:tr>
      <w:tr w:rsidR="00CF041D" w:rsidRPr="00863EC1" w14:paraId="06717E3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60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931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F95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3A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14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D34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B6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F32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ДКК</w:t>
            </w:r>
          </w:p>
        </w:tc>
      </w:tr>
      <w:tr w:rsidR="00CF041D" w:rsidRPr="00863EC1" w14:paraId="3804AEB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4E2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51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58C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3A1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833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6FF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96A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26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РМП</w:t>
            </w:r>
          </w:p>
        </w:tc>
      </w:tr>
      <w:tr w:rsidR="00CF041D" w:rsidRPr="00863EC1" w14:paraId="79F0DDF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0B8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F05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6E5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C11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F62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39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38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53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ДКП</w:t>
            </w:r>
          </w:p>
        </w:tc>
      </w:tr>
      <w:tr w:rsidR="00CF041D" w:rsidRPr="00863EC1" w14:paraId="15A7A7C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03C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9B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CC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E10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75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78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21B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09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CF041D" w:rsidRPr="00863EC1" w14:paraId="2A9C9AA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CEE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31F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C31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08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8AD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43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A2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79C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НИС</w:t>
            </w:r>
          </w:p>
        </w:tc>
      </w:tr>
      <w:tr w:rsidR="00CF041D" w:rsidRPr="00863EC1" w14:paraId="6E77E8C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4B4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F45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DE4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81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14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86A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68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8E0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ДКЯ</w:t>
            </w:r>
          </w:p>
        </w:tc>
      </w:tr>
      <w:tr w:rsidR="00CF041D" w:rsidRPr="00863EC1" w14:paraId="667B69A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8F7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982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1F2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BAD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639.992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0C0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ED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84.767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838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423.84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AC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5BD8099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181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08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759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D5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D3A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C1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B0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14A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2448440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51D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C9F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7C2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98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38E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9E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E2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6.98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535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СКН</w:t>
            </w:r>
          </w:p>
        </w:tc>
      </w:tr>
      <w:tr w:rsidR="00CF041D" w:rsidRPr="00863EC1" w14:paraId="5023F83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76E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85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5E0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CC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EE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F5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C70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58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КИИ</w:t>
            </w:r>
          </w:p>
        </w:tc>
      </w:tr>
      <w:tr w:rsidR="00CF041D" w:rsidRPr="00863EC1" w14:paraId="4C133CD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520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30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46E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5D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FA0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AE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DF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685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РКН</w:t>
            </w:r>
          </w:p>
        </w:tc>
      </w:tr>
      <w:tr w:rsidR="00CF041D" w:rsidRPr="00863EC1" w14:paraId="6E2014A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12A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C74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B2A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E0A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A1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329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BA2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F95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</w:tr>
      <w:tr w:rsidR="00CF041D" w:rsidRPr="00863EC1" w14:paraId="10CC9C4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43B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4F3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D5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F5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9A6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BB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D9B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F1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НИН</w:t>
            </w:r>
          </w:p>
        </w:tc>
      </w:tr>
      <w:tr w:rsidR="00CF041D" w:rsidRPr="00863EC1" w14:paraId="595EEB4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396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7B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75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74D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11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295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2D9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EC8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CF041D" w:rsidRPr="00863EC1" w14:paraId="4CF3348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E3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DF9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C8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5AC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6.091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BA5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2E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2.380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C41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11.90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FB5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6AC90FC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289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627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290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6A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1E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3A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050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3F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СДИ</w:t>
            </w:r>
          </w:p>
        </w:tc>
      </w:tr>
      <w:tr w:rsidR="00CF041D" w:rsidRPr="00863EC1" w14:paraId="703687A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F09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722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3F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203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17B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16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00A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E9F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ТКП</w:t>
            </w:r>
          </w:p>
        </w:tc>
      </w:tr>
      <w:tr w:rsidR="00CF041D" w:rsidRPr="00863EC1" w14:paraId="735C70F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5C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228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E6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5C1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CF3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740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82B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79A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CF041D" w:rsidRPr="00863EC1" w14:paraId="53EF060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72B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FA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56D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43F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C35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3A3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87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49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CF041D" w:rsidRPr="00863EC1" w14:paraId="311804F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E3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1F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AC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03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C9C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428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21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D03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CF041D" w:rsidRPr="00863EC1" w14:paraId="73688D2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2B5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C83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FAA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AA5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181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C2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B66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20.73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22D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ПАА и др.</w:t>
            </w:r>
          </w:p>
        </w:tc>
      </w:tr>
      <w:tr w:rsidR="00CF041D" w:rsidRPr="00863EC1" w14:paraId="12ACB9C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BA1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980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CF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94D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E5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AA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E58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ED5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НПА и др.</w:t>
            </w:r>
          </w:p>
        </w:tc>
      </w:tr>
      <w:tr w:rsidR="00CF041D" w:rsidRPr="00863EC1" w14:paraId="2A1335A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79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3FA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3E0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607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3D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754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0E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9E5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CF041D" w:rsidRPr="00863EC1" w14:paraId="7A985B4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01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FFA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4D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D08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C1D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5F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1D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D8C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ВММ и др.</w:t>
            </w:r>
          </w:p>
        </w:tc>
      </w:tr>
      <w:tr w:rsidR="00CF041D" w:rsidRPr="00863EC1" w14:paraId="60CFA41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18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9DD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3F1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D3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229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BF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99A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E91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БТН</w:t>
            </w:r>
          </w:p>
        </w:tc>
      </w:tr>
      <w:tr w:rsidR="00CF041D" w:rsidRPr="00863EC1" w14:paraId="61F4971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776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E6C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97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E2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B6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175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842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5B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ВСМ</w:t>
            </w:r>
          </w:p>
        </w:tc>
      </w:tr>
      <w:tr w:rsidR="00CF041D" w:rsidRPr="00863EC1" w14:paraId="3078208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A9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753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A4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FC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7F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05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338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D9C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3D45734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475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D80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3F8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429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31B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42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020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31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6DC91AA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A7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A1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3B1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5EF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761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7F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D28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22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CF041D" w:rsidRPr="00863EC1" w14:paraId="64CBF01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F8D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98B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F4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256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7E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759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EE6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06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ТБП</w:t>
            </w:r>
          </w:p>
        </w:tc>
      </w:tr>
      <w:tr w:rsidR="00CF041D" w:rsidRPr="00863EC1" w14:paraId="39B69E1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65D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850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0A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386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49.746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241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F8B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4.147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0A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20.73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8C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666FE89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1F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D5C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786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1F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B4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01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F0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547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ХПН</w:t>
            </w:r>
          </w:p>
        </w:tc>
      </w:tr>
      <w:tr w:rsidR="00CF041D" w:rsidRPr="00863EC1" w14:paraId="7B86086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A21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6F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572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D3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51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004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D6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17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ТКЯ</w:t>
            </w:r>
          </w:p>
        </w:tc>
      </w:tr>
      <w:tr w:rsidR="00CF041D" w:rsidRPr="00863EC1" w14:paraId="35C0C67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D55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ЕВЛОГИ ХРИСТОВ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104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232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62D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CE3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5D7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485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EA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ГПН</w:t>
            </w:r>
          </w:p>
        </w:tc>
      </w:tr>
      <w:tr w:rsidR="00CF041D" w:rsidRPr="00863EC1" w14:paraId="636CDF3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B54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F0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FC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23D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10.047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EC5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72A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6.798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B9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33.99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38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58F87B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67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2F7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509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41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2BA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91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B5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F0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ТЗМ и др.</w:t>
            </w:r>
          </w:p>
        </w:tc>
      </w:tr>
      <w:tr w:rsidR="00CF041D" w:rsidRPr="00863EC1" w14:paraId="4A2FE1B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4AD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DD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B9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380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473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DE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BA7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CB3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3AC0085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3E3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50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939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629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0ED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C9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72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8BA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БАК</w:t>
            </w:r>
          </w:p>
        </w:tc>
      </w:tr>
      <w:tr w:rsidR="00CF041D" w:rsidRPr="00863EC1" w14:paraId="50C621C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D20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13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57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DEA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CB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8B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FE4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0EA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ХИР</w:t>
            </w:r>
          </w:p>
        </w:tc>
      </w:tr>
      <w:tr w:rsidR="00CF041D" w:rsidRPr="00863EC1" w14:paraId="6B13306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A11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795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D6C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5E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9F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01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73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304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СТК</w:t>
            </w:r>
          </w:p>
        </w:tc>
      </w:tr>
      <w:tr w:rsidR="00CF041D" w:rsidRPr="00863EC1" w14:paraId="1AB646E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4DF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89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49E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0A0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1F4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DEA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7CD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ADB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CF041D" w:rsidRPr="00863EC1" w14:paraId="40CBB0E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B35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EA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959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431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E45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164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C7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4.66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B5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ДКК</w:t>
            </w:r>
          </w:p>
        </w:tc>
      </w:tr>
      <w:tr w:rsidR="00CF041D" w:rsidRPr="00863EC1" w14:paraId="5B69385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A7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1B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5F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508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528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B2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48D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70F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1008D22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297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70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02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F9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50A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0B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39C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F55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793FD6E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1FD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41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FF2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6D6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D53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A63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F7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81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ТБП</w:t>
            </w:r>
          </w:p>
        </w:tc>
      </w:tr>
      <w:tr w:rsidR="00CF041D" w:rsidRPr="00863EC1" w14:paraId="3AE191A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58D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33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28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18A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E8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8B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C6C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E3C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CF041D" w:rsidRPr="00863EC1" w14:paraId="23B58FD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E26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FE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CB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2B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1D2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2C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363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FB4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НММ и др.</w:t>
            </w:r>
          </w:p>
        </w:tc>
      </w:tr>
      <w:tr w:rsidR="00CF041D" w:rsidRPr="00863EC1" w14:paraId="3466029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D2E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E67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20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5A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380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FA7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4A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8A6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БНИ</w:t>
            </w:r>
          </w:p>
        </w:tc>
      </w:tr>
      <w:tr w:rsidR="00CF041D" w:rsidRPr="00863EC1" w14:paraId="56AD6D2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FD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C1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0E7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EBD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5C2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11A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85B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46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CF041D" w:rsidRPr="00863EC1" w14:paraId="661E360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E1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BF9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BD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4A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C2C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72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072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36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ПИП</w:t>
            </w:r>
          </w:p>
        </w:tc>
      </w:tr>
      <w:tr w:rsidR="00CF041D" w:rsidRPr="00863EC1" w14:paraId="42DCF73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AB4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AFB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7C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9E0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4C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2AB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094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2F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CF041D" w:rsidRPr="00863EC1" w14:paraId="2129315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5BB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A3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4F8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E4E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0E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028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C7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E7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ИЗМ</w:t>
            </w:r>
          </w:p>
        </w:tc>
      </w:tr>
      <w:tr w:rsidR="00CF041D" w:rsidRPr="00863EC1" w14:paraId="63F29FC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7D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64F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90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63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B4F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0B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BA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CD4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ГДТ и др.</w:t>
            </w:r>
          </w:p>
        </w:tc>
      </w:tr>
      <w:tr w:rsidR="00CF041D" w:rsidRPr="00863EC1" w14:paraId="6C19410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93C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61A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18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303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85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A30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A7D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94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ППР</w:t>
            </w:r>
          </w:p>
        </w:tc>
      </w:tr>
      <w:tr w:rsidR="00CF041D" w:rsidRPr="00863EC1" w14:paraId="4EBAD3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1D7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74D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D6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F1E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3BF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8F1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F7C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A1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ТДР</w:t>
            </w:r>
          </w:p>
        </w:tc>
      </w:tr>
      <w:tr w:rsidR="00CF041D" w:rsidRPr="00863EC1" w14:paraId="6F622AB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EA3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218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1A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183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DC3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58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6B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1F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ППР</w:t>
            </w:r>
          </w:p>
        </w:tc>
      </w:tr>
      <w:tr w:rsidR="00CF041D" w:rsidRPr="00863EC1" w14:paraId="2A69807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1B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86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B8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6C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6D3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C78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769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65B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CF041D" w:rsidRPr="00863EC1" w14:paraId="1F24A55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2B2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35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4D4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7D9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B8B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F99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24E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55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CF041D" w:rsidRPr="00863EC1" w14:paraId="20A0347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82F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26D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115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418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0C7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E5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963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97E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СТП</w:t>
            </w:r>
          </w:p>
        </w:tc>
      </w:tr>
      <w:tr w:rsidR="00CF041D" w:rsidRPr="00863EC1" w14:paraId="1950EF3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A35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512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28E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A43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692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283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2D4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A4A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4017E9D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46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88E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5A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28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5A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82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7C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9E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ТБП</w:t>
            </w:r>
          </w:p>
        </w:tc>
      </w:tr>
      <w:tr w:rsidR="00CF041D" w:rsidRPr="00863EC1" w14:paraId="4F6F71E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FE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4D1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9B9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A5B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82.981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B9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B0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1.563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4A1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7.81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21E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5375571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F0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FDD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79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E33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1D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A41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1E0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1D5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ГФП и др.</w:t>
            </w:r>
          </w:p>
        </w:tc>
      </w:tr>
      <w:tr w:rsidR="00CF041D" w:rsidRPr="00863EC1" w14:paraId="3E001F4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BED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F6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1B6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55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0AC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72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58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DC1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ДГП</w:t>
            </w:r>
          </w:p>
        </w:tc>
      </w:tr>
      <w:tr w:rsidR="00CF041D" w:rsidRPr="00863EC1" w14:paraId="5197285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C78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575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96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FA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F8C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A02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E2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42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НЦИ</w:t>
            </w:r>
          </w:p>
        </w:tc>
      </w:tr>
      <w:tr w:rsidR="00CF041D" w:rsidRPr="00863EC1" w14:paraId="06C1B64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434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3CA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9AF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A95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BE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5E1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85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8D6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СИН</w:t>
            </w:r>
          </w:p>
        </w:tc>
      </w:tr>
      <w:tr w:rsidR="00CF041D" w:rsidRPr="00863EC1" w14:paraId="5DDC08E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13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18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CD1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55B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0F7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037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D2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68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CF041D" w:rsidRPr="00863EC1" w14:paraId="699A115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17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DE4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90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66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92C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16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E4C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72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04F9C7B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7F1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B6C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35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38A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FD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39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0E3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8D2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730E6D8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AF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A8D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C25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1F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14.108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DAB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09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988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034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47C8D19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CCA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36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2D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CF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47.990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817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186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9E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1E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ВРП</w:t>
            </w:r>
          </w:p>
        </w:tc>
      </w:tr>
      <w:tr w:rsidR="00CF041D" w:rsidRPr="00863EC1" w14:paraId="700073E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E3F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DD5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69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D89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95F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1E6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1C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3B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БАТ и др.</w:t>
            </w:r>
          </w:p>
        </w:tc>
      </w:tr>
      <w:tr w:rsidR="00CF041D" w:rsidRPr="00863EC1" w14:paraId="66B690E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A47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FD5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51A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6F1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4FC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560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38E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E81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КЛС</w:t>
            </w:r>
          </w:p>
        </w:tc>
      </w:tr>
      <w:tr w:rsidR="00CF041D" w:rsidRPr="00863EC1" w14:paraId="726E536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2A5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FF0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E26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26A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FF7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970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73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A80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64125B1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B4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9CF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D10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D06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C9A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EF7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0EB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F77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ТЗМ и др.</w:t>
            </w:r>
          </w:p>
        </w:tc>
      </w:tr>
      <w:tr w:rsidR="00CF041D" w:rsidRPr="00863EC1" w14:paraId="52D78BB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66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0A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EC4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52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E6F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59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F27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1C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ЦАГ</w:t>
            </w:r>
          </w:p>
        </w:tc>
      </w:tr>
      <w:tr w:rsidR="00CF041D" w:rsidRPr="00863EC1" w14:paraId="6648082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8D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493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E6C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EA3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97F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614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A59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60B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ГНГ</w:t>
            </w:r>
          </w:p>
        </w:tc>
      </w:tr>
      <w:tr w:rsidR="00CF041D" w:rsidRPr="00863EC1" w14:paraId="7C05D2D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9B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54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F8B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1C5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F6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857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427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91D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26C3E0E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668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4F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F1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A82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B4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105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7F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27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7F64EB4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6B6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E11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3C9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A4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DAB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21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A6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69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01147B7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08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E58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FEF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D5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612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247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954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46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CF041D" w:rsidRPr="00863EC1" w14:paraId="4D3A7F2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E6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3E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18F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8F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06B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A39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E1C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DC6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ДИГ</w:t>
            </w:r>
          </w:p>
        </w:tc>
      </w:tr>
      <w:tr w:rsidR="00CF041D" w:rsidRPr="00863EC1" w14:paraId="07D6527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0B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CA0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0D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49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D5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DEF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4E6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78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51782BF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6D3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BD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0AC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DEC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C6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F25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6F4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EA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CF041D" w:rsidRPr="00863EC1" w14:paraId="5F37658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A69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B99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046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51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56C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39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AEB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37.51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AED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ИТЦ</w:t>
            </w:r>
          </w:p>
        </w:tc>
      </w:tr>
      <w:tr w:rsidR="00CF041D" w:rsidRPr="00863EC1" w14:paraId="7ECE64C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A6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2F7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E0B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D3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47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9FA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C69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F9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7280FF2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D06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3BF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42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42C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33D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537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E78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65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АРГ</w:t>
            </w:r>
          </w:p>
        </w:tc>
      </w:tr>
      <w:tr w:rsidR="00CF041D" w:rsidRPr="00863EC1" w14:paraId="1468333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1B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68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C7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17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3B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6D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BB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DB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БНИ</w:t>
            </w:r>
          </w:p>
        </w:tc>
      </w:tr>
      <w:tr w:rsidR="00CF041D" w:rsidRPr="00863EC1" w14:paraId="3F4F0B5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1D3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F5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6B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143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EE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F35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9AE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86E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РВА</w:t>
            </w:r>
          </w:p>
        </w:tc>
      </w:tr>
      <w:tr w:rsidR="00CF041D" w:rsidRPr="00863EC1" w14:paraId="14331AD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8E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B2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D2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F84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BF7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456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458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B7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</w:t>
            </w:r>
          </w:p>
        </w:tc>
      </w:tr>
      <w:tr w:rsidR="00CF041D" w:rsidRPr="00863EC1" w14:paraId="641E34E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15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0B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DF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D23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D1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CF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CA6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E9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МИС</w:t>
            </w:r>
          </w:p>
        </w:tc>
      </w:tr>
      <w:tr w:rsidR="00CF041D" w:rsidRPr="00863EC1" w14:paraId="60E259F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162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94D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F18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76E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A70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4C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BD3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7D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ВДВ</w:t>
            </w:r>
          </w:p>
        </w:tc>
      </w:tr>
      <w:tr w:rsidR="00CF041D" w:rsidRPr="00863EC1" w14:paraId="51FDDE3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2A1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49C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FE1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135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8CD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D7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47D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CB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НКП</w:t>
            </w:r>
          </w:p>
        </w:tc>
      </w:tr>
      <w:tr w:rsidR="00CF041D" w:rsidRPr="00863EC1" w14:paraId="422C22A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07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93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3B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4F8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BC0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D1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A09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16C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ВБС</w:t>
            </w:r>
          </w:p>
        </w:tc>
      </w:tr>
      <w:tr w:rsidR="00CF041D" w:rsidRPr="00863EC1" w14:paraId="7BBC6A0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A2B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18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CFA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38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A5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1A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E80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06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ДЦХ</w:t>
            </w:r>
          </w:p>
        </w:tc>
      </w:tr>
      <w:tr w:rsidR="00CF041D" w:rsidRPr="00863EC1" w14:paraId="7B6A6A2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BC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32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ADA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D8E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5C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BB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DA4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29.49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47E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ВКТ</w:t>
            </w:r>
          </w:p>
        </w:tc>
      </w:tr>
      <w:tr w:rsidR="00CF041D" w:rsidRPr="00863EC1" w14:paraId="5CFD700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65A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019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A7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CC7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2A1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212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9C2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28.49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FD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ГГР</w:t>
            </w:r>
          </w:p>
        </w:tc>
      </w:tr>
      <w:tr w:rsidR="00CF041D" w:rsidRPr="00863EC1" w14:paraId="45ABAD2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96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7F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C52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91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E9D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E16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385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54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75B501F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E30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FA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04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2C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47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D5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2FF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27.48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12A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CF041D" w:rsidRPr="00863EC1" w14:paraId="1A6AB19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25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6F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88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B5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C4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52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907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0BE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ВРК</w:t>
            </w:r>
          </w:p>
        </w:tc>
      </w:tr>
      <w:tr w:rsidR="00CF041D" w:rsidRPr="00863EC1" w14:paraId="6A05354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ABD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54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59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02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65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2BF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4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DF1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ПРБ</w:t>
            </w:r>
          </w:p>
        </w:tc>
      </w:tr>
      <w:tr w:rsidR="00CF041D" w:rsidRPr="00863EC1" w14:paraId="2E8AD5B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9DE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027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961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EBA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24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473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DB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07C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КРГ</w:t>
            </w:r>
          </w:p>
        </w:tc>
      </w:tr>
      <w:tr w:rsidR="00CF041D" w:rsidRPr="00863EC1" w14:paraId="4C742FB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630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7A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2C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F2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4ED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91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459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4F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МРБ</w:t>
            </w:r>
          </w:p>
        </w:tc>
      </w:tr>
      <w:tr w:rsidR="00CF041D" w:rsidRPr="00863EC1" w14:paraId="2971679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6E0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541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CC8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C2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B4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85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A67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73B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ПЗР</w:t>
            </w:r>
          </w:p>
        </w:tc>
      </w:tr>
      <w:tr w:rsidR="00CF041D" w:rsidRPr="00863EC1" w14:paraId="4DEAC22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F4B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39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639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26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3A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48F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287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FB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ГКП</w:t>
            </w:r>
          </w:p>
        </w:tc>
      </w:tr>
      <w:tr w:rsidR="00CF041D" w:rsidRPr="00863EC1" w14:paraId="2E15787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723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E9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CC5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BAF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3A4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0BD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DB2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28A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ЗТИ</w:t>
            </w:r>
          </w:p>
        </w:tc>
      </w:tr>
      <w:tr w:rsidR="00CF041D" w:rsidRPr="00863EC1" w14:paraId="730FFA7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A81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E3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820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078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C80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FA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0D2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346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ГРМ</w:t>
            </w:r>
          </w:p>
        </w:tc>
      </w:tr>
      <w:tr w:rsidR="00CF041D" w:rsidRPr="00863EC1" w14:paraId="6302416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898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78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97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5DB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C3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89E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37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4DF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3DAD357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EF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E6D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60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EF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55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38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D28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CBF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АСС</w:t>
            </w:r>
          </w:p>
        </w:tc>
      </w:tr>
      <w:tr w:rsidR="00CF041D" w:rsidRPr="00863EC1" w14:paraId="24C1559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85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D1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930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441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46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DF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8E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B6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СКН</w:t>
            </w:r>
          </w:p>
        </w:tc>
      </w:tr>
      <w:tr w:rsidR="00CF041D" w:rsidRPr="00863EC1" w14:paraId="6FF204E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E7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9B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48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391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AB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5D1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8BD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521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0C6BD98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04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B8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C8B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ED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0ED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8EB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4.665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DE3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23.32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F6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ИСТ</w:t>
            </w:r>
          </w:p>
        </w:tc>
      </w:tr>
      <w:tr w:rsidR="00CF041D" w:rsidRPr="00863EC1" w14:paraId="0DAE666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5BD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5C7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08E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569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9CF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EC5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F3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F56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CF041D" w:rsidRPr="00863EC1" w14:paraId="3C816F5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C23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9F0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E0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167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39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BB7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80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88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ЕДГ</w:t>
            </w:r>
          </w:p>
        </w:tc>
      </w:tr>
      <w:tr w:rsidR="00CF041D" w:rsidRPr="00863EC1" w14:paraId="2D8A309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06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937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7CD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6B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B68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1E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757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E4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ПНН</w:t>
            </w:r>
          </w:p>
        </w:tc>
      </w:tr>
      <w:tr w:rsidR="00CF041D" w:rsidRPr="00863EC1" w14:paraId="43651A3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48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78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E3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F9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877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999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404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21.37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97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КИС</w:t>
            </w:r>
          </w:p>
        </w:tc>
      </w:tr>
      <w:tr w:rsidR="00CF041D" w:rsidRPr="00863EC1" w14:paraId="2789351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97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877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41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61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ABF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CF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39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21.00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DF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ВДП</w:t>
            </w:r>
          </w:p>
        </w:tc>
      </w:tr>
      <w:tr w:rsidR="00CF041D" w:rsidRPr="00863EC1" w14:paraId="08F62A5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715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BBD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161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22F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A5C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FD6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CB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97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КБМ и др.</w:t>
            </w:r>
          </w:p>
        </w:tc>
      </w:tr>
      <w:tr w:rsidR="00CF041D" w:rsidRPr="00863EC1" w14:paraId="09A4EA7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20C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07C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6A2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66F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4A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50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8D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20.50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013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ТМК</w:t>
            </w:r>
          </w:p>
        </w:tc>
      </w:tr>
      <w:tr w:rsidR="00CF041D" w:rsidRPr="00863EC1" w14:paraId="105D3D9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340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73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B2C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E0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A8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4A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CA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02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ОАМ</w:t>
            </w:r>
          </w:p>
        </w:tc>
      </w:tr>
      <w:tr w:rsidR="00CF041D" w:rsidRPr="00863EC1" w14:paraId="37680EB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174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6D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6A3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62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DC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791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92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66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CF041D" w:rsidRPr="00863EC1" w14:paraId="63DC6A2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9D1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CFC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054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4B6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1F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AC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F1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7C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ГАМ</w:t>
            </w:r>
          </w:p>
        </w:tc>
      </w:tr>
      <w:tr w:rsidR="00CF041D" w:rsidRPr="00863EC1" w14:paraId="750B9D4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06F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D6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2D3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37A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AC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BC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826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AFC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СМА</w:t>
            </w:r>
          </w:p>
        </w:tc>
      </w:tr>
      <w:tr w:rsidR="00CF041D" w:rsidRPr="00863EC1" w14:paraId="7863D1B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D4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5FF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BE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49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355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9C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59B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CE0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ВГР</w:t>
            </w:r>
          </w:p>
        </w:tc>
      </w:tr>
      <w:tr w:rsidR="00CF041D" w:rsidRPr="00863EC1" w14:paraId="7A8DACB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152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DCD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037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AF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0A6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180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14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5FA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БВС</w:t>
            </w:r>
          </w:p>
        </w:tc>
      </w:tr>
      <w:tr w:rsidR="00CF041D" w:rsidRPr="00863EC1" w14:paraId="3E094AA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8A0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FE0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B4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6AE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01E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1B1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6F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D1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CF041D" w:rsidRPr="00863EC1" w14:paraId="36CB2D7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55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EE9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28E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B55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67C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D5D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65F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23E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КАИ</w:t>
            </w:r>
          </w:p>
        </w:tc>
      </w:tr>
      <w:tr w:rsidR="00CF041D" w:rsidRPr="00863EC1" w14:paraId="03D9774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B23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36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96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9E9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317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EE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6B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04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ЦТВ</w:t>
            </w:r>
          </w:p>
        </w:tc>
      </w:tr>
      <w:tr w:rsidR="00CF041D" w:rsidRPr="00863EC1" w14:paraId="2D281E9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193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F0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BC8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7A2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A0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1BF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0FA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118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ВТА</w:t>
            </w:r>
          </w:p>
        </w:tc>
      </w:tr>
      <w:tr w:rsidR="00CF041D" w:rsidRPr="00863EC1" w14:paraId="02D8BF0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B47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650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3A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B9E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D7C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ABE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83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DC1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РКН</w:t>
            </w:r>
          </w:p>
        </w:tc>
      </w:tr>
      <w:tr w:rsidR="00CF041D" w:rsidRPr="00863EC1" w14:paraId="3EA92A6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453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D2E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3A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FD8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DA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2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1D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065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CF041D" w:rsidRPr="00863EC1" w14:paraId="667C4AD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CAF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35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A4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C6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26A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C5D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10C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340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МИМ</w:t>
            </w:r>
          </w:p>
        </w:tc>
      </w:tr>
      <w:tr w:rsidR="00CF041D" w:rsidRPr="00863EC1" w14:paraId="7250EE5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F72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FDB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B3A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FA1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59D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1AE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DB0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17.49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A9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ВПМ</w:t>
            </w:r>
          </w:p>
        </w:tc>
      </w:tr>
      <w:tr w:rsidR="00CF041D" w:rsidRPr="00863EC1" w14:paraId="29117BA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551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40F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6E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F55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036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F8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A7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17.10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656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БГР</w:t>
            </w:r>
          </w:p>
        </w:tc>
      </w:tr>
      <w:tr w:rsidR="00CF041D" w:rsidRPr="00863EC1" w14:paraId="30FCBA9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12F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BE5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DBF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795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CD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52A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36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A4B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CF041D" w:rsidRPr="00863EC1" w14:paraId="4424941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FCA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AD2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15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B6C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D1B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3B2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ED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16.00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D1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ДИБ</w:t>
            </w:r>
          </w:p>
        </w:tc>
      </w:tr>
      <w:tr w:rsidR="00CF041D" w:rsidRPr="00863EC1" w14:paraId="47A48B3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134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F7B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29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919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79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C98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37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366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CF041D" w:rsidRPr="00863EC1" w14:paraId="02C9C36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EA5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9F4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EB6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1A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D04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FDB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871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94E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CF041D" w:rsidRPr="00863EC1" w14:paraId="33E7235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98B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7AD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A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FFD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F7F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0A1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7ED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01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ЯАТ</w:t>
            </w:r>
          </w:p>
        </w:tc>
      </w:tr>
      <w:tr w:rsidR="00CF041D" w:rsidRPr="00863EC1" w14:paraId="0C909F7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8D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E9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5F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57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AF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1A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E6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BF9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КФА и др.</w:t>
            </w:r>
          </w:p>
        </w:tc>
      </w:tr>
      <w:tr w:rsidR="00CF041D" w:rsidRPr="00863EC1" w14:paraId="28ACB85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24F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1C9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B7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118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D8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D2B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12E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01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ПВД</w:t>
            </w:r>
          </w:p>
        </w:tc>
      </w:tr>
      <w:tr w:rsidR="00CF041D" w:rsidRPr="00863EC1" w14:paraId="4A46FD0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C3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B9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FB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01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379.023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135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5E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56.849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46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284.24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ED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6EFAF5B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672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3B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1BB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100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579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E50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786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071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ДЦХ</w:t>
            </w:r>
          </w:p>
        </w:tc>
      </w:tr>
      <w:tr w:rsidR="00CF041D" w:rsidRPr="00863EC1" w14:paraId="1D893BD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0DC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9E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0F1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F9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FD9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3E0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06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032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АРГ</w:t>
            </w:r>
          </w:p>
        </w:tc>
      </w:tr>
      <w:tr w:rsidR="00CF041D" w:rsidRPr="00863EC1" w14:paraId="4F70501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58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15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F1D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86E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D2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23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8BC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A5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</w:tr>
      <w:tr w:rsidR="00CF041D" w:rsidRPr="00863EC1" w14:paraId="5F01F86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CD5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F03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860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6BC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E96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C6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BD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F15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ТВК и др.</w:t>
            </w:r>
          </w:p>
        </w:tc>
      </w:tr>
      <w:tr w:rsidR="00CF041D" w:rsidRPr="00863EC1" w14:paraId="5B7C589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48F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169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1C3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DA2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4F5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A32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95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F5C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5D78C67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F4C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49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A21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152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B6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5E0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0CD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65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КРГ</w:t>
            </w:r>
          </w:p>
        </w:tc>
      </w:tr>
      <w:tr w:rsidR="00CF041D" w:rsidRPr="00863EC1" w14:paraId="1315BF3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2A9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DB7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ED3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5E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46F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BF9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198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BF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ЦСИ</w:t>
            </w:r>
          </w:p>
        </w:tc>
      </w:tr>
      <w:tr w:rsidR="00CF041D" w:rsidRPr="00863EC1" w14:paraId="5D5D7BA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44D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84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2F7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252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54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448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99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47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4837C03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D30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BA3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D31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139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12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74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E69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F9C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СЛН</w:t>
            </w:r>
          </w:p>
        </w:tc>
      </w:tr>
      <w:tr w:rsidR="00CF041D" w:rsidRPr="00863EC1" w14:paraId="559E126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501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17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90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9D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3DF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F0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A81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C2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ЛВС</w:t>
            </w:r>
          </w:p>
        </w:tc>
      </w:tr>
      <w:tr w:rsidR="00CF041D" w:rsidRPr="00863EC1" w14:paraId="01E298E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408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BB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25E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45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AC4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F36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A6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B8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CF041D" w:rsidRPr="00863EC1" w14:paraId="671780C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8C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AD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D21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35F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062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0CF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4CB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14.66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C8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ИТЦ</w:t>
            </w:r>
          </w:p>
        </w:tc>
      </w:tr>
      <w:tr w:rsidR="00CF041D" w:rsidRPr="00863EC1" w14:paraId="08946B5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12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112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03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E2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9D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3E0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C2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5EC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МИМ</w:t>
            </w:r>
          </w:p>
        </w:tc>
      </w:tr>
      <w:tr w:rsidR="00CF041D" w:rsidRPr="00863EC1" w14:paraId="4C0E98B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74D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E10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55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880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DE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8B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C4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DA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МХЛ</w:t>
            </w:r>
          </w:p>
        </w:tc>
      </w:tr>
      <w:tr w:rsidR="00CF041D" w:rsidRPr="00863EC1" w14:paraId="34BA14A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47C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1D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04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4A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8C5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81C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5EB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9E4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CF041D" w:rsidRPr="00863EC1" w14:paraId="55422F5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741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D4F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A9D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87F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A1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252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A73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A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ЗИК и др.</w:t>
            </w:r>
          </w:p>
        </w:tc>
      </w:tr>
      <w:tr w:rsidR="00CF041D" w:rsidRPr="00863EC1" w14:paraId="1DE02B5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E57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7D7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DA6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DAD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87C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B7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571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E99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РИМ</w:t>
            </w:r>
          </w:p>
        </w:tc>
      </w:tr>
      <w:tr w:rsidR="00CF041D" w:rsidRPr="00863EC1" w14:paraId="4D29A06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A78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CB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9F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BD9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0FF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77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A02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D4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НИЦ</w:t>
            </w:r>
          </w:p>
        </w:tc>
      </w:tr>
      <w:tr w:rsidR="00CF041D" w:rsidRPr="00863EC1" w14:paraId="7DEC676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BCD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2C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9D8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CEA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97B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421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39F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70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CF041D" w:rsidRPr="00863EC1" w14:paraId="2994504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840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4A8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35A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FD5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E25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E14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0CD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FFB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ГДТ и др.</w:t>
            </w:r>
          </w:p>
        </w:tc>
      </w:tr>
      <w:tr w:rsidR="00CF041D" w:rsidRPr="00863EC1" w14:paraId="6C7E410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E3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76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E2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F44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72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657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31F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77F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ЕГИ</w:t>
            </w:r>
          </w:p>
        </w:tc>
      </w:tr>
      <w:tr w:rsidR="00CF041D" w:rsidRPr="00863EC1" w14:paraId="2F1E310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158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02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CB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CAC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391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87C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EA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24.86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EBC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ПАА и др.</w:t>
            </w:r>
          </w:p>
        </w:tc>
      </w:tr>
      <w:tr w:rsidR="00CF041D" w:rsidRPr="00863EC1" w14:paraId="29052E9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E5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1D0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F3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9C5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0D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B68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7D5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19.67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15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ПДА</w:t>
            </w:r>
          </w:p>
        </w:tc>
      </w:tr>
      <w:tr w:rsidR="00CF041D" w:rsidRPr="00863EC1" w14:paraId="35CF15E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940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93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0F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09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D59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A4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0A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3F3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КЯЧ</w:t>
            </w:r>
          </w:p>
        </w:tc>
      </w:tr>
      <w:tr w:rsidR="00CF041D" w:rsidRPr="00863EC1" w14:paraId="25F1D9D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87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3D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627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02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127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5D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B7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C2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2A9AC2D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E55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ИВАН ИГНАТОВ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61E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C16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B04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A20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74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60A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5E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ДГП</w:t>
            </w:r>
          </w:p>
        </w:tc>
      </w:tr>
      <w:tr w:rsidR="00CF041D" w:rsidRPr="00863EC1" w14:paraId="4F8EB27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3E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93A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CE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65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57.201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E1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841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11.839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F3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59.20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90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478C58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142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3F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C82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AAC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990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C0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AC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9BE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ВСМ</w:t>
            </w:r>
          </w:p>
        </w:tc>
      </w:tr>
      <w:tr w:rsidR="00CF041D" w:rsidRPr="00863EC1" w14:paraId="007CAE0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9E6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39D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97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72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38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1D4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E7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3A3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0464F47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F0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59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D6D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D3E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B5C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B8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6A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84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КФС</w:t>
            </w:r>
          </w:p>
        </w:tc>
      </w:tr>
      <w:tr w:rsidR="00CF041D" w:rsidRPr="00863EC1" w14:paraId="781FBC5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306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4F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16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CCB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0D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B31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F26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01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ПЗР</w:t>
            </w:r>
          </w:p>
        </w:tc>
      </w:tr>
      <w:tr w:rsidR="00CF041D" w:rsidRPr="00863EC1" w14:paraId="56F04E7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8F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F99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95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D3C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321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D45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56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9F5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CF041D" w:rsidRPr="00863EC1" w14:paraId="10DB3FE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F21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A4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100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72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160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2F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061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D4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ГАМ</w:t>
            </w:r>
          </w:p>
        </w:tc>
      </w:tr>
      <w:tr w:rsidR="00CF041D" w:rsidRPr="00863EC1" w14:paraId="019A71F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003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73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3E3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D9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4AA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F8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E0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AF8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АСС</w:t>
            </w:r>
          </w:p>
        </w:tc>
      </w:tr>
      <w:tr w:rsidR="00CF041D" w:rsidRPr="00863EC1" w14:paraId="438CF2A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62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B40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B54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69B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A1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34B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CB2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1E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CF041D" w:rsidRPr="00863EC1" w14:paraId="60B10E7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5DF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9EA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469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B09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B4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463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15B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4B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4874920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459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8E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C12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22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66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E2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C6A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5F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CF041D" w:rsidRPr="00863EC1" w14:paraId="02A0CE1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3E5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B49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989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976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8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AEE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6F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CFD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ХВС</w:t>
            </w:r>
          </w:p>
        </w:tc>
      </w:tr>
      <w:tr w:rsidR="00CF041D" w:rsidRPr="00863EC1" w14:paraId="34BF1F4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A8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C1B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E6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96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E9A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5DC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6A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21B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CF041D" w:rsidRPr="00863EC1" w14:paraId="09CD70B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00F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71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79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93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294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E6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59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33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БВС</w:t>
            </w:r>
          </w:p>
        </w:tc>
      </w:tr>
      <w:tr w:rsidR="00CF041D" w:rsidRPr="00863EC1" w14:paraId="1300145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9B9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A82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134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A66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56E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2BB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278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C85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49B6DC2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9EC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7E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BE4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0C5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37.941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97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381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97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67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663FAD4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909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4A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811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1C4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832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02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BF4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B7E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ДИГ</w:t>
            </w:r>
          </w:p>
        </w:tc>
      </w:tr>
      <w:tr w:rsidR="00CF041D" w:rsidRPr="00863EC1" w14:paraId="5BA1B7C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806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DC6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7F97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9C8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3B5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986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8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CA1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1823509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571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5A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256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CD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AF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63E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24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8D9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5479EF2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842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043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DA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41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76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21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6D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9C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ЦАГ</w:t>
            </w:r>
          </w:p>
        </w:tc>
      </w:tr>
      <w:tr w:rsidR="00CF041D" w:rsidRPr="00863EC1" w14:paraId="725CC8E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826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973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761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73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CA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B6D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7.008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0A1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35.04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9DE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ВДТ и др.</w:t>
            </w:r>
          </w:p>
        </w:tc>
      </w:tr>
      <w:tr w:rsidR="00CF041D" w:rsidRPr="00863EC1" w14:paraId="5EC7FB3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458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7A5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F2D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232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30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F0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BCD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58C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КФС</w:t>
            </w:r>
          </w:p>
        </w:tc>
      </w:tr>
      <w:tr w:rsidR="00CF041D" w:rsidRPr="00863EC1" w14:paraId="32D4818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8F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3A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897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F2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DB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B04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F9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748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CF041D" w:rsidRPr="00863EC1" w14:paraId="10EA94A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02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2A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34E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74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34C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71F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0A1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28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АСС</w:t>
            </w:r>
          </w:p>
        </w:tc>
      </w:tr>
      <w:tr w:rsidR="00CF041D" w:rsidRPr="00863EC1" w14:paraId="5D1976A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5C1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2E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2E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E90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935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48A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45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DB7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ВСГ и др.</w:t>
            </w:r>
          </w:p>
        </w:tc>
      </w:tr>
      <w:tr w:rsidR="00CF041D" w:rsidRPr="00863EC1" w14:paraId="445DDDA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980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DBD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A45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5D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CCC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3DA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C13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32A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ВГС</w:t>
            </w:r>
          </w:p>
        </w:tc>
      </w:tr>
      <w:tr w:rsidR="00CF041D" w:rsidRPr="00863EC1" w14:paraId="73C1572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22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104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40A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FD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EE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F97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EB7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CFF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НПА и др.</w:t>
            </w:r>
          </w:p>
        </w:tc>
      </w:tr>
      <w:tr w:rsidR="00CF041D" w:rsidRPr="00863EC1" w14:paraId="02F3D1E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9C5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47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67D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7C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D14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B0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AD2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E59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2FFED07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7A3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65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9DD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81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34C5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E6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F7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2E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CF041D" w:rsidRPr="00863EC1" w14:paraId="6BCEB12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5A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411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12F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34C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F6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B2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3A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95D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ИСТ</w:t>
            </w:r>
          </w:p>
        </w:tc>
      </w:tr>
      <w:tr w:rsidR="00CF041D" w:rsidRPr="00863EC1" w14:paraId="72CAA2D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7B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1EB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1A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E0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032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76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A9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52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КБМ и др.</w:t>
            </w:r>
          </w:p>
        </w:tc>
      </w:tr>
      <w:tr w:rsidR="00CF041D" w:rsidRPr="00863EC1" w14:paraId="6CEA3B3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B8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8D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96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D66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7E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2A9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10B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F95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КНА</w:t>
            </w:r>
          </w:p>
        </w:tc>
      </w:tr>
      <w:tr w:rsidR="00CF041D" w:rsidRPr="00863EC1" w14:paraId="139A030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F31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B11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94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AE5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0A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81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CC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CC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ПАТ</w:t>
            </w:r>
          </w:p>
        </w:tc>
      </w:tr>
      <w:tr w:rsidR="00CF041D" w:rsidRPr="00863EC1" w14:paraId="418C75E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EF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7831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6D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97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12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52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49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E83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CF041D" w:rsidRPr="00863EC1" w14:paraId="259B57E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E2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E7C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89B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625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164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A45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3F5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DB0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ЗТИ</w:t>
            </w:r>
          </w:p>
        </w:tc>
      </w:tr>
      <w:tr w:rsidR="00CF041D" w:rsidRPr="00863EC1" w14:paraId="54BEAD7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18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24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1D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258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EE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21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408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91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ГАМ</w:t>
            </w:r>
          </w:p>
        </w:tc>
      </w:tr>
      <w:tr w:rsidR="00CF041D" w:rsidRPr="00863EC1" w14:paraId="3360047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C8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8DC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DD0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2B2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BB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BFF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D7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2A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40FCDD1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23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E0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6B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C0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337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BB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2E5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76D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МХИ</w:t>
            </w:r>
          </w:p>
        </w:tc>
      </w:tr>
      <w:tr w:rsidR="00CF041D" w:rsidRPr="00863EC1" w14:paraId="2FD55EE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B9A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2D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405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39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8FF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71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B55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B9F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CF041D" w:rsidRPr="00863EC1" w14:paraId="66DE338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60A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30B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831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01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AA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DE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620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F6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МИС</w:t>
            </w:r>
          </w:p>
        </w:tc>
      </w:tr>
      <w:tr w:rsidR="00CF041D" w:rsidRPr="00863EC1" w14:paraId="3EB1A13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D8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90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234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25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BF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B1B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7CE2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B3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0F2C594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2F1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4E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C72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27D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D9A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33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AF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30E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ЛФП</w:t>
            </w:r>
          </w:p>
        </w:tc>
      </w:tr>
      <w:tr w:rsidR="00CF041D" w:rsidRPr="00863EC1" w14:paraId="3F74D4A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A65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EA5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86D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055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AF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2A7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EC8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974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РМП</w:t>
            </w:r>
          </w:p>
        </w:tc>
      </w:tr>
      <w:tr w:rsidR="00CF041D" w:rsidRPr="00863EC1" w14:paraId="403C76A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F20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B7A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C5E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410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44E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C5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F8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7C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45415F1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FE5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D69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75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29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44E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DB3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C4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4C1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0B8282B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8CE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1FD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AF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B41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B3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324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A53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1B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ИИЗ</w:t>
            </w:r>
          </w:p>
        </w:tc>
      </w:tr>
      <w:tr w:rsidR="00CF041D" w:rsidRPr="00863EC1" w14:paraId="7498FDD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CED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5F9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ADF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CF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9E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EF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3CF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9F1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ИЗМ</w:t>
            </w:r>
          </w:p>
        </w:tc>
      </w:tr>
      <w:tr w:rsidR="00CF041D" w:rsidRPr="00863EC1" w14:paraId="6E69556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FEA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CA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19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E4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39B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C1F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5A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307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БНИ</w:t>
            </w:r>
          </w:p>
        </w:tc>
      </w:tr>
      <w:tr w:rsidR="00CF041D" w:rsidRPr="00863EC1" w14:paraId="5A4A0FD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E32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2EA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59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49D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92B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991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1B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702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ВДП</w:t>
            </w:r>
          </w:p>
        </w:tc>
      </w:tr>
      <w:tr w:rsidR="00CF041D" w:rsidRPr="00863EC1" w14:paraId="6B6DB81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1E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73B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016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B0E2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9F8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2D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9AF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E4A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CF041D" w:rsidRPr="00863EC1" w14:paraId="594BA5E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3A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F9D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14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1AB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AEE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A4F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FE3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15.27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0D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ВКГ</w:t>
            </w:r>
          </w:p>
        </w:tc>
      </w:tr>
      <w:tr w:rsidR="00CF041D" w:rsidRPr="00863EC1" w14:paraId="205C744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59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C7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DFD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3AD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8E6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90C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0C3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E3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СИН</w:t>
            </w:r>
          </w:p>
        </w:tc>
      </w:tr>
      <w:tr w:rsidR="00CF041D" w:rsidRPr="00863EC1" w14:paraId="728DFF0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528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C5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6B1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3D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22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A85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838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23A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ЛИН</w:t>
            </w:r>
          </w:p>
        </w:tc>
      </w:tr>
      <w:tr w:rsidR="00CF041D" w:rsidRPr="00863EC1" w14:paraId="5EE6BD5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AE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3F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57B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55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05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2D8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93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BC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ИАС</w:t>
            </w:r>
          </w:p>
        </w:tc>
      </w:tr>
      <w:tr w:rsidR="00CF041D" w:rsidRPr="00863EC1" w14:paraId="65B6CA9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18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1AA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EB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00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0C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E8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B70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14.72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716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ВКТ</w:t>
            </w:r>
          </w:p>
        </w:tc>
      </w:tr>
      <w:tr w:rsidR="00CF041D" w:rsidRPr="00863EC1" w14:paraId="2E57F6A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810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DD7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75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79C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CF9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50B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100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1.78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CD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ДКК</w:t>
            </w:r>
          </w:p>
        </w:tc>
      </w:tr>
      <w:tr w:rsidR="00CF041D" w:rsidRPr="00863EC1" w14:paraId="6684F5C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E08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98F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DB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EE3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B69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527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3C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8E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CF041D" w:rsidRPr="00863EC1" w14:paraId="1E83A0C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65F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34F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D36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2F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FE9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D74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453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CA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CF041D" w:rsidRPr="00863EC1" w14:paraId="5DF5CD2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BF6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0DC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F75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6B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4A6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18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52F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69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ПНН</w:t>
            </w:r>
          </w:p>
        </w:tc>
      </w:tr>
      <w:tr w:rsidR="00CF041D" w:rsidRPr="00863EC1" w14:paraId="302ED32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D12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86D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495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F5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C29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DDE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39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942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СИВ</w:t>
            </w:r>
          </w:p>
        </w:tc>
      </w:tr>
      <w:tr w:rsidR="00CF041D" w:rsidRPr="00863EC1" w14:paraId="03B3AF4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7CB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98D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5C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8E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1A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6F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05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1E8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ТКЯ</w:t>
            </w:r>
          </w:p>
        </w:tc>
      </w:tr>
      <w:tr w:rsidR="00CF041D" w:rsidRPr="00863EC1" w14:paraId="640341A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911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ED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53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75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D4F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1B8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D9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3BB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ДКЯ</w:t>
            </w:r>
          </w:p>
        </w:tc>
      </w:tr>
      <w:tr w:rsidR="00CF041D" w:rsidRPr="00863EC1" w14:paraId="7FCF0DC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B18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0A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DE1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C52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1C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66B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F94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0C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ИКЯ</w:t>
            </w:r>
          </w:p>
        </w:tc>
      </w:tr>
      <w:tr w:rsidR="00CF041D" w:rsidRPr="00863EC1" w14:paraId="23F285C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093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7EB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3D8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A86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EF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003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BAD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EAD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ДКД и др.</w:t>
            </w:r>
          </w:p>
        </w:tc>
      </w:tr>
      <w:tr w:rsidR="00CF041D" w:rsidRPr="00863EC1" w14:paraId="77F9954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18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009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42E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EC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C3A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F8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CA8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7A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CF041D" w:rsidRPr="00863EC1" w14:paraId="6C86550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12F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B03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07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18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67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A6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94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5D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ТВС</w:t>
            </w:r>
          </w:p>
        </w:tc>
      </w:tr>
      <w:tr w:rsidR="00CF041D" w:rsidRPr="00863EC1" w14:paraId="4E037AB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69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26D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91B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5FD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51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B7F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7A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FE0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CF041D" w:rsidRPr="00863EC1" w14:paraId="132FEAD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89D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10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CA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87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364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1C9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2A1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3B7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ПИП</w:t>
            </w:r>
          </w:p>
        </w:tc>
      </w:tr>
      <w:tr w:rsidR="00CF041D" w:rsidRPr="00863EC1" w14:paraId="6033BFE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47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F64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F9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59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9B6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62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84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137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КФА и др.</w:t>
            </w:r>
          </w:p>
        </w:tc>
      </w:tr>
      <w:tr w:rsidR="00CF041D" w:rsidRPr="00863EC1" w14:paraId="1257F38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67B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1A0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69C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CB4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32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F2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AFA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5.33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64F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СТП</w:t>
            </w:r>
          </w:p>
        </w:tc>
      </w:tr>
      <w:tr w:rsidR="00CF041D" w:rsidRPr="00863EC1" w14:paraId="0D2F8CB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19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11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DA6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B3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8C7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FF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78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FC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ГПН</w:t>
            </w:r>
          </w:p>
        </w:tc>
      </w:tr>
      <w:tr w:rsidR="00CF041D" w:rsidRPr="00863EC1" w14:paraId="3A552AF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68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75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0C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1A0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9D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E50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D03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C74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CF041D" w:rsidRPr="00863EC1" w14:paraId="541917D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E84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A7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1F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96A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01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BB20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A75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3D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ТДР</w:t>
            </w:r>
          </w:p>
        </w:tc>
      </w:tr>
      <w:tr w:rsidR="00CF041D" w:rsidRPr="00863EC1" w14:paraId="6FE904D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9F9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D54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EFA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FB0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A7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2A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2E4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54D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CF041D" w:rsidRPr="00863EC1" w14:paraId="2B964F2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BC3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1C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8D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493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E08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374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401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44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CF041D" w:rsidRPr="00863EC1" w14:paraId="41AB741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772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17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33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6795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9D9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B3D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361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57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CF041D" w:rsidRPr="00863EC1" w14:paraId="1444C01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68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A8C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31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28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E4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F68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E8D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E43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ТБП</w:t>
            </w:r>
          </w:p>
        </w:tc>
      </w:tr>
      <w:tr w:rsidR="00CF041D" w:rsidRPr="00863EC1" w14:paraId="4A1D7C8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9ED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B00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7DC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91.55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65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84B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912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D9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55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4026634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04A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8D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01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75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233.320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859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1FC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33.922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DC4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169.61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FA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1278F29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B7C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2CF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7AD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16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F15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83F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57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2CA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СЛН</w:t>
            </w:r>
          </w:p>
        </w:tc>
      </w:tr>
      <w:tr w:rsidR="00CF041D" w:rsidRPr="00863EC1" w14:paraId="53C2ADC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EC7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9C2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026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468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A8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19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658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F57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ГПН</w:t>
            </w:r>
          </w:p>
        </w:tc>
      </w:tr>
      <w:tr w:rsidR="00CF041D" w:rsidRPr="00863EC1" w14:paraId="04BD436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0B9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999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C67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17F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5F0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03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CB46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235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CF041D" w:rsidRPr="00863EC1" w14:paraId="401A0F2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FB6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0E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9B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19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456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8C5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014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45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БТН</w:t>
            </w:r>
          </w:p>
        </w:tc>
      </w:tr>
      <w:tr w:rsidR="00CF041D" w:rsidRPr="00863EC1" w14:paraId="2AA5F68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26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FE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65F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37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70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32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595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DA6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НГС и др.</w:t>
            </w:r>
          </w:p>
        </w:tc>
      </w:tr>
      <w:tr w:rsidR="00CF041D" w:rsidRPr="00863EC1" w14:paraId="2C300CF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F2E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98F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B5E0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351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AC6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ED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53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4E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ЯАТ</w:t>
            </w:r>
          </w:p>
        </w:tc>
      </w:tr>
      <w:tr w:rsidR="00CF041D" w:rsidRPr="00863EC1" w14:paraId="5B82241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D2B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8D9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62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F00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237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4B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15A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D8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КММ</w:t>
            </w:r>
          </w:p>
        </w:tc>
      </w:tr>
      <w:tr w:rsidR="00CF041D" w:rsidRPr="00863EC1" w14:paraId="68A3C2C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B3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A1A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A7E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B78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97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01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828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23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КФС</w:t>
            </w:r>
          </w:p>
        </w:tc>
      </w:tr>
      <w:tr w:rsidR="00CF041D" w:rsidRPr="00863EC1" w14:paraId="0697AB9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54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861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E5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33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371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6B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82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758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ИАТ</w:t>
            </w:r>
          </w:p>
        </w:tc>
      </w:tr>
      <w:tr w:rsidR="00CF041D" w:rsidRPr="00863EC1" w14:paraId="1A1EAB1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E3B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536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75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8C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62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9A8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8E8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19.00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99B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ИСТ</w:t>
            </w:r>
          </w:p>
        </w:tc>
      </w:tr>
      <w:tr w:rsidR="00CF041D" w:rsidRPr="00863EC1" w14:paraId="56B92DC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21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3F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E4E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EB0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815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3B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A6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8A5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CF041D" w:rsidRPr="00863EC1" w14:paraId="4D1352D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DE0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99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811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F2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27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AEB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1D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7B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CF041D" w:rsidRPr="00863EC1" w14:paraId="171CB48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EA3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CB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D7C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7340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9D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C36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06D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9A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ДИГ</w:t>
            </w:r>
          </w:p>
        </w:tc>
      </w:tr>
      <w:tr w:rsidR="00CF041D" w:rsidRPr="00863EC1" w14:paraId="32F0C32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6C8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69F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86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B4E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2A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16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3D9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EE8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ТКЯ</w:t>
            </w:r>
          </w:p>
        </w:tc>
      </w:tr>
      <w:tr w:rsidR="00CF041D" w:rsidRPr="00863EC1" w14:paraId="52A5E16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C9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13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038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18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85C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7DB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5CF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0AC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КММ и др.</w:t>
            </w:r>
          </w:p>
        </w:tc>
      </w:tr>
      <w:tr w:rsidR="00CF041D" w:rsidRPr="00863EC1" w14:paraId="4A9E88A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4EAD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1D2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CC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540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0F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50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25F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75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ТЕМ и др.</w:t>
            </w:r>
          </w:p>
        </w:tc>
      </w:tr>
      <w:tr w:rsidR="00CF041D" w:rsidRPr="00863EC1" w14:paraId="61811E7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C2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3C1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518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E30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F1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7D1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F8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5F3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ИНА</w:t>
            </w:r>
          </w:p>
        </w:tc>
      </w:tr>
      <w:tr w:rsidR="00CF041D" w:rsidRPr="00863EC1" w14:paraId="502279D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A78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7F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A8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512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60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B1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3AD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A19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ДКЯ</w:t>
            </w:r>
          </w:p>
        </w:tc>
      </w:tr>
      <w:tr w:rsidR="00CF041D" w:rsidRPr="00863EC1" w14:paraId="223FE60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AA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A2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E5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414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390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63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EB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15.12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A36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ПМТ</w:t>
            </w:r>
          </w:p>
        </w:tc>
      </w:tr>
      <w:tr w:rsidR="00CF041D" w:rsidRPr="00863EC1" w14:paraId="389AD4C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7D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2B4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CF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DB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98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F3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DD1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3BD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НПА и др.</w:t>
            </w:r>
          </w:p>
        </w:tc>
      </w:tr>
      <w:tr w:rsidR="00CF041D" w:rsidRPr="00863EC1" w14:paraId="4C26C91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1CE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C44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AF2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AFF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8D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E67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1A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591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ИКЯ</w:t>
            </w:r>
          </w:p>
        </w:tc>
      </w:tr>
      <w:tr w:rsidR="00CF041D" w:rsidRPr="00863EC1" w14:paraId="64E9EB2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E7B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3A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7B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3C8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5E6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B71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4D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B85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ТЙК</w:t>
            </w:r>
          </w:p>
        </w:tc>
      </w:tr>
      <w:tr w:rsidR="00CF041D" w:rsidRPr="00863EC1" w14:paraId="76C9F92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5E6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77F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46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FC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033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1BB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E6F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4C7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ТТН</w:t>
            </w:r>
          </w:p>
        </w:tc>
      </w:tr>
      <w:tr w:rsidR="00CF041D" w:rsidRPr="00863EC1" w14:paraId="6EB5CB7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8D6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95A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543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1B3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C8F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557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0D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08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БЕТ и др.</w:t>
            </w:r>
          </w:p>
        </w:tc>
      </w:tr>
      <w:tr w:rsidR="00CF041D" w:rsidRPr="00863EC1" w14:paraId="1F85749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C5A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301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AF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6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CA8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75F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515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32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ИАС</w:t>
            </w:r>
          </w:p>
        </w:tc>
      </w:tr>
      <w:tr w:rsidR="00CF041D" w:rsidRPr="00863EC1" w14:paraId="0CF8BF3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73B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615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4B7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76D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22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DDF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1CAE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FE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72F7FBB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CE4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A5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F3F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76F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28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AD4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CBA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14.50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0A3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АФС</w:t>
            </w:r>
          </w:p>
        </w:tc>
      </w:tr>
      <w:tr w:rsidR="00CF041D" w:rsidRPr="00863EC1" w14:paraId="35B7C20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036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BA8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BD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30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08D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5B7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61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3A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CF041D" w:rsidRPr="00863EC1" w14:paraId="29A5287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C8F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5D6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A51A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BA1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94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116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82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F8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CF041D" w:rsidRPr="00863EC1" w14:paraId="3D7CFC6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A7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CDD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8768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8BE1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13B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E1C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2F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6F7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КНА</w:t>
            </w:r>
          </w:p>
        </w:tc>
      </w:tr>
      <w:tr w:rsidR="00CF041D" w:rsidRPr="00863EC1" w14:paraId="6C72B37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53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96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E3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1E6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6F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23E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87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B0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ВСМ</w:t>
            </w:r>
          </w:p>
        </w:tc>
      </w:tr>
      <w:tr w:rsidR="00CF041D" w:rsidRPr="00863EC1" w14:paraId="0CD0011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1E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C7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3D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C4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CF2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44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EFE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B9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CF041D" w:rsidRPr="00863EC1" w14:paraId="0F7055A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77F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402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4C9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D7E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AE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C5A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E48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D40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6920CB0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2A3F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9DCD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A7D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B23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207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D99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EB0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771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ДЦХ</w:t>
            </w:r>
          </w:p>
        </w:tc>
      </w:tr>
      <w:tr w:rsidR="00CF041D" w:rsidRPr="00863EC1" w14:paraId="3865C82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A25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255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C6A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80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FD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FE1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8CE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57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ЛВС</w:t>
            </w:r>
          </w:p>
        </w:tc>
      </w:tr>
      <w:tr w:rsidR="00CF041D" w:rsidRPr="00863EC1" w14:paraId="02462D2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C02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E273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65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D41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BA8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1C3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D12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D31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АФС</w:t>
            </w:r>
          </w:p>
        </w:tc>
      </w:tr>
      <w:tr w:rsidR="00CF041D" w:rsidRPr="00863EC1" w14:paraId="71E131E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23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33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D9A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89D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D58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7FF9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B4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23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CF041D" w:rsidRPr="00863EC1" w14:paraId="7819D6C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57A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411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E42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EF45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0C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066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5A1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7934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ДЦХ</w:t>
            </w:r>
          </w:p>
        </w:tc>
      </w:tr>
      <w:tr w:rsidR="00CF041D" w:rsidRPr="00863EC1" w14:paraId="723210D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247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24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02D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EB9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D8D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F6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0.506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38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2.53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ED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ИАС</w:t>
            </w:r>
          </w:p>
        </w:tc>
      </w:tr>
      <w:tr w:rsidR="00CF041D" w:rsidRPr="00863EC1" w14:paraId="693DF58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4A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EF79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10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1A0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8E4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F62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247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089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НИИ</w:t>
            </w:r>
          </w:p>
        </w:tc>
      </w:tr>
      <w:tr w:rsidR="00CF041D" w:rsidRPr="00863EC1" w14:paraId="748C60E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133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3D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9F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239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C6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76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48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63B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ДЗА</w:t>
            </w:r>
          </w:p>
        </w:tc>
      </w:tr>
      <w:tr w:rsidR="00CF041D" w:rsidRPr="00863EC1" w14:paraId="08AF1A1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E5B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840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00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17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4E2A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BB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912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4E9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ЛВС</w:t>
            </w:r>
          </w:p>
        </w:tc>
      </w:tr>
      <w:tr w:rsidR="00CF041D" w:rsidRPr="00863EC1" w14:paraId="3EAAA19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798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7278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48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9A36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C8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53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481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D0A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АРГ</w:t>
            </w:r>
          </w:p>
        </w:tc>
      </w:tr>
      <w:tr w:rsidR="00CF041D" w:rsidRPr="00863EC1" w14:paraId="0961550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5DB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22AB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E6F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474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DD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F42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A8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65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65E8C44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83F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6FC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93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4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C20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464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C7E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789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КРГ</w:t>
            </w:r>
          </w:p>
        </w:tc>
      </w:tr>
      <w:tr w:rsidR="00CF041D" w:rsidRPr="00863EC1" w14:paraId="33774BE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E95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F5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529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08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64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549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D1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0DD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СИИ</w:t>
            </w:r>
          </w:p>
        </w:tc>
      </w:tr>
      <w:tr w:rsidR="00CF041D" w:rsidRPr="00863EC1" w14:paraId="510727D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706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7F2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E3A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937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204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6C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3C4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4EE4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СТК</w:t>
            </w:r>
          </w:p>
        </w:tc>
      </w:tr>
      <w:tr w:rsidR="00CF041D" w:rsidRPr="00863EC1" w14:paraId="254638F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F2B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8B95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1F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98A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77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5A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1B9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BF3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ВВС</w:t>
            </w:r>
          </w:p>
        </w:tc>
      </w:tr>
      <w:tr w:rsidR="00CF041D" w:rsidRPr="00863EC1" w14:paraId="08D5F67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40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41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5B9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A84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867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79EF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AB9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24.81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2DEB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ПМТ</w:t>
            </w:r>
          </w:p>
        </w:tc>
      </w:tr>
      <w:tr w:rsidR="00CF041D" w:rsidRPr="00863EC1" w14:paraId="2E5EC4E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D9F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7FF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FFE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F9F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D74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A01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79D6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F65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РБС</w:t>
            </w:r>
          </w:p>
        </w:tc>
      </w:tr>
      <w:tr w:rsidR="00CF041D" w:rsidRPr="00863EC1" w14:paraId="31A9DAD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515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07F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60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C01A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827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ADB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DD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1.71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24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АНГ</w:t>
            </w:r>
          </w:p>
        </w:tc>
      </w:tr>
      <w:tr w:rsidR="00CF041D" w:rsidRPr="00863EC1" w14:paraId="35848D8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C93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2FD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73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D1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1EB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F7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200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74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 и др.</w:t>
            </w:r>
          </w:p>
        </w:tc>
      </w:tr>
      <w:tr w:rsidR="00CF041D" w:rsidRPr="00863EC1" w14:paraId="7FB1567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69F6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E1C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96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2D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603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2CB5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F3B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12A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ДКП</w:t>
            </w:r>
          </w:p>
        </w:tc>
      </w:tr>
      <w:tr w:rsidR="00CF041D" w:rsidRPr="00863EC1" w14:paraId="2AE3F02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51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0B6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B19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5B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38F8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7D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F0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845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СДП</w:t>
            </w:r>
          </w:p>
        </w:tc>
      </w:tr>
      <w:tr w:rsidR="00CF041D" w:rsidRPr="00863EC1" w14:paraId="2E435B8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71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FA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15E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204A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A555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995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BD2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F28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КЯЧ</w:t>
            </w:r>
          </w:p>
        </w:tc>
      </w:tr>
      <w:tr w:rsidR="00CF041D" w:rsidRPr="00863EC1" w14:paraId="110E954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35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A92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C4C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73D7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2FB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FE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0CB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28C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ОКЯ</w:t>
            </w:r>
          </w:p>
        </w:tc>
      </w:tr>
      <w:tr w:rsidR="00CF041D" w:rsidRPr="00863EC1" w14:paraId="0F2D2FD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F2E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26F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9A6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93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E99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063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72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A80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ДКЯ</w:t>
            </w:r>
          </w:p>
        </w:tc>
      </w:tr>
      <w:tr w:rsidR="00CF041D" w:rsidRPr="00863EC1" w14:paraId="18C1892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0C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41A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DF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C35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5C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6E4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9203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12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ИКЯ</w:t>
            </w:r>
          </w:p>
        </w:tc>
      </w:tr>
      <w:tr w:rsidR="00CF041D" w:rsidRPr="00863EC1" w14:paraId="55C6E02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6591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446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108A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98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ED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146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8FA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CEC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АСГ</w:t>
            </w:r>
          </w:p>
        </w:tc>
      </w:tr>
      <w:tr w:rsidR="00CF041D" w:rsidRPr="00863EC1" w14:paraId="1D42954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2AA7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341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E9F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B2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3D4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F3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E4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E0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РИН</w:t>
            </w:r>
          </w:p>
        </w:tc>
      </w:tr>
      <w:tr w:rsidR="00CF041D" w:rsidRPr="00863EC1" w14:paraId="7732956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5337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F77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6346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5E2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AF5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10C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3C9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3E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ТКЯ</w:t>
            </w:r>
          </w:p>
        </w:tc>
      </w:tr>
      <w:tr w:rsidR="00CF041D" w:rsidRPr="00863EC1" w14:paraId="276DFDA7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C9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1F28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EB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6F1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EEC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08BA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8E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B9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CF041D" w:rsidRPr="00863EC1" w14:paraId="675A89D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8B2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5A1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19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4C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3BD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786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86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6E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БНИ</w:t>
            </w:r>
          </w:p>
        </w:tc>
      </w:tr>
      <w:tr w:rsidR="00CF041D" w:rsidRPr="00863EC1" w14:paraId="0AFCE45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8189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508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FB77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74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0CB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988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046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60E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МИМ</w:t>
            </w:r>
          </w:p>
        </w:tc>
      </w:tr>
      <w:tr w:rsidR="00CF041D" w:rsidRPr="00863EC1" w14:paraId="312A505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0E80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10E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C8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2E4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A17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2DC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D6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7D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БТН</w:t>
            </w:r>
          </w:p>
        </w:tc>
      </w:tr>
      <w:tr w:rsidR="00CF041D" w:rsidRPr="00863EC1" w14:paraId="1572D07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802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4D7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42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C1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B78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9960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E7E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AEC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CF041D" w:rsidRPr="00863EC1" w14:paraId="10D7FA2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5C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39AD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911D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E1A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19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43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849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3906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РИН</w:t>
            </w:r>
          </w:p>
        </w:tc>
      </w:tr>
      <w:tr w:rsidR="00CF041D" w:rsidRPr="00863EC1" w14:paraId="40E11C9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036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470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5E01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1C3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3D2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F276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7836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87F8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ТДР</w:t>
            </w:r>
          </w:p>
        </w:tc>
      </w:tr>
      <w:tr w:rsidR="00CF041D" w:rsidRPr="00863EC1" w14:paraId="3AF410F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359D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AB7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FD93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CA1E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B874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1E51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A0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5.41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0DB2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CF041D" w:rsidRPr="00863EC1" w14:paraId="33364611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C2E4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8ED8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D3E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EBC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814D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DE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924D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F2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ИВД</w:t>
            </w:r>
          </w:p>
        </w:tc>
      </w:tr>
      <w:tr w:rsidR="00CF041D" w:rsidRPr="00863EC1" w14:paraId="08E85DD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ABD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615E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3E0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82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C9F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6DBC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A46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325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РМП</w:t>
            </w:r>
          </w:p>
        </w:tc>
      </w:tr>
      <w:tr w:rsidR="00CF041D" w:rsidRPr="00863EC1" w14:paraId="7AE97EA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4E2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FAE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BA8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F463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DE6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5FBD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99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703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CF041D" w:rsidRPr="00863EC1" w14:paraId="496D7ED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D9D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EF0B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57A7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712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7BD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3D6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2AF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316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CF041D" w:rsidRPr="00863EC1" w14:paraId="2A60EC7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736C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D26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509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9F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C5E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46C4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B32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29CA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ПЗР</w:t>
            </w:r>
          </w:p>
        </w:tc>
      </w:tr>
      <w:tr w:rsidR="00CF041D" w:rsidRPr="00863EC1" w14:paraId="7EA04D2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633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4B6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DDE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5028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4C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9E6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1.771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1C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8.86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CB53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ДИБ</w:t>
            </w:r>
          </w:p>
        </w:tc>
      </w:tr>
      <w:tr w:rsidR="00CF041D" w:rsidRPr="00863EC1" w14:paraId="3D31092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B30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CCF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94D7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E7C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21D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44E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EEE7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F63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ГАМ</w:t>
            </w:r>
          </w:p>
        </w:tc>
      </w:tr>
      <w:tr w:rsidR="00CF041D" w:rsidRPr="00863EC1" w14:paraId="36A4E233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99E7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1585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771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9D3D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00B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199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1.543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ECA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7.72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11E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ВФЗ</w:t>
            </w:r>
          </w:p>
        </w:tc>
      </w:tr>
      <w:tr w:rsidR="00CF041D" w:rsidRPr="00863EC1" w14:paraId="60BD5358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68E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9316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953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CC9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EF0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521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5E32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57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CF041D" w:rsidRPr="00863EC1" w14:paraId="06FDBF4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343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lastRenderedPageBreak/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86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658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2B1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D08C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71BC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083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A3A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АСС</w:t>
            </w:r>
          </w:p>
        </w:tc>
      </w:tr>
      <w:tr w:rsidR="00CF041D" w:rsidRPr="00863EC1" w14:paraId="131F5B9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A6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D1D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3B72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5710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D5B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8DC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D9F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C12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ПГП</w:t>
            </w:r>
          </w:p>
        </w:tc>
      </w:tr>
      <w:tr w:rsidR="00CF041D" w:rsidRPr="00863EC1" w14:paraId="5117D61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C9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B4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8FE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E79D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208.728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5524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121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26.730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35F0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133.65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4A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41D" w:rsidRPr="00863EC1" w14:paraId="349C887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DC40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5B1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48F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475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A22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F45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8.245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262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41.23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A2C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КРИСТАЛ КОРПОРЕЙШЪН ЕООД</w:t>
            </w:r>
          </w:p>
        </w:tc>
      </w:tr>
      <w:tr w:rsidR="00CF041D" w:rsidRPr="00863EC1" w14:paraId="6A7B351F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DA1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2E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FA5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C1E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8.087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289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70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2C6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BB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CF041D" w:rsidRPr="00863EC1" w14:paraId="118A39B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E95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6F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513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C9B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7.735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B4ED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A3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BFB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79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ЛСИ</w:t>
            </w:r>
          </w:p>
        </w:tc>
      </w:tr>
      <w:tr w:rsidR="00CF041D" w:rsidRPr="00863EC1" w14:paraId="69E5906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9E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1D0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EBA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5BDE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0D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CA5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9B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FFB3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1523D9D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179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D424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3BEB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12B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5.930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3AE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ED5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FDD4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A8E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РБС</w:t>
            </w:r>
          </w:p>
        </w:tc>
      </w:tr>
      <w:tr w:rsidR="00CF041D" w:rsidRPr="00863EC1" w14:paraId="0EB781D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9E57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54C4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A97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10F2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E10B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54C3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A029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1690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ЕФН</w:t>
            </w:r>
          </w:p>
        </w:tc>
      </w:tr>
      <w:tr w:rsidR="00CF041D" w:rsidRPr="00863EC1" w14:paraId="286BF99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D13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DCBF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55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B1A2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89C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C2C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903F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9F2F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ЛВС</w:t>
            </w:r>
          </w:p>
        </w:tc>
      </w:tr>
      <w:tr w:rsidR="00CF041D" w:rsidRPr="00863EC1" w14:paraId="16EA3620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26D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31D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917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51A1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6247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0DF3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3.524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004A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17.62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E23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ХПН</w:t>
            </w:r>
          </w:p>
        </w:tc>
      </w:tr>
      <w:tr w:rsidR="00CF041D" w:rsidRPr="00863EC1" w14:paraId="4F7C59CA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15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E8CC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0F0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8693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A14C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B61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150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ACDF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КИС</w:t>
            </w:r>
          </w:p>
        </w:tc>
      </w:tr>
      <w:tr w:rsidR="00CF041D" w:rsidRPr="00863EC1" w14:paraId="7BABBA1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8B2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018C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4752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E6C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9A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2F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6A1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DC28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CF041D" w:rsidRPr="00863EC1" w14:paraId="6C3A2C69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EB51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DCF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95E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773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E561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682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E6C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A0D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ДАВ</w:t>
            </w:r>
          </w:p>
        </w:tc>
      </w:tr>
      <w:tr w:rsidR="00CF041D" w:rsidRPr="00863EC1" w14:paraId="32C7649D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9E3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CD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63A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DA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62B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947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B894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349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АКП</w:t>
            </w:r>
          </w:p>
        </w:tc>
      </w:tr>
      <w:tr w:rsidR="00CF041D" w:rsidRPr="00863EC1" w14:paraId="546526BE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BBA4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5BDB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CB8E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529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5AC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9B9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BD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FC63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CF041D" w:rsidRPr="00863EC1" w14:paraId="4E9AACB6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C28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2232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B76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08BF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757B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6D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66E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AC2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CF041D" w:rsidRPr="00863EC1" w14:paraId="652DA392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099B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9B8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78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549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9F7A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E6BA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3CE8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4FD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CF041D" w:rsidRPr="00863EC1" w14:paraId="6134C4A4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8FD0B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6324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8353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6B3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18.509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A8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80F5D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24E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2F95A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ВРП</w:t>
            </w:r>
          </w:p>
        </w:tc>
      </w:tr>
      <w:tr w:rsidR="00CF041D" w:rsidRPr="00863EC1" w14:paraId="08056A35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8A45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728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66A9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329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F385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50A4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6B9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186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ВРП</w:t>
            </w:r>
          </w:p>
        </w:tc>
      </w:tr>
      <w:tr w:rsidR="00CF041D" w:rsidRPr="00863EC1" w14:paraId="7837E38C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8175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601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5391C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DBAF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4B3B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904E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FE0D7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9683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CF041D" w:rsidRPr="00863EC1" w14:paraId="15308E6B" w14:textId="77777777" w:rsidTr="00CF04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16866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ED25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4F48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5F89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80.432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F791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45A0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11.770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BDDB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3EC1">
              <w:rPr>
                <w:rFonts w:ascii="Arial" w:hAnsi="Arial" w:cs="Arial"/>
                <w:b/>
                <w:bCs/>
                <w:sz w:val="16"/>
                <w:szCs w:val="16"/>
              </w:rPr>
              <w:t>58.85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4D5F2" w14:textId="77777777" w:rsidR="00CF041D" w:rsidRPr="00863EC1" w:rsidRDefault="00CF041D" w:rsidP="00015F4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F4B005" w14:textId="65385C65" w:rsidR="00707F86" w:rsidRDefault="00707F86" w:rsidP="005745ED">
      <w:pPr>
        <w:ind w:firstLine="720"/>
        <w:jc w:val="both"/>
        <w:rPr>
          <w:lang w:val="bg-BG"/>
        </w:rPr>
      </w:pPr>
    </w:p>
    <w:p w14:paraId="770536AC" w14:textId="77777777" w:rsidR="006D6C03" w:rsidRDefault="006D6C03" w:rsidP="006D6C03"/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14:paraId="11FF0F94" w14:textId="057F8B91" w:rsidR="0097789C" w:rsidRPr="00992DF8" w:rsidRDefault="0097789C" w:rsidP="009778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="00A10243">
        <w:rPr>
          <w:lang w:val="ru-RU"/>
        </w:rPr>
        <w:t>Ползвателите на земеделски земи са длъжни да внес</w:t>
      </w:r>
      <w:r w:rsidR="00A10243">
        <w:rPr>
          <w:lang w:val="bg-BG"/>
        </w:rPr>
        <w:t>а</w:t>
      </w:r>
      <w:r w:rsidR="00A10243">
        <w:rPr>
          <w:lang w:val="ru-RU"/>
        </w:rPr>
        <w:t>т по сметка за чужди средства в областна дирекция "Земеделие" – София област</w:t>
      </w:r>
      <w:r w:rsidR="00A10243">
        <w:rPr>
          <w:b/>
          <w:lang w:val="ru-RU"/>
        </w:rPr>
        <w:t xml:space="preserve">, Банка: УниКредитБулбанк, </w:t>
      </w:r>
      <w:r w:rsidR="00A10243">
        <w:rPr>
          <w:b/>
        </w:rPr>
        <w:t>BIC</w:t>
      </w:r>
      <w:r w:rsidR="00A10243">
        <w:rPr>
          <w:b/>
          <w:lang w:val="ru-RU"/>
        </w:rPr>
        <w:t xml:space="preserve">: </w:t>
      </w:r>
      <w:r w:rsidR="00A10243">
        <w:rPr>
          <w:b/>
        </w:rPr>
        <w:t>UNCRBGSF</w:t>
      </w:r>
      <w:r w:rsidR="00A10243">
        <w:rPr>
          <w:b/>
          <w:lang w:val="ru-RU"/>
        </w:rPr>
        <w:t xml:space="preserve">, </w:t>
      </w:r>
      <w:r w:rsidR="00A10243">
        <w:rPr>
          <w:b/>
        </w:rPr>
        <w:t>IBAN</w:t>
      </w:r>
      <w:r w:rsidR="00A10243">
        <w:rPr>
          <w:b/>
          <w:lang w:val="ru-RU"/>
        </w:rPr>
        <w:t xml:space="preserve">: </w:t>
      </w:r>
      <w:r w:rsidR="00A10243">
        <w:rPr>
          <w:b/>
        </w:rPr>
        <w:t>BG</w:t>
      </w:r>
      <w:r w:rsidR="00A10243">
        <w:rPr>
          <w:b/>
          <w:lang w:val="ru-RU"/>
        </w:rPr>
        <w:t xml:space="preserve">67 </w:t>
      </w:r>
      <w:r w:rsidR="00A10243">
        <w:rPr>
          <w:b/>
        </w:rPr>
        <w:t>UNCR</w:t>
      </w:r>
      <w:r w:rsidR="00A10243">
        <w:rPr>
          <w:b/>
          <w:lang w:val="ru-RU"/>
        </w:rPr>
        <w:t xml:space="preserve"> 7000 3319 7337 51</w:t>
      </w:r>
      <w:r w:rsidR="00A10243">
        <w:rPr>
          <w:lang w:val="ru-RU"/>
        </w:rPr>
        <w:t xml:space="preserve">, сумата в размер на средното годишно рентно плащане за землището </w:t>
      </w:r>
      <w:r w:rsidR="00A10243">
        <w:rPr>
          <w:b/>
          <w:lang w:val="ru-RU"/>
        </w:rPr>
        <w:t>в срок до три месеца</w:t>
      </w:r>
      <w:r w:rsidR="00A10243">
        <w:rPr>
          <w:lang w:val="ru-RU"/>
        </w:rPr>
        <w:t xml:space="preserve"> от публикуване на заповедта.</w:t>
      </w:r>
    </w:p>
    <w:p w14:paraId="010558BE" w14:textId="3411D973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 </w:t>
      </w:r>
      <w:r>
        <w:rPr>
          <w:i/>
          <w:lang w:val="ru-RU"/>
        </w:rPr>
        <w:tab/>
      </w:r>
      <w:r w:rsidR="005B3FA7" w:rsidRPr="00A10243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="005B3FA7" w:rsidRPr="00A10243">
        <w:rPr>
          <w:b/>
          <w:i/>
          <w:lang w:val="ru-RU"/>
        </w:rPr>
        <w:t>се прилага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14:paraId="12D9C5D2" w14:textId="2E5F80CF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="00DC12F3" w:rsidRPr="00CE78CA">
        <w:rPr>
          <w:lang w:val="ru-RU"/>
        </w:rPr>
        <w:t>Копие от заповедта да бъд</w:t>
      </w:r>
      <w:r w:rsidR="00DC12F3">
        <w:rPr>
          <w:lang w:val="ru-RU"/>
        </w:rPr>
        <w:t>е връчена на началника на ОСЗ –</w:t>
      </w:r>
      <w:r w:rsidR="006D6C03">
        <w:rPr>
          <w:lang w:val="ru-RU"/>
        </w:rPr>
        <w:t>Божурище</w:t>
      </w:r>
      <w:r w:rsidR="00DC12F3" w:rsidRPr="00CE78CA">
        <w:rPr>
          <w:lang w:val="ru-RU"/>
        </w:rPr>
        <w:t xml:space="preserve"> и на представителите на община</w:t>
      </w:r>
      <w:r w:rsidR="00DC12F3">
        <w:rPr>
          <w:lang w:val="ru-RU"/>
        </w:rPr>
        <w:t xml:space="preserve"> Бо</w:t>
      </w:r>
      <w:r w:rsidR="006D6C03">
        <w:rPr>
          <w:lang w:val="ru-RU"/>
        </w:rPr>
        <w:t>журище</w:t>
      </w:r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и кметс</w:t>
      </w:r>
      <w:r w:rsidR="000E478C">
        <w:rPr>
          <w:lang w:val="ru-RU"/>
        </w:rPr>
        <w:t>тво</w:t>
      </w:r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143F31">
        <w:rPr>
          <w:lang w:val="bg-BG"/>
        </w:rPr>
        <w:t>Златуша</w:t>
      </w:r>
      <w:r w:rsidR="00DC12F3" w:rsidRPr="00CE78CA">
        <w:rPr>
          <w:lang w:val="ru-RU"/>
        </w:rPr>
        <w:t>, участници в комисията – за сведение и изпълнение.</w:t>
      </w:r>
    </w:p>
    <w:p w14:paraId="42080FAF" w14:textId="77777777" w:rsidR="00A10243" w:rsidRDefault="00A10243" w:rsidP="00A10243">
      <w:pPr>
        <w:ind w:firstLine="709"/>
        <w:jc w:val="both"/>
        <w:rPr>
          <w:lang w:val="bg-BG"/>
        </w:rPr>
      </w:pPr>
      <w:r>
        <w:rPr>
          <w:lang w:val="bg-BG"/>
        </w:rPr>
        <w:tab/>
      </w:r>
      <w:r w:rsidRPr="0083710E">
        <w:rPr>
          <w:lang w:val="bg-BG"/>
        </w:rPr>
        <w:t>Контрола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A4E7388" w14:textId="77777777" w:rsidR="00A10243" w:rsidRDefault="00A10243" w:rsidP="00A10243">
      <w:pPr>
        <w:jc w:val="both"/>
        <w:rPr>
          <w:lang w:val="bg-BG"/>
        </w:rPr>
      </w:pPr>
    </w:p>
    <w:p w14:paraId="3EB302C5" w14:textId="77777777" w:rsidR="00A10243" w:rsidRPr="00535D58" w:rsidRDefault="00A10243" w:rsidP="00A10243">
      <w:pPr>
        <w:jc w:val="both"/>
        <w:rPr>
          <w:lang w:val="bg-BG"/>
        </w:rPr>
      </w:pPr>
    </w:p>
    <w:p w14:paraId="747E1BA7" w14:textId="77777777" w:rsidR="00A10243" w:rsidRPr="00CE78CA" w:rsidRDefault="00A10243" w:rsidP="00A10243">
      <w:pPr>
        <w:ind w:firstLine="709"/>
        <w:jc w:val="both"/>
        <w:rPr>
          <w:u w:val="single"/>
          <w:lang w:val="bg-BG"/>
        </w:rPr>
      </w:pPr>
    </w:p>
    <w:p w14:paraId="24F7B893" w14:textId="4A4A086D" w:rsidR="00A10243" w:rsidRPr="00CE78CA" w:rsidRDefault="00A10243" w:rsidP="00A10243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950C46">
        <w:rPr>
          <w:b/>
          <w:lang w:val="bg-BG"/>
        </w:rPr>
        <w:t xml:space="preserve">   /П/</w:t>
      </w:r>
      <w:bookmarkStart w:id="5" w:name="_GoBack"/>
      <w:bookmarkEnd w:id="5"/>
    </w:p>
    <w:p w14:paraId="4E70B040" w14:textId="77777777" w:rsidR="00A10243" w:rsidRPr="00FA15EF" w:rsidRDefault="00A10243" w:rsidP="00A10243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42660B7" w14:textId="77777777" w:rsidR="00A10243" w:rsidRPr="00CE78CA" w:rsidRDefault="00A10243" w:rsidP="00A10243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5F5921AC" w14:textId="77777777" w:rsidR="00A10243" w:rsidRPr="00CE78CA" w:rsidRDefault="00A10243" w:rsidP="00A10243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796DB17A" w14:textId="77777777" w:rsidR="00A10243" w:rsidRPr="00E16D9A" w:rsidRDefault="00A10243" w:rsidP="00A10243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A10243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14:paraId="003E880A" w14:textId="77777777" w:rsidR="00A10243" w:rsidRDefault="00A10243" w:rsidP="00A10243">
      <w:pPr>
        <w:rPr>
          <w:i/>
          <w:lang w:val="bg-BG"/>
        </w:rPr>
      </w:pPr>
    </w:p>
    <w:p w14:paraId="79F59EB4" w14:textId="77777777" w:rsidR="00A10243" w:rsidRPr="00CE78CA" w:rsidRDefault="00A10243" w:rsidP="00A10243">
      <w:pPr>
        <w:rPr>
          <w:i/>
          <w:lang w:val="bg-BG"/>
        </w:rPr>
      </w:pPr>
    </w:p>
    <w:p w14:paraId="11F2CBA5" w14:textId="2A7B30D7" w:rsidR="00EE0F93" w:rsidRDefault="00EE0F93" w:rsidP="0083710E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A10243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38" w:right="1134" w:bottom="244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52255" w14:textId="77777777" w:rsidR="008F339C" w:rsidRDefault="008F339C">
      <w:r>
        <w:separator/>
      </w:r>
    </w:p>
  </w:endnote>
  <w:endnote w:type="continuationSeparator" w:id="0">
    <w:p w14:paraId="5C48342F" w14:textId="77777777" w:rsidR="008F339C" w:rsidRDefault="008F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D6C03" w:rsidRDefault="006D6C03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6D6C03" w:rsidRDefault="006D6C03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E0488" w14:textId="66128A2C" w:rsidR="006D6C03" w:rsidRPr="00713EC9" w:rsidRDefault="006D6C03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950C46">
      <w:rPr>
        <w:rStyle w:val="PageNumber"/>
        <w:noProof/>
        <w:sz w:val="18"/>
      </w:rPr>
      <w:t>17</w:t>
    </w:r>
    <w:r w:rsidRPr="00713EC9">
      <w:rPr>
        <w:rStyle w:val="PageNumber"/>
        <w:sz w:val="18"/>
      </w:rPr>
      <w:fldChar w:fldCharType="end"/>
    </w:r>
  </w:p>
  <w:p w14:paraId="11D9713B" w14:textId="77777777" w:rsidR="00A10243" w:rsidRPr="002B412A" w:rsidRDefault="00A10243" w:rsidP="00A10243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5DD9AB9D" w14:textId="77777777" w:rsidR="00A10243" w:rsidRPr="002B412A" w:rsidRDefault="00A10243" w:rsidP="00A10243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0DF700C8" w14:textId="77777777" w:rsidR="006D6C03" w:rsidRPr="00835BBA" w:rsidRDefault="006D6C0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B6EAF" w14:textId="77777777" w:rsidR="00A10243" w:rsidRPr="002B412A" w:rsidRDefault="00A10243" w:rsidP="00A10243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79D221E9" w14:textId="77777777" w:rsidR="00A10243" w:rsidRPr="002B412A" w:rsidRDefault="00A10243" w:rsidP="00A10243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4D099F30" w14:textId="25AE4D6E" w:rsidR="006D6C03" w:rsidRPr="00A10243" w:rsidRDefault="006D6C03" w:rsidP="00A10243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D8807" w14:textId="77777777" w:rsidR="008F339C" w:rsidRDefault="008F339C">
      <w:r>
        <w:separator/>
      </w:r>
    </w:p>
  </w:footnote>
  <w:footnote w:type="continuationSeparator" w:id="0">
    <w:p w14:paraId="0CBF4C5B" w14:textId="77777777" w:rsidR="008F339C" w:rsidRDefault="008F3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6D6C03" w:rsidRPr="005B69F7" w:rsidRDefault="006D6C03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7A0366BE" w:rsidR="006D6C03" w:rsidRPr="005B69F7" w:rsidRDefault="006D6C03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A9AFE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="00CD47E5">
      <w:rPr>
        <w:rFonts w:ascii="Helen Bg Condensed" w:hAnsi="Helen Bg Condensed"/>
        <w:spacing w:val="40"/>
        <w:sz w:val="30"/>
        <w:szCs w:val="30"/>
      </w:rPr>
      <w:t>РЕ      РЕПУ</w:t>
    </w:r>
    <w:r w:rsidRPr="005B69F7">
      <w:rPr>
        <w:rFonts w:ascii="Helen Bg Condensed" w:hAnsi="Helen Bg Condensed"/>
        <w:spacing w:val="40"/>
        <w:sz w:val="30"/>
        <w:szCs w:val="30"/>
      </w:rPr>
      <w:t>БЛИКА БЪЛГАРИЯ</w:t>
    </w:r>
  </w:p>
  <w:p w14:paraId="32FF54C8" w14:textId="7E6F6B94" w:rsidR="006D6C03" w:rsidRPr="0023186B" w:rsidRDefault="006D6C0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D6C03" w:rsidRPr="00983B22" w:rsidRDefault="006D6C0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6D6C03" w:rsidRPr="00983B22" w:rsidRDefault="006D6C0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07D"/>
    <w:rsid w:val="000E2804"/>
    <w:rsid w:val="000E46A8"/>
    <w:rsid w:val="000E478C"/>
    <w:rsid w:val="000F691D"/>
    <w:rsid w:val="00114DE3"/>
    <w:rsid w:val="0011621C"/>
    <w:rsid w:val="0013647C"/>
    <w:rsid w:val="00137F32"/>
    <w:rsid w:val="001423EA"/>
    <w:rsid w:val="00143F31"/>
    <w:rsid w:val="0015050F"/>
    <w:rsid w:val="00155469"/>
    <w:rsid w:val="00157D1E"/>
    <w:rsid w:val="00164A60"/>
    <w:rsid w:val="001738C2"/>
    <w:rsid w:val="00173A32"/>
    <w:rsid w:val="00174EB5"/>
    <w:rsid w:val="001761C8"/>
    <w:rsid w:val="001850C9"/>
    <w:rsid w:val="001956ED"/>
    <w:rsid w:val="00197F75"/>
    <w:rsid w:val="001A06E4"/>
    <w:rsid w:val="001A1BA3"/>
    <w:rsid w:val="001A1C66"/>
    <w:rsid w:val="001B4BA5"/>
    <w:rsid w:val="001C7910"/>
    <w:rsid w:val="001D78E6"/>
    <w:rsid w:val="001E1CD9"/>
    <w:rsid w:val="0020653E"/>
    <w:rsid w:val="00212573"/>
    <w:rsid w:val="00215957"/>
    <w:rsid w:val="00225E60"/>
    <w:rsid w:val="0023186B"/>
    <w:rsid w:val="00236727"/>
    <w:rsid w:val="002373F2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2944"/>
    <w:rsid w:val="0035766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B10BF"/>
    <w:rsid w:val="004C3144"/>
    <w:rsid w:val="004C4B62"/>
    <w:rsid w:val="004E31E0"/>
    <w:rsid w:val="004E5FF6"/>
    <w:rsid w:val="004F5882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3FA7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4D1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D6C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4B8A"/>
    <w:rsid w:val="007B66B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532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39C"/>
    <w:rsid w:val="008F3A6E"/>
    <w:rsid w:val="00931B42"/>
    <w:rsid w:val="00933CBA"/>
    <w:rsid w:val="00936425"/>
    <w:rsid w:val="00945150"/>
    <w:rsid w:val="00946D85"/>
    <w:rsid w:val="00950C46"/>
    <w:rsid w:val="00956CD8"/>
    <w:rsid w:val="00974546"/>
    <w:rsid w:val="0097789C"/>
    <w:rsid w:val="009803EE"/>
    <w:rsid w:val="00982978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10243"/>
    <w:rsid w:val="00A21340"/>
    <w:rsid w:val="00A21912"/>
    <w:rsid w:val="00A23BFD"/>
    <w:rsid w:val="00A2419F"/>
    <w:rsid w:val="00A36C2A"/>
    <w:rsid w:val="00A56EBD"/>
    <w:rsid w:val="00A60928"/>
    <w:rsid w:val="00A6190E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54180"/>
    <w:rsid w:val="00B65B7A"/>
    <w:rsid w:val="00B80B62"/>
    <w:rsid w:val="00B97B20"/>
    <w:rsid w:val="00BA5128"/>
    <w:rsid w:val="00BA5CA9"/>
    <w:rsid w:val="00BC0B35"/>
    <w:rsid w:val="00BC45FC"/>
    <w:rsid w:val="00BD0CEF"/>
    <w:rsid w:val="00BD1BCF"/>
    <w:rsid w:val="00BD5937"/>
    <w:rsid w:val="00BD7539"/>
    <w:rsid w:val="00BE215C"/>
    <w:rsid w:val="00BE4052"/>
    <w:rsid w:val="00C00904"/>
    <w:rsid w:val="00C02136"/>
    <w:rsid w:val="00C06313"/>
    <w:rsid w:val="00C120B5"/>
    <w:rsid w:val="00C34BD9"/>
    <w:rsid w:val="00C34FAA"/>
    <w:rsid w:val="00C37346"/>
    <w:rsid w:val="00C41B72"/>
    <w:rsid w:val="00C41FCC"/>
    <w:rsid w:val="00C473A4"/>
    <w:rsid w:val="00CA17DF"/>
    <w:rsid w:val="00CA3258"/>
    <w:rsid w:val="00CA41E3"/>
    <w:rsid w:val="00CA7A14"/>
    <w:rsid w:val="00CC444F"/>
    <w:rsid w:val="00CC671B"/>
    <w:rsid w:val="00CD47E5"/>
    <w:rsid w:val="00CD6A9A"/>
    <w:rsid w:val="00CE47C7"/>
    <w:rsid w:val="00CE5345"/>
    <w:rsid w:val="00CE78CA"/>
    <w:rsid w:val="00CF041D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318C2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1632B"/>
    <w:rsid w:val="00E237A5"/>
    <w:rsid w:val="00E276F4"/>
    <w:rsid w:val="00E339BB"/>
    <w:rsid w:val="00E52E11"/>
    <w:rsid w:val="00E5627C"/>
    <w:rsid w:val="00E61682"/>
    <w:rsid w:val="00E61DDC"/>
    <w:rsid w:val="00E6220A"/>
    <w:rsid w:val="00E64F78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2353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3A94"/>
    <w:rsid w:val="00FB775A"/>
    <w:rsid w:val="00FD0F5D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A586120-7796-4D48-8490-F80B5868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E822F-E6AA-42A8-9B55-3A8AA748A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18</Pages>
  <Words>8131</Words>
  <Characters>46352</Characters>
  <Application>Microsoft Office Word</Application>
  <DocSecurity>0</DocSecurity>
  <Lines>386</Lines>
  <Paragraphs>108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7</cp:revision>
  <cp:lastPrinted>2016-09-16T10:47:00Z</cp:lastPrinted>
  <dcterms:created xsi:type="dcterms:W3CDTF">2022-09-28T07:12:00Z</dcterms:created>
  <dcterms:modified xsi:type="dcterms:W3CDTF">2022-10-03T11:40:00Z</dcterms:modified>
</cp:coreProperties>
</file>